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36623" w14:textId="77777777" w:rsidR="00645D54" w:rsidRDefault="00D108F8" w:rsidP="00AF23EB">
      <w:pPr>
        <w:tabs>
          <w:tab w:val="left" w:pos="284"/>
          <w:tab w:val="center" w:pos="5896"/>
        </w:tabs>
        <w:ind w:left="284"/>
        <w:rPr>
          <w:noProof/>
          <w:sz w:val="22"/>
        </w:rPr>
      </w:pPr>
      <w:r>
        <w:rPr>
          <w:noProof/>
          <w:sz w:val="22"/>
        </w:rPr>
        <w:fldChar w:fldCharType="begin"/>
      </w:r>
      <w:r>
        <w:rPr>
          <w:noProof/>
          <w:sz w:val="22"/>
        </w:rPr>
        <w:instrText xml:space="preserve"> TITLE  \* Upper  \* MERGEFORMAT </w:instrText>
      </w:r>
      <w:r>
        <w:rPr>
          <w:noProof/>
          <w:sz w:val="22"/>
        </w:rPr>
        <w:fldChar w:fldCharType="separate"/>
      </w:r>
      <w:r w:rsidR="000C5CAB">
        <w:rPr>
          <w:noProof/>
          <w:sz w:val="22"/>
        </w:rPr>
        <w:t xml:space="preserve"> </w:t>
      </w:r>
      <w:r>
        <w:rPr>
          <w:noProof/>
          <w:sz w:val="22"/>
        </w:rPr>
        <w:fldChar w:fldCharType="end"/>
      </w:r>
      <w:r w:rsidR="00AF23EB">
        <w:rPr>
          <w:noProof/>
          <w:sz w:val="22"/>
        </w:rPr>
        <w:tab/>
      </w:r>
      <w:r w:rsidR="00AF23EB">
        <w:rPr>
          <w:noProof/>
          <w:sz w:val="22"/>
        </w:rPr>
        <w:tab/>
      </w:r>
      <w:r w:rsidR="00AF23EB">
        <w:rPr>
          <w:noProof/>
          <w:sz w:val="22"/>
        </w:rPr>
        <w:tab/>
      </w:r>
      <w:r w:rsidR="00093654">
        <w:rPr>
          <w:noProof/>
          <w:sz w:val="22"/>
        </w:rPr>
        <w:t xml:space="preserve">                                                                          </w:t>
      </w:r>
    </w:p>
    <w:p w14:paraId="6D522833" w14:textId="77777777" w:rsidR="00645D54" w:rsidRDefault="00DF123A" w:rsidP="00DF123A">
      <w:pPr>
        <w:ind w:left="1418"/>
        <w:rPr>
          <w:noProof/>
          <w:sz w:val="22"/>
        </w:rPr>
      </w:pPr>
      <w:r>
        <w:rPr>
          <w:noProof/>
        </w:rPr>
        <w:drawing>
          <wp:inline distT="0" distB="0" distL="0" distR="0" wp14:anchorId="006F85AE" wp14:editId="25C7F71B">
            <wp:extent cx="745672" cy="825566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68" cy="829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DD246B" w14:textId="77777777" w:rsidR="00645D54" w:rsidRDefault="00645D54" w:rsidP="00645D54">
      <w:pPr>
        <w:jc w:val="center"/>
        <w:rPr>
          <w:noProof/>
          <w:sz w:val="22"/>
        </w:rPr>
      </w:pPr>
    </w:p>
    <w:p w14:paraId="55CAC1F6" w14:textId="77777777" w:rsidR="00B0217D" w:rsidRPr="005D48B5" w:rsidRDefault="00000000" w:rsidP="00B0217D">
      <w:pPr>
        <w:rPr>
          <w:rFonts w:ascii="Arial" w:hAnsi="Arial" w:cs="Arial"/>
          <w:noProof/>
          <w:sz w:val="22"/>
        </w:rPr>
      </w:pPr>
      <w:r>
        <w:rPr>
          <w:noProof/>
          <w:sz w:val="22"/>
        </w:rPr>
        <w:pict w14:anchorId="202B1A94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margin-left:411.95pt;margin-top:7.7pt;width:142.75pt;height:18.75pt;z-index:251665408" filled="f" stroked="f">
            <v:textbox>
              <w:txbxContent>
                <w:p w14:paraId="23CE2791" w14:textId="6AFDC9A9" w:rsidR="00074027" w:rsidRDefault="00074027">
                  <w:r w:rsidRPr="00722D34">
                    <w:rPr>
                      <w:rFonts w:ascii="Arial" w:hAnsi="Arial" w:cs="Arial"/>
                      <w:b/>
                      <w:noProof/>
                      <w:color w:val="002060"/>
                      <w:sz w:val="22"/>
                    </w:rPr>
                    <w:t xml:space="preserve">Zakázka č.: </w:t>
                  </w:r>
                  <w:r w:rsidR="007F063A" w:rsidRPr="007A5660">
                    <w:rPr>
                      <w:rFonts w:ascii="Arial" w:hAnsi="Arial" w:cs="Arial"/>
                      <w:b/>
                      <w:bCs/>
                      <w:iCs/>
                      <w:noProof/>
                      <w:color w:val="002060"/>
                      <w:sz w:val="22"/>
                      <w:szCs w:val="22"/>
                    </w:rPr>
                    <w:t>K</w:t>
                  </w:r>
                  <w:r w:rsidR="00712933">
                    <w:rPr>
                      <w:rFonts w:ascii="Arial" w:hAnsi="Arial" w:cs="Arial"/>
                      <w:b/>
                      <w:bCs/>
                      <w:iCs/>
                      <w:noProof/>
                      <w:color w:val="002060"/>
                      <w:sz w:val="22"/>
                      <w:szCs w:val="22"/>
                    </w:rPr>
                    <w:t>22039</w:t>
                  </w:r>
                  <w:r w:rsidR="004C75DF">
                    <w:rPr>
                      <w:rFonts w:ascii="Arial" w:hAnsi="Arial" w:cs="Arial"/>
                      <w:b/>
                      <w:bCs/>
                      <w:iCs/>
                      <w:noProof/>
                      <w:color w:val="002060"/>
                      <w:sz w:val="22"/>
                      <w:szCs w:val="22"/>
                    </w:rPr>
                    <w:t>01</w:t>
                  </w:r>
                  <w:r w:rsidR="00906B07">
                    <w:rPr>
                      <w:rFonts w:ascii="Arial" w:hAnsi="Arial" w:cs="Arial"/>
                      <w:b/>
                      <w:bCs/>
                      <w:iCs/>
                      <w:noProof/>
                      <w:color w:val="002060"/>
                      <w:sz w:val="22"/>
                      <w:szCs w:val="22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  <w:sz w:val="22"/>
        </w:rPr>
        <w:pict w14:anchorId="30A77556">
          <v:shape id="_x0000_s2055" type="#_x0000_t202" style="position:absolute;margin-left:157.15pt;margin-top:7.7pt;width:97.65pt;height:22.5pt;z-index:251666432" filled="f" stroked="f">
            <v:textbox>
              <w:txbxContent>
                <w:p w14:paraId="0086C5AF" w14:textId="74B4CBA7" w:rsidR="00074027" w:rsidRDefault="00712933">
                  <w:r>
                    <w:rPr>
                      <w:rFonts w:ascii="Arial" w:hAnsi="Arial" w:cs="Arial"/>
                      <w:b/>
                      <w:noProof/>
                      <w:color w:val="002060"/>
                      <w:sz w:val="22"/>
                    </w:rPr>
                    <w:t>Leden</w:t>
                  </w:r>
                  <w:r w:rsidR="00FF24A9">
                    <w:rPr>
                      <w:rFonts w:ascii="Arial" w:hAnsi="Arial" w:cs="Arial"/>
                      <w:b/>
                      <w:noProof/>
                      <w:color w:val="002060"/>
                      <w:sz w:val="22"/>
                    </w:rPr>
                    <w:t xml:space="preserve"> 20</w:t>
                  </w:r>
                  <w:r>
                    <w:rPr>
                      <w:rFonts w:ascii="Arial" w:hAnsi="Arial" w:cs="Arial"/>
                      <w:b/>
                      <w:noProof/>
                      <w:color w:val="002060"/>
                      <w:sz w:val="22"/>
                    </w:rPr>
                    <w:t>23</w:t>
                  </w:r>
                </w:p>
              </w:txbxContent>
            </v:textbox>
          </v:shape>
        </w:pict>
      </w:r>
      <w:r w:rsidR="00B0217D" w:rsidRPr="005D48B5">
        <w:rPr>
          <w:rFonts w:ascii="Arial" w:hAnsi="Arial" w:cs="Arial"/>
          <w:noProof/>
          <w:sz w:val="22"/>
        </w:rPr>
        <w:tab/>
      </w:r>
      <w:r w:rsidR="00B0217D" w:rsidRPr="005D48B5">
        <w:rPr>
          <w:rFonts w:ascii="Arial" w:hAnsi="Arial" w:cs="Arial"/>
          <w:noProof/>
          <w:sz w:val="22"/>
        </w:rPr>
        <w:tab/>
      </w:r>
      <w:r w:rsidR="00B0217D" w:rsidRPr="005D48B5">
        <w:rPr>
          <w:rFonts w:ascii="Arial" w:hAnsi="Arial" w:cs="Arial"/>
          <w:noProof/>
          <w:sz w:val="22"/>
        </w:rPr>
        <w:tab/>
      </w:r>
      <w:r w:rsidR="00B0217D" w:rsidRPr="005D48B5">
        <w:rPr>
          <w:rFonts w:ascii="Arial" w:hAnsi="Arial" w:cs="Arial"/>
          <w:noProof/>
          <w:sz w:val="22"/>
        </w:rPr>
        <w:tab/>
      </w:r>
      <w:r w:rsidR="00B0217D" w:rsidRPr="005D48B5">
        <w:rPr>
          <w:rFonts w:ascii="Arial" w:hAnsi="Arial" w:cs="Arial"/>
          <w:noProof/>
          <w:sz w:val="22"/>
        </w:rPr>
        <w:tab/>
      </w:r>
    </w:p>
    <w:p w14:paraId="5E7FD0D5" w14:textId="77777777" w:rsidR="00B0217D" w:rsidRPr="00B77013" w:rsidRDefault="00B0217D" w:rsidP="00F90CB3">
      <w:pPr>
        <w:ind w:left="3261"/>
        <w:rPr>
          <w:rFonts w:ascii="Arial" w:hAnsi="Arial" w:cs="Arial"/>
          <w:b/>
          <w:noProof/>
          <w:color w:val="002060"/>
          <w:sz w:val="22"/>
        </w:rPr>
      </w:pP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</w:p>
    <w:p w14:paraId="687B6CBE" w14:textId="77777777" w:rsidR="00645D54" w:rsidRPr="00B77013" w:rsidRDefault="00000000" w:rsidP="00645D54">
      <w:pPr>
        <w:jc w:val="center"/>
        <w:rPr>
          <w:rFonts w:ascii="Arial" w:hAnsi="Arial" w:cs="Arial"/>
          <w:noProof/>
          <w:sz w:val="22"/>
        </w:rPr>
      </w:pPr>
      <w:r>
        <w:rPr>
          <w:rFonts w:ascii="Arial" w:hAnsi="Arial" w:cs="Arial"/>
          <w:noProof/>
          <w:lang w:eastAsia="en-US"/>
        </w:rPr>
        <w:pict w14:anchorId="234D285B">
          <v:shape id="_x0000_s2050" type="#_x0000_t202" style="position:absolute;left:0;text-align:left;margin-left:163.4pt;margin-top:8.65pt;width:378.15pt;height:112.7pt;z-index:251660288;mso-position-horizontal-relative:margin;mso-width-relative:margin;mso-height-relative:margin" stroked="f">
            <v:textbox style="mso-next-textbox:#_x0000_s2050">
              <w:txbxContent>
                <w:p w14:paraId="20CE2AFD" w14:textId="77777777" w:rsidR="00F40297" w:rsidRDefault="00F40297" w:rsidP="00BB720A">
                  <w:pPr>
                    <w:tabs>
                      <w:tab w:val="left" w:pos="10773"/>
                    </w:tabs>
                    <w:ind w:right="310"/>
                    <w:jc w:val="center"/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</w:pPr>
                </w:p>
                <w:p w14:paraId="1D2C6CEA" w14:textId="77777777" w:rsidR="003614F7" w:rsidRPr="0094748D" w:rsidRDefault="003614F7" w:rsidP="003614F7">
                  <w:pPr>
                    <w:tabs>
                      <w:tab w:val="left" w:pos="10773"/>
                    </w:tabs>
                    <w:ind w:right="310"/>
                    <w:jc w:val="center"/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</w:pPr>
                  <w:r w:rsidRPr="0094748D"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  <w:t xml:space="preserve">PROJEKTOVÁ DOKUMENTACE </w:t>
                  </w:r>
                </w:p>
                <w:p w14:paraId="4C5AFF96" w14:textId="77777777" w:rsidR="003614F7" w:rsidRDefault="003614F7" w:rsidP="003614F7">
                  <w:pPr>
                    <w:tabs>
                      <w:tab w:val="left" w:pos="10773"/>
                    </w:tabs>
                    <w:ind w:right="-91"/>
                    <w:jc w:val="center"/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</w:pPr>
                  <w:r w:rsidRPr="0094748D"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  <w:t xml:space="preserve">PRO  </w:t>
                  </w:r>
                  <w:r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  <w:t>provádění stavby</w:t>
                  </w:r>
                </w:p>
                <w:p w14:paraId="5A0BE845" w14:textId="77777777" w:rsidR="003614F7" w:rsidRPr="00B11E9D" w:rsidRDefault="003614F7" w:rsidP="003614F7">
                  <w:pPr>
                    <w:jc w:val="center"/>
                    <w:rPr>
                      <w:rFonts w:ascii="Calibri" w:hAnsi="Calibri"/>
                      <w:b/>
                      <w:noProof/>
                      <w:color w:val="365F91"/>
                      <w:spacing w:val="24"/>
                    </w:rPr>
                  </w:pPr>
                  <w:r>
                    <w:rPr>
                      <w:rFonts w:ascii="Calibri" w:hAnsi="Calibri"/>
                      <w:b/>
                      <w:noProof/>
                      <w:color w:val="365F91"/>
                      <w:spacing w:val="24"/>
                    </w:rPr>
                    <w:t xml:space="preserve">v rozsahu přílohy č. 13 </w:t>
                  </w:r>
                  <w:r w:rsidRPr="00B11E9D">
                    <w:rPr>
                      <w:rFonts w:ascii="Calibri" w:hAnsi="Calibri"/>
                      <w:b/>
                      <w:noProof/>
                      <w:color w:val="365F91"/>
                      <w:spacing w:val="24"/>
                    </w:rPr>
                    <w:t>k vyhlášce 499/2006 sb.l. 62/2013 Sb.</w:t>
                  </w:r>
                </w:p>
                <w:p w14:paraId="1C724B8A" w14:textId="77777777" w:rsidR="00F949BF" w:rsidRDefault="00F949BF" w:rsidP="00F949BF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  <w:p w14:paraId="67C8A52D" w14:textId="77777777" w:rsidR="00F949BF" w:rsidRDefault="00F949BF" w:rsidP="00F949BF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  <w:p w14:paraId="1775AA75" w14:textId="77777777" w:rsidR="00F949BF" w:rsidRDefault="00F949BF" w:rsidP="00F949BF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  <w:p w14:paraId="18190EB1" w14:textId="77777777" w:rsidR="00F949BF" w:rsidRPr="000C5CAB" w:rsidRDefault="00F949BF" w:rsidP="00F949BF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  <w:p w14:paraId="14555B05" w14:textId="77777777" w:rsidR="004D3EF1" w:rsidRPr="00E6526C" w:rsidRDefault="004D3EF1" w:rsidP="00FF63FC">
                  <w:pPr>
                    <w:tabs>
                      <w:tab w:val="left" w:pos="10773"/>
                      <w:tab w:val="left" w:pos="11340"/>
                    </w:tabs>
                    <w:ind w:right="85"/>
                    <w:jc w:val="center"/>
                    <w:rPr>
                      <w:rFonts w:ascii="Arial" w:hAnsi="Arial" w:cs="Arial"/>
                      <w:color w:val="002060"/>
                      <w:sz w:val="24"/>
                      <w:szCs w:val="24"/>
                    </w:rPr>
                  </w:pPr>
                </w:p>
                <w:p w14:paraId="29918391" w14:textId="77777777" w:rsidR="00861025" w:rsidRDefault="00861025" w:rsidP="000D6035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  <w:p w14:paraId="4E7126B8" w14:textId="77777777" w:rsidR="00861025" w:rsidRDefault="00861025" w:rsidP="000D6035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  <w:p w14:paraId="65E740E6" w14:textId="77777777" w:rsidR="00861025" w:rsidRDefault="00861025" w:rsidP="000D6035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  <w:p w14:paraId="73B1B282" w14:textId="77777777" w:rsidR="00861025" w:rsidRPr="000C5CAB" w:rsidRDefault="00861025" w:rsidP="000D6035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</w:txbxContent>
            </v:textbox>
            <w10:wrap anchorx="margin"/>
          </v:shape>
        </w:pict>
      </w:r>
    </w:p>
    <w:p w14:paraId="6207AE68" w14:textId="77777777" w:rsidR="00AF23EB" w:rsidRPr="00B77013" w:rsidRDefault="00AF23EB" w:rsidP="00C16F6F">
      <w:pPr>
        <w:tabs>
          <w:tab w:val="left" w:pos="10773"/>
        </w:tabs>
        <w:ind w:left="3119" w:right="310"/>
        <w:jc w:val="center"/>
        <w:rPr>
          <w:rFonts w:ascii="Arial" w:hAnsi="Arial" w:cs="Arial"/>
          <w:b/>
          <w:noProof/>
          <w:color w:val="002060"/>
          <w:spacing w:val="24"/>
          <w:sz w:val="36"/>
          <w:szCs w:val="36"/>
        </w:rPr>
      </w:pPr>
    </w:p>
    <w:p w14:paraId="5BBAAF82" w14:textId="77777777" w:rsidR="00B0217D" w:rsidRPr="00B77013" w:rsidRDefault="00B0217D" w:rsidP="00315E8F">
      <w:pPr>
        <w:tabs>
          <w:tab w:val="left" w:pos="10773"/>
        </w:tabs>
        <w:ind w:left="2552" w:right="310"/>
        <w:jc w:val="center"/>
        <w:rPr>
          <w:rFonts w:ascii="Arial" w:hAnsi="Arial" w:cs="Arial"/>
          <w:b/>
          <w:noProof/>
          <w:color w:val="002060"/>
          <w:spacing w:val="24"/>
          <w:sz w:val="36"/>
          <w:szCs w:val="36"/>
        </w:rPr>
      </w:pPr>
    </w:p>
    <w:p w14:paraId="23EC055D" w14:textId="77777777" w:rsidR="00645D54" w:rsidRPr="00B77013" w:rsidRDefault="00645D54" w:rsidP="00EA0BAA">
      <w:pPr>
        <w:tabs>
          <w:tab w:val="left" w:pos="10773"/>
        </w:tabs>
        <w:ind w:left="2552" w:right="1160"/>
        <w:jc w:val="center"/>
        <w:rPr>
          <w:rFonts w:ascii="Arial" w:hAnsi="Arial" w:cs="Arial"/>
        </w:rPr>
      </w:pPr>
    </w:p>
    <w:p w14:paraId="30969348" w14:textId="77777777" w:rsidR="008601FE" w:rsidRPr="00B77013" w:rsidRDefault="00093654" w:rsidP="000D703D">
      <w:pPr>
        <w:pStyle w:val="Zhlav"/>
        <w:tabs>
          <w:tab w:val="clear" w:pos="4536"/>
          <w:tab w:val="clear" w:pos="9072"/>
          <w:tab w:val="left" w:pos="10773"/>
        </w:tabs>
        <w:ind w:left="709" w:right="1160"/>
        <w:jc w:val="both"/>
        <w:rPr>
          <w:rFonts w:ascii="Arial" w:hAnsi="Arial" w:cs="Arial"/>
          <w:noProof/>
          <w:sz w:val="22"/>
        </w:rPr>
      </w:pPr>
      <w:r w:rsidRPr="00B77013">
        <w:rPr>
          <w:rFonts w:ascii="Arial" w:hAnsi="Arial" w:cs="Arial"/>
          <w:noProof/>
          <w:sz w:val="22"/>
        </w:rPr>
        <w:t xml:space="preserve">                        </w:t>
      </w:r>
    </w:p>
    <w:p w14:paraId="1B9D0A79" w14:textId="77777777" w:rsidR="008601FE" w:rsidRPr="00B77013" w:rsidRDefault="008601FE" w:rsidP="008601FE">
      <w:pPr>
        <w:rPr>
          <w:rFonts w:ascii="Arial" w:hAnsi="Arial" w:cs="Arial"/>
        </w:rPr>
      </w:pPr>
    </w:p>
    <w:p w14:paraId="72A78B36" w14:textId="77777777" w:rsidR="008601FE" w:rsidRPr="00B77013" w:rsidRDefault="008601FE" w:rsidP="008601FE">
      <w:pPr>
        <w:rPr>
          <w:rFonts w:ascii="Arial" w:hAnsi="Arial" w:cs="Arial"/>
        </w:rPr>
      </w:pPr>
    </w:p>
    <w:p w14:paraId="20948CDB" w14:textId="77777777" w:rsidR="008601FE" w:rsidRPr="00B77013" w:rsidRDefault="008601FE" w:rsidP="008601FE">
      <w:pPr>
        <w:rPr>
          <w:rFonts w:ascii="Arial" w:hAnsi="Arial" w:cs="Arial"/>
        </w:rPr>
      </w:pPr>
    </w:p>
    <w:p w14:paraId="7DEC794F" w14:textId="77777777" w:rsidR="008601FE" w:rsidRPr="00B77013" w:rsidRDefault="008601FE" w:rsidP="008601FE">
      <w:pPr>
        <w:rPr>
          <w:rFonts w:ascii="Arial" w:hAnsi="Arial" w:cs="Arial"/>
        </w:rPr>
      </w:pPr>
    </w:p>
    <w:p w14:paraId="73F6BE09" w14:textId="77777777" w:rsidR="008601FE" w:rsidRPr="00B77013" w:rsidRDefault="008601FE" w:rsidP="008601FE">
      <w:pPr>
        <w:rPr>
          <w:rFonts w:ascii="Arial" w:hAnsi="Arial" w:cs="Arial"/>
        </w:rPr>
      </w:pPr>
    </w:p>
    <w:p w14:paraId="5BE566AA" w14:textId="77777777" w:rsidR="008601FE" w:rsidRPr="00B77013" w:rsidRDefault="008601FE" w:rsidP="008601FE">
      <w:pPr>
        <w:rPr>
          <w:rFonts w:ascii="Arial" w:hAnsi="Arial" w:cs="Arial"/>
        </w:rPr>
      </w:pPr>
    </w:p>
    <w:p w14:paraId="0AA06A4B" w14:textId="77777777" w:rsidR="008601FE" w:rsidRPr="00B77013" w:rsidRDefault="00000000" w:rsidP="008601FE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6211E2CE">
          <v:shape id="_x0000_s2052" type="#_x0000_t202" style="position:absolute;margin-left:157.15pt;margin-top:.5pt;width:393.2pt;height:293.15pt;z-index:251663360" filled="f" stroked="f">
            <v:textbox style="mso-next-textbox:#_x0000_s2052">
              <w:txbxContent>
                <w:p w14:paraId="1D8519DA" w14:textId="77777777" w:rsidR="002E6912" w:rsidRPr="004C04C5" w:rsidRDefault="002E6912" w:rsidP="004C04C5">
                  <w:pPr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  <w:u w:val="single"/>
                    </w:rPr>
                  </w:pPr>
                  <w:r w:rsidRPr="004C04C5"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  <w:u w:val="single"/>
                    </w:rPr>
                    <w:t>C. SITUAČNÍ VÝKRESY</w:t>
                  </w:r>
                </w:p>
                <w:p w14:paraId="163D7433" w14:textId="77777777" w:rsidR="00C0356A" w:rsidRDefault="00C0356A" w:rsidP="00244C44">
                  <w:pPr>
                    <w:tabs>
                      <w:tab w:val="left" w:pos="1843"/>
                    </w:tabs>
                    <w:ind w:left="851" w:right="-354"/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</w:pPr>
                </w:p>
                <w:p w14:paraId="4E9F9541" w14:textId="77777777" w:rsidR="00FF24A9" w:rsidRPr="00D334F2" w:rsidRDefault="00D334F2" w:rsidP="004C04C5">
                  <w:pPr>
                    <w:pStyle w:val="Odstavecseseznamem"/>
                    <w:tabs>
                      <w:tab w:val="left" w:pos="1560"/>
                    </w:tabs>
                    <w:spacing w:before="120"/>
                    <w:ind w:left="1701" w:right="-354"/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</w:pPr>
                  <w:r w:rsidRPr="00D334F2"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  <w:t>C1. Situace širších vztahů</w:t>
                  </w:r>
                </w:p>
                <w:p w14:paraId="5B2DB873" w14:textId="77777777" w:rsidR="00FF24A9" w:rsidRDefault="00D334F2" w:rsidP="004C04C5">
                  <w:pPr>
                    <w:pStyle w:val="Odstavecseseznamem"/>
                    <w:tabs>
                      <w:tab w:val="left" w:pos="1560"/>
                    </w:tabs>
                    <w:spacing w:before="120"/>
                    <w:ind w:left="1701" w:right="-354"/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</w:pPr>
                  <w:r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  <w:t>C2. Katastrální situační výkres</w:t>
                  </w:r>
                </w:p>
                <w:p w14:paraId="040A0BD1" w14:textId="77777777" w:rsidR="00FF24A9" w:rsidRDefault="00D334F2" w:rsidP="004C04C5">
                  <w:pPr>
                    <w:pStyle w:val="Odstavecseseznamem"/>
                    <w:tabs>
                      <w:tab w:val="left" w:pos="1560"/>
                    </w:tabs>
                    <w:spacing w:before="120"/>
                    <w:ind w:left="1701" w:right="-354"/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</w:pPr>
                  <w:r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  <w:t>C3. Koordinační s</w:t>
                  </w:r>
                  <w:r w:rsidR="00FF24A9"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  <w:t>ituační výkres</w:t>
                  </w:r>
                </w:p>
                <w:p w14:paraId="107403F5" w14:textId="77777777" w:rsidR="00FF24A9" w:rsidRDefault="00D334F2" w:rsidP="004C04C5">
                  <w:pPr>
                    <w:pStyle w:val="Odstavecseseznamem"/>
                    <w:tabs>
                      <w:tab w:val="left" w:pos="1560"/>
                    </w:tabs>
                    <w:spacing w:before="120"/>
                    <w:ind w:left="1701" w:right="-354"/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</w:pPr>
                  <w:r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  <w:t>C4. Situace POV</w:t>
                  </w:r>
                  <w:r w:rsidR="00FF24A9"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  <w:t xml:space="preserve"> </w:t>
                  </w:r>
                </w:p>
                <w:p w14:paraId="4DC875DE" w14:textId="77777777" w:rsidR="00D334F2" w:rsidRPr="00D334F2" w:rsidRDefault="00D334F2" w:rsidP="00D334F2">
                  <w:pPr>
                    <w:tabs>
                      <w:tab w:val="left" w:pos="4536"/>
                    </w:tabs>
                    <w:spacing w:before="120"/>
                    <w:ind w:left="851"/>
                    <w:jc w:val="both"/>
                    <w:rPr>
                      <w:rFonts w:cs="Arial"/>
                      <w:b/>
                      <w:caps/>
                      <w:sz w:val="28"/>
                      <w:szCs w:val="28"/>
                    </w:rPr>
                  </w:pPr>
                </w:p>
                <w:p w14:paraId="1E5E9167" w14:textId="77777777" w:rsidR="004C75DF" w:rsidRPr="00FF24A9" w:rsidRDefault="000A6CB9" w:rsidP="005C6391">
                  <w:pPr>
                    <w:pStyle w:val="Odstavecseseznamem"/>
                    <w:tabs>
                      <w:tab w:val="left" w:pos="1560"/>
                    </w:tabs>
                    <w:ind w:left="993" w:right="-354"/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</w:pPr>
                  <w:r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  <w:t xml:space="preserve"> </w:t>
                  </w:r>
                </w:p>
                <w:p w14:paraId="2CFCE866" w14:textId="77777777" w:rsidR="00861025" w:rsidRPr="00FF24A9" w:rsidRDefault="00861025" w:rsidP="000D6035">
                  <w:pPr>
                    <w:tabs>
                      <w:tab w:val="left" w:pos="1843"/>
                    </w:tabs>
                    <w:spacing w:before="60"/>
                    <w:ind w:left="1985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</w:p>
                <w:p w14:paraId="7D6C4B92" w14:textId="77777777" w:rsidR="00861025" w:rsidRPr="00FF24A9" w:rsidRDefault="00861025" w:rsidP="000D6035">
                  <w:pPr>
                    <w:tabs>
                      <w:tab w:val="left" w:pos="1843"/>
                    </w:tabs>
                    <w:spacing w:before="60"/>
                    <w:ind w:left="1985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</w:p>
                <w:p w14:paraId="3E9C1AEC" w14:textId="77777777" w:rsidR="00861025" w:rsidRPr="0044475C" w:rsidRDefault="00861025" w:rsidP="000D6035">
                  <w:pPr>
                    <w:tabs>
                      <w:tab w:val="left" w:pos="1843"/>
                    </w:tabs>
                    <w:spacing w:before="60"/>
                    <w:ind w:left="1985"/>
                    <w:rPr>
                      <w:rFonts w:ascii="Arial" w:hAnsi="Arial" w:cs="Arial"/>
                      <w:b/>
                      <w:caps/>
                      <w:color w:val="002060"/>
                      <w:sz w:val="24"/>
                      <w:szCs w:val="24"/>
                    </w:rPr>
                  </w:pPr>
                </w:p>
                <w:p w14:paraId="05C1A562" w14:textId="77777777" w:rsidR="000C5CAB" w:rsidRDefault="000C5CAB"/>
              </w:txbxContent>
            </v:textbox>
          </v:shape>
        </w:pict>
      </w:r>
    </w:p>
    <w:p w14:paraId="471A6D41" w14:textId="77777777" w:rsidR="008601FE" w:rsidRPr="00B77013" w:rsidRDefault="008601FE" w:rsidP="008601FE">
      <w:pPr>
        <w:rPr>
          <w:rFonts w:ascii="Arial" w:hAnsi="Arial" w:cs="Arial"/>
        </w:rPr>
      </w:pPr>
    </w:p>
    <w:p w14:paraId="5BDE1E51" w14:textId="77777777" w:rsidR="008601FE" w:rsidRPr="00B77013" w:rsidRDefault="008601FE" w:rsidP="008601FE">
      <w:pPr>
        <w:rPr>
          <w:rFonts w:ascii="Arial" w:hAnsi="Arial" w:cs="Arial"/>
        </w:rPr>
      </w:pPr>
    </w:p>
    <w:p w14:paraId="733E031B" w14:textId="77777777" w:rsidR="008601FE" w:rsidRPr="00B77013" w:rsidRDefault="008601FE" w:rsidP="008601FE">
      <w:pPr>
        <w:rPr>
          <w:rFonts w:ascii="Arial" w:hAnsi="Arial" w:cs="Arial"/>
        </w:rPr>
      </w:pPr>
    </w:p>
    <w:p w14:paraId="2D0A226A" w14:textId="77777777" w:rsidR="008601FE" w:rsidRPr="00B77013" w:rsidRDefault="008601FE" w:rsidP="008601FE">
      <w:pPr>
        <w:rPr>
          <w:rFonts w:ascii="Arial" w:hAnsi="Arial" w:cs="Arial"/>
        </w:rPr>
      </w:pPr>
    </w:p>
    <w:p w14:paraId="78D6FCDE" w14:textId="77777777" w:rsidR="008601FE" w:rsidRPr="00B77013" w:rsidRDefault="008601FE" w:rsidP="008601FE">
      <w:pPr>
        <w:rPr>
          <w:rFonts w:ascii="Arial" w:hAnsi="Arial" w:cs="Arial"/>
        </w:rPr>
      </w:pPr>
    </w:p>
    <w:p w14:paraId="6AAFD1F9" w14:textId="77777777" w:rsidR="008601FE" w:rsidRPr="00B77013" w:rsidRDefault="008601FE" w:rsidP="008601FE">
      <w:pPr>
        <w:rPr>
          <w:rFonts w:ascii="Arial" w:hAnsi="Arial" w:cs="Arial"/>
        </w:rPr>
      </w:pPr>
    </w:p>
    <w:p w14:paraId="76172B13" w14:textId="77777777" w:rsidR="008601FE" w:rsidRPr="00B77013" w:rsidRDefault="008601FE" w:rsidP="008601FE">
      <w:pPr>
        <w:rPr>
          <w:rFonts w:ascii="Arial" w:hAnsi="Arial" w:cs="Arial"/>
        </w:rPr>
      </w:pPr>
    </w:p>
    <w:p w14:paraId="71DC6E23" w14:textId="77777777" w:rsidR="008601FE" w:rsidRPr="00B77013" w:rsidRDefault="008601FE" w:rsidP="008601FE">
      <w:pPr>
        <w:rPr>
          <w:rFonts w:ascii="Arial" w:hAnsi="Arial" w:cs="Arial"/>
        </w:rPr>
      </w:pPr>
    </w:p>
    <w:p w14:paraId="307A26D5" w14:textId="77777777" w:rsidR="008601FE" w:rsidRPr="00B77013" w:rsidRDefault="008601FE" w:rsidP="008601FE">
      <w:pPr>
        <w:rPr>
          <w:rFonts w:ascii="Arial" w:hAnsi="Arial" w:cs="Arial"/>
        </w:rPr>
      </w:pPr>
    </w:p>
    <w:p w14:paraId="5930856E" w14:textId="77777777" w:rsidR="008601FE" w:rsidRPr="00B77013" w:rsidRDefault="008601FE" w:rsidP="008601FE">
      <w:pPr>
        <w:rPr>
          <w:rFonts w:ascii="Arial" w:hAnsi="Arial" w:cs="Arial"/>
        </w:rPr>
      </w:pPr>
    </w:p>
    <w:p w14:paraId="357BB4D0" w14:textId="77777777" w:rsidR="008601FE" w:rsidRPr="00B77013" w:rsidRDefault="008601FE" w:rsidP="008601FE">
      <w:pPr>
        <w:rPr>
          <w:rFonts w:ascii="Arial" w:hAnsi="Arial" w:cs="Arial"/>
        </w:rPr>
      </w:pPr>
    </w:p>
    <w:p w14:paraId="65D45FF5" w14:textId="77777777" w:rsidR="008601FE" w:rsidRPr="00B77013" w:rsidRDefault="008601FE" w:rsidP="008601FE">
      <w:pPr>
        <w:rPr>
          <w:rFonts w:ascii="Arial" w:hAnsi="Arial" w:cs="Arial"/>
        </w:rPr>
      </w:pPr>
    </w:p>
    <w:p w14:paraId="1F723663" w14:textId="77777777" w:rsidR="008601FE" w:rsidRPr="00B77013" w:rsidRDefault="008601FE" w:rsidP="008601FE">
      <w:pPr>
        <w:rPr>
          <w:rFonts w:ascii="Arial" w:hAnsi="Arial" w:cs="Arial"/>
        </w:rPr>
      </w:pPr>
    </w:p>
    <w:p w14:paraId="7B9D3B85" w14:textId="77777777" w:rsidR="008601FE" w:rsidRPr="00B77013" w:rsidRDefault="008601FE" w:rsidP="008601FE">
      <w:pPr>
        <w:rPr>
          <w:rFonts w:ascii="Arial" w:hAnsi="Arial" w:cs="Arial"/>
        </w:rPr>
      </w:pPr>
    </w:p>
    <w:p w14:paraId="5A014910" w14:textId="77777777" w:rsidR="008601FE" w:rsidRPr="00B77013" w:rsidRDefault="008601FE" w:rsidP="008601FE">
      <w:pPr>
        <w:rPr>
          <w:rFonts w:ascii="Arial" w:hAnsi="Arial" w:cs="Arial"/>
        </w:rPr>
      </w:pPr>
    </w:p>
    <w:p w14:paraId="7E5CCC71" w14:textId="77777777" w:rsidR="008601FE" w:rsidRPr="00B77013" w:rsidRDefault="008601FE" w:rsidP="008601FE">
      <w:pPr>
        <w:rPr>
          <w:rFonts w:ascii="Arial" w:hAnsi="Arial" w:cs="Arial"/>
        </w:rPr>
      </w:pPr>
    </w:p>
    <w:p w14:paraId="491BFEE4" w14:textId="77777777" w:rsidR="008601FE" w:rsidRPr="00B77013" w:rsidRDefault="008601FE" w:rsidP="008601FE">
      <w:pPr>
        <w:rPr>
          <w:rFonts w:ascii="Arial" w:hAnsi="Arial" w:cs="Arial"/>
        </w:rPr>
      </w:pPr>
    </w:p>
    <w:p w14:paraId="520E43C6" w14:textId="77777777" w:rsidR="008601FE" w:rsidRPr="00B77013" w:rsidRDefault="008601FE" w:rsidP="008601FE">
      <w:pPr>
        <w:rPr>
          <w:rFonts w:ascii="Arial" w:hAnsi="Arial" w:cs="Arial"/>
        </w:rPr>
      </w:pPr>
    </w:p>
    <w:p w14:paraId="084ADFB2" w14:textId="77777777" w:rsidR="008601FE" w:rsidRPr="00B77013" w:rsidRDefault="008601FE" w:rsidP="00526ED2">
      <w:pPr>
        <w:tabs>
          <w:tab w:val="left" w:pos="1565"/>
        </w:tabs>
        <w:ind w:left="1560"/>
        <w:rPr>
          <w:rFonts w:ascii="Arial" w:hAnsi="Arial" w:cs="Arial"/>
        </w:rPr>
      </w:pPr>
      <w:r w:rsidRPr="00B77013">
        <w:rPr>
          <w:rFonts w:ascii="Arial" w:hAnsi="Arial" w:cs="Arial"/>
        </w:rPr>
        <w:tab/>
      </w:r>
    </w:p>
    <w:p w14:paraId="3B745E32" w14:textId="77777777" w:rsidR="008601FE" w:rsidRPr="00B77013" w:rsidRDefault="008601FE" w:rsidP="008601FE">
      <w:pPr>
        <w:rPr>
          <w:rFonts w:ascii="Arial" w:hAnsi="Arial" w:cs="Arial"/>
        </w:rPr>
      </w:pPr>
    </w:p>
    <w:p w14:paraId="7A4E7648" w14:textId="77777777" w:rsidR="00526ED2" w:rsidRPr="00B77013" w:rsidRDefault="00526ED2" w:rsidP="008601FE">
      <w:pPr>
        <w:rPr>
          <w:rFonts w:ascii="Arial" w:hAnsi="Arial" w:cs="Arial"/>
        </w:rPr>
      </w:pPr>
    </w:p>
    <w:p w14:paraId="2F1CAB5B" w14:textId="77777777" w:rsidR="00526ED2" w:rsidRPr="00B77013" w:rsidRDefault="00526ED2" w:rsidP="00526ED2">
      <w:pPr>
        <w:rPr>
          <w:rFonts w:ascii="Arial" w:hAnsi="Arial" w:cs="Arial"/>
        </w:rPr>
      </w:pPr>
    </w:p>
    <w:p w14:paraId="79E69DFE" w14:textId="77777777" w:rsidR="00526ED2" w:rsidRPr="00B77013" w:rsidRDefault="00526ED2" w:rsidP="00526ED2">
      <w:pPr>
        <w:rPr>
          <w:rFonts w:ascii="Arial" w:hAnsi="Arial" w:cs="Arial"/>
        </w:rPr>
      </w:pPr>
    </w:p>
    <w:p w14:paraId="1F48149C" w14:textId="77777777" w:rsidR="00526ED2" w:rsidRPr="00B77013" w:rsidRDefault="00526ED2" w:rsidP="00526ED2">
      <w:pPr>
        <w:rPr>
          <w:rFonts w:ascii="Arial" w:hAnsi="Arial" w:cs="Arial"/>
        </w:rPr>
      </w:pPr>
    </w:p>
    <w:p w14:paraId="2B4B578D" w14:textId="77777777" w:rsidR="00526ED2" w:rsidRPr="00B77013" w:rsidRDefault="00526ED2" w:rsidP="00526ED2">
      <w:pPr>
        <w:rPr>
          <w:rFonts w:ascii="Arial" w:hAnsi="Arial" w:cs="Arial"/>
        </w:rPr>
      </w:pPr>
    </w:p>
    <w:p w14:paraId="046A7C84" w14:textId="77777777" w:rsidR="00526ED2" w:rsidRPr="00B77013" w:rsidRDefault="00000000" w:rsidP="00526ED2">
      <w:pPr>
        <w:rPr>
          <w:rFonts w:ascii="Arial" w:hAnsi="Arial" w:cs="Arial"/>
        </w:rPr>
      </w:pPr>
      <w:r>
        <w:rPr>
          <w:rFonts w:ascii="Arial" w:hAnsi="Arial" w:cs="Arial"/>
          <w:noProof/>
          <w:color w:val="002060"/>
        </w:rPr>
        <w:pict w14:anchorId="6336D811">
          <v:shape id="_x0000_s2053" type="#_x0000_t202" style="position:absolute;margin-left:145.9pt;margin-top:9.55pt;width:433.15pt;height:175.8pt;z-index:251664384" filled="f" stroked="f">
            <v:textbox style="mso-next-textbox:#_x0000_s2053">
              <w:txbxContent>
                <w:p w14:paraId="195A0E6B" w14:textId="77777777" w:rsidR="007A5660" w:rsidRDefault="007A5660" w:rsidP="00A40AA9">
                  <w:pPr>
                    <w:tabs>
                      <w:tab w:val="left" w:pos="1418"/>
                    </w:tabs>
                    <w:ind w:left="2127" w:right="-13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</w:p>
                <w:p w14:paraId="2EE7D831" w14:textId="77777777" w:rsidR="00063973" w:rsidRDefault="00063973" w:rsidP="00A40AA9">
                  <w:pPr>
                    <w:tabs>
                      <w:tab w:val="left" w:pos="1418"/>
                    </w:tabs>
                    <w:ind w:left="2127" w:right="-13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</w:p>
                <w:p w14:paraId="0F5DA7EB" w14:textId="77777777" w:rsidR="00063973" w:rsidRPr="0094748D" w:rsidRDefault="00063973" w:rsidP="00063973">
                  <w:pPr>
                    <w:tabs>
                      <w:tab w:val="left" w:pos="1418"/>
                    </w:tabs>
                    <w:ind w:left="2127" w:right="-13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4C199D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 xml:space="preserve">STAVBA: </w:t>
                  </w:r>
                  <w:r w:rsidRPr="004C199D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Pr="004C199D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Pr="008E1B21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 xml:space="preserve">PD - Stavební úpravy kliniky neurochirurgie </w:t>
                  </w:r>
                  <w:r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br/>
                  </w:r>
                  <w:r w:rsidRPr="008E1B21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– 3.NP operační sál č.2</w:t>
                  </w:r>
                </w:p>
                <w:p w14:paraId="16FFAD3A" w14:textId="77777777" w:rsidR="00063973" w:rsidRPr="004C199D" w:rsidRDefault="00063973" w:rsidP="00063973">
                  <w:pPr>
                    <w:tabs>
                      <w:tab w:val="left" w:pos="1418"/>
                    </w:tabs>
                    <w:ind w:left="2127" w:right="-13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</w:p>
                <w:p w14:paraId="69A54F27" w14:textId="77777777" w:rsidR="00063973" w:rsidRPr="00A40AA9" w:rsidRDefault="00063973" w:rsidP="00063973">
                  <w:pPr>
                    <w:tabs>
                      <w:tab w:val="left" w:pos="1560"/>
                    </w:tabs>
                    <w:ind w:left="2127" w:right="-137" w:hanging="2127"/>
                    <w:rPr>
                      <w:rFonts w:ascii="Arial" w:hAnsi="Arial" w:cs="Arial"/>
                      <w:b/>
                      <w:color w:val="002060"/>
                      <w:sz w:val="26"/>
                      <w:szCs w:val="26"/>
                    </w:rPr>
                  </w:pPr>
                  <w:r w:rsidRPr="004C199D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INVESTOR:</w:t>
                  </w:r>
                  <w:r w:rsidRPr="004C199D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Pr="004C199D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 xml:space="preserve">Fakultní nemocnice Olomouc </w:t>
                  </w:r>
                </w:p>
                <w:p w14:paraId="05DA7725" w14:textId="77777777" w:rsidR="00063973" w:rsidRPr="004C199D" w:rsidRDefault="00063973" w:rsidP="00063973">
                  <w:pPr>
                    <w:tabs>
                      <w:tab w:val="left" w:pos="1560"/>
                    </w:tabs>
                    <w:ind w:left="2127" w:right="-13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4C199D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</w:p>
                <w:p w14:paraId="2919701A" w14:textId="77777777" w:rsidR="00063973" w:rsidRPr="004C199D" w:rsidRDefault="00063973" w:rsidP="00063973">
                  <w:pPr>
                    <w:tabs>
                      <w:tab w:val="left" w:pos="1560"/>
                    </w:tabs>
                    <w:ind w:left="2127" w:right="-137" w:hanging="2127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4C199D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HIP:</w:t>
                  </w:r>
                  <w:r w:rsidRPr="004C199D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Pr="004C199D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  <w:t>Ing. Miroslav Běhal</w:t>
                  </w:r>
                </w:p>
                <w:p w14:paraId="4FEE6EFC" w14:textId="77777777" w:rsidR="00063973" w:rsidRDefault="00063973" w:rsidP="00063973">
                  <w:pPr>
                    <w:ind w:right="-137"/>
                  </w:pPr>
                </w:p>
                <w:p w14:paraId="092495B6" w14:textId="77777777" w:rsidR="00861025" w:rsidRDefault="00861025" w:rsidP="00A40AA9">
                  <w:pPr>
                    <w:ind w:right="-137"/>
                  </w:pPr>
                </w:p>
                <w:p w14:paraId="5B902AA0" w14:textId="77777777" w:rsidR="00861025" w:rsidRDefault="00861025" w:rsidP="00A40AA9">
                  <w:pPr>
                    <w:ind w:right="-137"/>
                  </w:pPr>
                </w:p>
              </w:txbxContent>
            </v:textbox>
          </v:shape>
        </w:pict>
      </w:r>
    </w:p>
    <w:p w14:paraId="04378197" w14:textId="77777777" w:rsidR="00526ED2" w:rsidRPr="00B77013" w:rsidRDefault="00526ED2" w:rsidP="00526ED2">
      <w:pPr>
        <w:rPr>
          <w:rFonts w:ascii="Arial" w:hAnsi="Arial" w:cs="Arial"/>
        </w:rPr>
      </w:pPr>
    </w:p>
    <w:p w14:paraId="607322B8" w14:textId="77777777" w:rsidR="00526ED2" w:rsidRPr="00B77013" w:rsidRDefault="00526ED2" w:rsidP="00526ED2">
      <w:pPr>
        <w:rPr>
          <w:rFonts w:ascii="Arial" w:hAnsi="Arial" w:cs="Arial"/>
        </w:rPr>
      </w:pPr>
    </w:p>
    <w:p w14:paraId="3C07D4C5" w14:textId="77777777" w:rsidR="00526ED2" w:rsidRPr="00B77013" w:rsidRDefault="00526ED2" w:rsidP="00526ED2">
      <w:pPr>
        <w:rPr>
          <w:rFonts w:ascii="Arial" w:hAnsi="Arial" w:cs="Arial"/>
        </w:rPr>
      </w:pPr>
    </w:p>
    <w:p w14:paraId="137A60F0" w14:textId="77777777" w:rsidR="00526ED2" w:rsidRPr="00B77013" w:rsidRDefault="00526ED2" w:rsidP="00526ED2">
      <w:pPr>
        <w:rPr>
          <w:rFonts w:ascii="Arial" w:hAnsi="Arial" w:cs="Arial"/>
        </w:rPr>
      </w:pPr>
    </w:p>
    <w:p w14:paraId="58E582B8" w14:textId="77777777" w:rsidR="00526ED2" w:rsidRPr="00B77013" w:rsidRDefault="00526ED2" w:rsidP="00526ED2">
      <w:pPr>
        <w:rPr>
          <w:rFonts w:ascii="Arial" w:hAnsi="Arial" w:cs="Arial"/>
        </w:rPr>
      </w:pPr>
    </w:p>
    <w:p w14:paraId="77D4BB23" w14:textId="77777777" w:rsidR="00526ED2" w:rsidRPr="00B77013" w:rsidRDefault="00526ED2" w:rsidP="00526ED2">
      <w:pPr>
        <w:rPr>
          <w:rFonts w:ascii="Arial" w:hAnsi="Arial" w:cs="Arial"/>
        </w:rPr>
      </w:pPr>
    </w:p>
    <w:p w14:paraId="371C15F1" w14:textId="77777777" w:rsidR="00526ED2" w:rsidRPr="00B77013" w:rsidRDefault="00526ED2" w:rsidP="00526ED2">
      <w:pPr>
        <w:rPr>
          <w:rFonts w:ascii="Arial" w:hAnsi="Arial" w:cs="Arial"/>
        </w:rPr>
      </w:pPr>
    </w:p>
    <w:p w14:paraId="4B828B80" w14:textId="77777777" w:rsidR="00526ED2" w:rsidRPr="00B77013" w:rsidRDefault="00526ED2" w:rsidP="00526ED2">
      <w:pPr>
        <w:rPr>
          <w:rFonts w:ascii="Arial" w:hAnsi="Arial" w:cs="Arial"/>
        </w:rPr>
      </w:pPr>
    </w:p>
    <w:p w14:paraId="6A2E9C3E" w14:textId="77777777" w:rsidR="00526ED2" w:rsidRPr="00B77013" w:rsidRDefault="00526ED2" w:rsidP="00B0217D">
      <w:pPr>
        <w:rPr>
          <w:rFonts w:ascii="Arial" w:hAnsi="Arial" w:cs="Arial"/>
          <w:color w:val="002060"/>
        </w:rPr>
      </w:pPr>
    </w:p>
    <w:p w14:paraId="192CE233" w14:textId="77777777" w:rsidR="00093654" w:rsidRPr="00B77013" w:rsidRDefault="00093654" w:rsidP="00367E76">
      <w:pPr>
        <w:ind w:left="1560"/>
        <w:rPr>
          <w:rFonts w:ascii="Arial" w:hAnsi="Arial" w:cs="Arial"/>
        </w:rPr>
      </w:pPr>
    </w:p>
    <w:p w14:paraId="69EE72AD" w14:textId="77777777" w:rsidR="000C5CAB" w:rsidRPr="00B77013" w:rsidRDefault="00000000" w:rsidP="00745754">
      <w:pPr>
        <w:rPr>
          <w:rFonts w:ascii="Arial" w:hAnsi="Arial" w:cs="Arial"/>
        </w:rPr>
        <w:sectPr w:rsidR="000C5CAB" w:rsidRPr="00B77013" w:rsidSect="008601FE">
          <w:headerReference w:type="default" r:id="rId8"/>
          <w:footerReference w:type="default" r:id="rId9"/>
          <w:pgSz w:w="11906" w:h="16838" w:code="9"/>
          <w:pgMar w:top="57" w:right="424" w:bottom="57" w:left="0" w:header="0" w:footer="0" w:gutter="0"/>
          <w:cols w:space="708"/>
        </w:sectPr>
      </w:pPr>
      <w:r>
        <w:rPr>
          <w:rFonts w:ascii="Arial" w:hAnsi="Arial" w:cs="Arial"/>
          <w:noProof/>
          <w:lang w:eastAsia="en-US"/>
        </w:rPr>
        <w:pict w14:anchorId="4A0BFF35">
          <v:shape id="_x0000_s2051" type="#_x0000_t202" style="position:absolute;margin-left:72.05pt;margin-top:80.85pt;width:484.6pt;height:48.55pt;z-index:251662336;mso-width-relative:margin;mso-height-relative:margin" stroked="f">
            <v:textbox style="mso-next-textbox:#_x0000_s2051">
              <w:txbxContent>
                <w:p w14:paraId="1BE02AD2" w14:textId="77777777" w:rsidR="000C5CAB" w:rsidRDefault="000C5CAB" w:rsidP="000C5CAB">
                  <w:pPr>
                    <w:keepNext/>
                    <w:spacing w:before="60"/>
                    <w:outlineLvl w:val="5"/>
                    <w:rPr>
                      <w:rFonts w:ascii="Arial" w:hAnsi="Arial" w:cs="Arial"/>
                      <w:color w:val="002060"/>
                    </w:rPr>
                  </w:pPr>
                  <w:r w:rsidRPr="00367E76">
                    <w:rPr>
                      <w:rFonts w:ascii="Arial" w:hAnsi="Arial" w:cs="Arial"/>
                      <w:b/>
                      <w:color w:val="002060"/>
                    </w:rPr>
                    <w:t>EP Rožnov, a.s.</w:t>
                  </w:r>
                  <w:r w:rsidRPr="00367E76">
                    <w:rPr>
                      <w:rFonts w:ascii="Arial" w:hAnsi="Arial" w:cs="Arial"/>
                      <w:color w:val="002060"/>
                    </w:rPr>
                    <w:t>, Boženy Němcové 1720, 756 61</w:t>
                  </w:r>
                  <w:r>
                    <w:rPr>
                      <w:rFonts w:ascii="Arial" w:hAnsi="Arial" w:cs="Arial"/>
                      <w:color w:val="002060"/>
                    </w:rPr>
                    <w:t xml:space="preserve"> Rožnov pod Radhoštěm          </w:t>
                  </w:r>
                </w:p>
                <w:p w14:paraId="01D78BF7" w14:textId="77777777" w:rsidR="000C5CAB" w:rsidRPr="00367E76" w:rsidRDefault="000C5CAB" w:rsidP="000C5CAB">
                  <w:pPr>
                    <w:keepNext/>
                    <w:spacing w:before="60"/>
                    <w:outlineLvl w:val="5"/>
                    <w:rPr>
                      <w:rFonts w:ascii="Arial" w:hAnsi="Arial" w:cs="Arial"/>
                      <w:color w:val="002060"/>
                    </w:rPr>
                  </w:pPr>
                  <w:r>
                    <w:rPr>
                      <w:rFonts w:ascii="Arial" w:hAnsi="Arial" w:cs="Arial"/>
                      <w:color w:val="002060"/>
                    </w:rPr>
                    <w:t>t</w:t>
                  </w:r>
                  <w:r w:rsidRPr="00367E76">
                    <w:rPr>
                      <w:rFonts w:ascii="Arial" w:hAnsi="Arial" w:cs="Arial"/>
                      <w:color w:val="002060"/>
                    </w:rPr>
                    <w:t xml:space="preserve">el.: +420 571 664 111, e-mail: </w:t>
                  </w:r>
                  <w:hyperlink r:id="rId10" w:history="1">
                    <w:r w:rsidRPr="00367E76">
                      <w:rPr>
                        <w:rFonts w:ascii="Arial" w:hAnsi="Arial" w:cs="Arial"/>
                        <w:color w:val="002060"/>
                      </w:rPr>
                      <w:t>ep@eproznov.cz</w:t>
                    </w:r>
                  </w:hyperlink>
                  <w:r w:rsidRPr="00367E76">
                    <w:rPr>
                      <w:rFonts w:ascii="Arial" w:hAnsi="Arial" w:cs="Arial"/>
                      <w:color w:val="00206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2060"/>
                    </w:rPr>
                    <w:tab/>
                  </w:r>
                  <w:r>
                    <w:rPr>
                      <w:rFonts w:ascii="Arial" w:hAnsi="Arial" w:cs="Arial"/>
                      <w:color w:val="002060"/>
                    </w:rPr>
                    <w:tab/>
                  </w:r>
                  <w:r>
                    <w:rPr>
                      <w:rFonts w:ascii="Arial" w:hAnsi="Arial" w:cs="Arial"/>
                      <w:color w:val="002060"/>
                    </w:rPr>
                    <w:tab/>
                    <w:t xml:space="preserve">                       </w:t>
                  </w:r>
                  <w:r w:rsidRPr="00367E76">
                    <w:rPr>
                      <w:rFonts w:ascii="Arial" w:hAnsi="Arial" w:cs="Arial"/>
                      <w:b/>
                      <w:color w:val="002060"/>
                    </w:rPr>
                    <w:t>www.eproznov.cz</w:t>
                  </w:r>
                </w:p>
                <w:p w14:paraId="452135C2" w14:textId="77777777" w:rsidR="000C5CAB" w:rsidRDefault="000C5CAB"/>
              </w:txbxContent>
            </v:textbox>
          </v:shape>
        </w:pict>
      </w:r>
    </w:p>
    <w:p w14:paraId="7BB240DE" w14:textId="77777777" w:rsidR="007F5BD4" w:rsidRPr="00B77013" w:rsidRDefault="007F5BD4" w:rsidP="00E84619">
      <w:pPr>
        <w:ind w:firstLine="221"/>
        <w:rPr>
          <w:rFonts w:ascii="Arial" w:hAnsi="Arial" w:cs="Arial"/>
          <w:sz w:val="22"/>
          <w:szCs w:val="22"/>
        </w:rPr>
      </w:pPr>
    </w:p>
    <w:sectPr w:rsidR="007F5BD4" w:rsidRPr="00B77013" w:rsidSect="009F373A">
      <w:headerReference w:type="default" r:id="rId11"/>
      <w:footerReference w:type="default" r:id="rId12"/>
      <w:pgSz w:w="11906" w:h="16838" w:code="9"/>
      <w:pgMar w:top="11" w:right="849" w:bottom="221" w:left="567" w:header="708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FECCC" w14:textId="77777777" w:rsidR="00603AB4" w:rsidRDefault="00603AB4">
      <w:r>
        <w:separator/>
      </w:r>
    </w:p>
  </w:endnote>
  <w:endnote w:type="continuationSeparator" w:id="0">
    <w:p w14:paraId="4091EFBE" w14:textId="77777777" w:rsidR="00603AB4" w:rsidRDefault="00603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ItcTEEC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49A96" w14:textId="77777777" w:rsidR="005E05B4" w:rsidRDefault="00000000">
    <w:pPr>
      <w:pStyle w:val="Zpat"/>
    </w:pPr>
    <w:r>
      <w:rPr>
        <w:noProof/>
      </w:rPr>
      <w:pict w14:anchorId="3819887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63.85pt;margin-top:-105.15pt;width:541.3pt;height:57.6pt;z-index:251487232" filled="f" stroked="f">
          <v:textbox style="mso-next-textbox:#_x0000_s1025">
            <w:txbxContent>
              <w:p w14:paraId="500EACE2" w14:textId="77777777" w:rsidR="005E05B4" w:rsidRPr="008601FE" w:rsidRDefault="005E05B4" w:rsidP="008601FE"/>
            </w:txbxContent>
          </v:textbox>
        </v:shape>
      </w:pict>
    </w:r>
    <w:r>
      <w:rPr>
        <w:noProof/>
      </w:rPr>
      <w:pict w14:anchorId="46940FD9">
        <v:shape id="_x0000_s1356" style="position:absolute;margin-left:558.4pt;margin-top:-56.3pt;width:2.4pt;height:2.4pt;z-index:251826176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3930C589">
        <v:shape id="_x0000_s1355" style="position:absolute;margin-left:553.6pt;margin-top:-56.3pt;width:2.4pt;height:2.4pt;z-index:251825152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1F16DA1C">
        <v:shape id="_x0000_s1354" style="position:absolute;margin-left:548.55pt;margin-top:-56.3pt;width:2.4pt;height:2.4pt;z-index:251824128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4ABA26A2">
        <v:shape id="_x0000_s1353" style="position:absolute;margin-left:543.75pt;margin-top:-56.3pt;width:2.4pt;height:2.4pt;z-index:251823104" coordsize="48,48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6268F31C">
        <v:shape id="_x0000_s1352" style="position:absolute;margin-left:538.95pt;margin-top:-56.3pt;width:2.4pt;height:2.4pt;z-index:251822080" coordsize="48,48" path="m24,l34,5r10,5l48,14r,10l48,34r-4,9l34,48r-10,l15,48,5,43,,34,,24,,14,5,10,15,5,24,xe" fillcolor="#00a7d1" stroked="f">
          <v:path arrowok="t"/>
        </v:shape>
      </w:pict>
    </w:r>
    <w:r>
      <w:rPr>
        <w:noProof/>
      </w:rPr>
      <w:pict w14:anchorId="6F436657">
        <v:shape id="_x0000_s1350" style="position:absolute;margin-left:533.8pt;margin-top:-56.25pt;width:2.4pt;height:2.4pt;z-index:251820032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07BA0A66">
        <v:shape id="_x0000_s1349" style="position:absolute;margin-left:528.75pt;margin-top:-56.25pt;width:2.4pt;height:2.4pt;z-index:251819008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072DA906">
        <v:shape id="_x0000_s1348" style="position:absolute;margin-left:523.95pt;margin-top:-56.25pt;width:2.4pt;height:2.4pt;z-index:251817984" coordsize="48,48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7DBA06F8">
        <v:shape id="_x0000_s1339" style="position:absolute;margin-left:471.25pt;margin-top:-56.25pt;width:2.4pt;height:2.4pt;z-index:251808768" coordsize="48,48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64AA5659">
        <v:shape id="_x0000_s1337" style="position:absolute;margin-left:466.2pt;margin-top:-56.25pt;width:2.4pt;height:2.4pt;z-index:251806720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75BF70B7">
        <v:shape id="_x0000_s1335" style="position:absolute;margin-left:461.4pt;margin-top:-56.25pt;width:2.4pt;height:2.4pt;z-index:251804672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4C541B42">
        <v:shape id="_x0000_s1332" style="position:absolute;margin-left:456.6pt;margin-top:-56.25pt;width:2.4pt;height:2.4pt;z-index:251801600" coordsize="48,48" path="m24,l34,5r9,5l48,14r,10l48,34r-5,9l34,48r-10,l15,48,5,43,,34,,24,,14,5,10,15,5,24,xe" fillcolor="#00a7d1" stroked="f">
          <v:path arrowok="t"/>
        </v:shape>
      </w:pict>
    </w:r>
    <w:r>
      <w:rPr>
        <w:noProof/>
      </w:rPr>
      <w:pict w14:anchorId="51A699B4">
        <v:shape id="_x0000_s1331" style="position:absolute;margin-left:519.7pt;margin-top:-56.25pt;width:2.4pt;height:2.4pt;z-index:251800576" coordsize="48,48" path="m24,l34,5r9,5l48,14r,10l48,34r-5,9l34,48r-10,l14,48,5,43,,34,,24,,14,5,10,14,5,24,xe" fillcolor="#00a7d1" stroked="f">
          <v:path arrowok="t"/>
        </v:shape>
      </w:pict>
    </w:r>
    <w:r>
      <w:rPr>
        <w:noProof/>
      </w:rPr>
      <w:pict w14:anchorId="7F63695A">
        <v:shape id="_x0000_s1328" style="position:absolute;margin-left:451.8pt;margin-top:-56.25pt;width:2.4pt;height:2.4pt;z-index:251797504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23CD8F2B">
        <v:shape id="_x0000_s1327" style="position:absolute;margin-left:514.9pt;margin-top:-56.25pt;width:2.4pt;height:2.4pt;z-index:251796480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1FFA26A3">
        <v:shape id="_x0000_s1324" style="position:absolute;margin-left:447pt;margin-top:-56.25pt;width:2.4pt;height:2.4pt;z-index:251793408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5AA8EFAA">
        <v:shape id="_x0000_s1323" style="position:absolute;margin-left:510.1pt;margin-top:-56.25pt;width:2.4pt;height:2.4pt;z-index:251792384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1DFF2C4B">
        <v:shape id="_x0000_s1320" style="position:absolute;margin-left:442pt;margin-top:-56.25pt;width:2.4pt;height:2.4pt;z-index:251789312" coordsize="48,48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6153036C">
        <v:shape id="_x0000_s1319" style="position:absolute;margin-left:505.05pt;margin-top:-56.25pt;width:2.4pt;height:2.4pt;z-index:251788288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48B73FB1">
        <v:shape id="_x0000_s1316" style="position:absolute;margin-left:437.2pt;margin-top:-56.25pt;width:2.4pt;height:2.4pt;z-index:251785216" coordsize="48,48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39135400">
        <v:shape id="_x0000_s1315" style="position:absolute;margin-left:500.25pt;margin-top:-56.25pt;width:2.4pt;height:2.4pt;z-index:251784192" coordsize="48,48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358A50A7">
        <v:shape id="_x0000_s1312" style="position:absolute;margin-left:432.4pt;margin-top:-56.25pt;width:2.4pt;height:2.4pt;z-index:251781120" coordsize="48,48" path="m24,r9,5l43,10r5,4l48,24r,10l43,43,33,48r-9,l14,48,5,43,,34,,24,,14,5,10,14,5,24,xe" fillcolor="#00a7d1" stroked="f">
          <v:path arrowok="t"/>
        </v:shape>
      </w:pict>
    </w:r>
    <w:r>
      <w:rPr>
        <w:noProof/>
      </w:rPr>
      <w:pict w14:anchorId="1644E98B">
        <v:shape id="_x0000_s1311" style="position:absolute;margin-left:495.45pt;margin-top:-56.25pt;width:2.4pt;height:2.4pt;z-index:251780096" coordsize="48,48" path="m24,l34,5r10,5l48,14r,10l48,34r-4,9l34,48r-10,l15,48,5,43,,34,,24,,14,5,10,15,5,24,xe" fillcolor="#00a7d1" stroked="f">
          <v:path arrowok="t"/>
        </v:shape>
      </w:pict>
    </w:r>
    <w:r>
      <w:rPr>
        <w:noProof/>
      </w:rPr>
      <w:pict w14:anchorId="6CC028EC">
        <v:shape id="_x0000_s1308" style="position:absolute;margin-left:427.6pt;margin-top:-56.25pt;width:2.4pt;height:2.4pt;z-index:251777024" coordsize="48,48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22EEE51D">
        <v:shape id="_x0000_s1307" style="position:absolute;margin-left:490.65pt;margin-top:-56.25pt;width:2.4pt;height:2.4pt;z-index:251776000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41D85B48">
        <v:shape id="_x0000_s1304" style="position:absolute;margin-left:422.8pt;margin-top:-56.25pt;width:2.4pt;height:2.4pt;z-index:251772928" coordsize="48,48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2432B984">
        <v:shape id="_x0000_s1303" style="position:absolute;margin-left:485.9pt;margin-top:-56.25pt;width:2.4pt;height:2.4pt;z-index:251771904" coordsize="48,48" path="m24,r9,5l38,10r5,4l48,24,43,34r-5,9l33,48r-9,l14,48,4,43,,34,,24,,14,4,10,14,5,24,xe" fillcolor="#00a7d1" stroked="f">
          <v:path arrowok="t"/>
        </v:shape>
      </w:pict>
    </w:r>
    <w:r>
      <w:rPr>
        <w:noProof/>
      </w:rPr>
      <w:pict w14:anchorId="4903C70F">
        <v:shape id="_x0000_s1300" style="position:absolute;margin-left:417.75pt;margin-top:-56.25pt;width:2.4pt;height:2.4pt;z-index:251768832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30F85694">
        <v:shape id="_x0000_s1299" style="position:absolute;margin-left:480.85pt;margin-top:-56.25pt;width:2.4pt;height:2.4pt;z-index:251767808" coordsize="48,48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421E3439">
        <v:shape id="_x0000_s1295" style="position:absolute;margin-left:412.95pt;margin-top:-56.25pt;width:2.4pt;height:2.4pt;z-index:251763712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1BC63AFD">
        <v:shape id="_x0000_s1294" style="position:absolute;margin-left:476.05pt;margin-top:-56.25pt;width:2.4pt;height:2.4pt;z-index:251762688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1ED1ABF1">
        <v:shape id="_x0000_s1290" style="position:absolute;margin-left:408.15pt;margin-top:-56.25pt;width:2.4pt;height:2.4pt;z-index:251758592;mso-wrap-edited:f" coordsize="48,48" wrapcoords="-16 0 -16 32 64 32 48 0 -16 0" path="m24,l34,5r9,5l48,14r,10l48,34r-5,9l34,48r-10,l15,48,5,43,,34,,24,,14,5,10,15,5,24,xe" fillcolor="#00a7d1" stroked="f">
          <v:path arrowok="t"/>
        </v:shape>
      </w:pict>
    </w:r>
    <w:r>
      <w:rPr>
        <w:noProof/>
      </w:rPr>
      <w:pict w14:anchorId="6CBE0095">
        <v:shape id="_x0000_s1286" style="position:absolute;margin-left:403.35pt;margin-top:-56.25pt;width:2.4pt;height:2.4pt;z-index:251754496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502951A2">
        <v:shape id="_x0000_s1282" style="position:absolute;margin-left:398.35pt;margin-top:-56.25pt;width:2.6pt;height:2.4pt;z-index:251750400;mso-wrap-edited:f" coordsize="52,48" wrapcoords="-17 0 -17 32 69 32 52 0 -17 0" path="m28,l38,5r5,5l48,14r4,10l48,34r-5,9l38,48r-10,l19,48,9,43,4,34,,24,4,14,9,10,19,5,28,xe" fillcolor="#00a7d1" stroked="f">
          <v:path arrowok="t"/>
        </v:shape>
      </w:pict>
    </w:r>
    <w:r>
      <w:rPr>
        <w:noProof/>
      </w:rPr>
      <w:pict w14:anchorId="5C2D9748">
        <v:shape id="_x0000_s1278" style="position:absolute;margin-left:393.55pt;margin-top:-56.25pt;width:2.4pt;height:2.4pt;z-index:251746304;mso-wrap-edited:f" coordsize="48,48" wrapcoords="-16 0 -16 32 64 32 48 0 -16 0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5C11806B">
        <v:shape id="_x0000_s1274" style="position:absolute;margin-left:388.75pt;margin-top:-56.25pt;width:2.4pt;height:2.4pt;z-index:251742208;mso-wrap-edited:f" coordsize="48,48" wrapcoords="-16 0 -16 32 64 32 48 0 -16 0" path="m24,r9,5l43,10r5,4l48,24r,10l43,43,33,48r-9,l14,48,9,43,,34,,24,,14,9,10,14,5,24,xe" fillcolor="#00a7d1" stroked="f">
          <v:path arrowok="t"/>
        </v:shape>
      </w:pict>
    </w:r>
    <w:r>
      <w:rPr>
        <w:noProof/>
      </w:rPr>
      <w:pict w14:anchorId="26786BDA">
        <v:shape id="_x0000_s1270" style="position:absolute;margin-left:383.95pt;margin-top:-56.25pt;width:2.4pt;height:2.4pt;z-index:251738112;mso-wrap-edited:f" coordsize="48,48" wrapcoords="-16 0 -16 32 64 32 48 0 -16 0" path="m24,r9,5l38,10r10,4l48,24r,10l38,43r-5,5l24,48r-10,l4,43,,34,,24,,14,4,10,14,5,24,xe" fillcolor="#00a7d1" stroked="f">
          <v:path arrowok="t"/>
        </v:shape>
      </w:pict>
    </w:r>
    <w:r>
      <w:rPr>
        <w:noProof/>
      </w:rPr>
      <w:pict w14:anchorId="74CE6202">
        <v:shape id="_x0000_s1266" style="position:absolute;margin-left:379.15pt;margin-top:-56.25pt;width:2.4pt;height:2.4pt;z-index:251734016;mso-wrap-edited:f" coordsize="48,48" wrapcoords="-16 0 -16 32 64 32 48 0 -16 0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2C92E26F">
        <v:shape id="_x0000_s1262" style="position:absolute;margin-left:374.1pt;margin-top:-56.25pt;width:2.65pt;height:2.4pt;z-index:251729920;mso-wrap-edited:f" coordsize="53,48" wrapcoords="-13 0 -13 32 66 32 53 0 -13 0" path="m29,r5,5l43,10r5,4l53,24,48,34r-5,9l34,48r-5,l19,48,10,43,5,34,,24,5,14r5,-4l19,5,29,xe" fillcolor="#00a7d1" stroked="f">
          <v:path arrowok="t"/>
        </v:shape>
      </w:pict>
    </w:r>
    <w:r>
      <w:rPr>
        <w:noProof/>
      </w:rPr>
      <w:pict w14:anchorId="1A0591F8">
        <v:shape id="_x0000_s1258" style="position:absolute;margin-left:369.3pt;margin-top:-56.25pt;width:2.4pt;height:2.4pt;z-index:251725824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 w14:anchorId="62BDA22C">
        <v:shape id="_x0000_s1254" style="position:absolute;margin-left:364.5pt;margin-top:-56.25pt;width:2.4pt;height:2.4pt;z-index:251721728;mso-wrap-edited:f" coordsize="48,48" wrapcoords="-16 0 -16 32 64 32 48 0 -16 0" path="m24,l34,5r9,5l48,14r,10l48,34r-5,9l34,48r-10,l15,48,10,43,,34,,24,,14,10,10,15,5,24,xe" fillcolor="#00a7d1" stroked="f">
          <v:path arrowok="t"/>
        </v:shape>
      </w:pict>
    </w:r>
    <w:r>
      <w:rPr>
        <w:noProof/>
      </w:rPr>
      <w:pict w14:anchorId="20034BFA">
        <v:shape id="_x0000_s1250" style="position:absolute;margin-left:359.7pt;margin-top:-56.25pt;width:2.4pt;height:2.4pt;z-index:251717632;mso-wrap-edited:f" coordsize="48,48" wrapcoords="-16 0 -16 32 64 32 48 0 -16 0" path="m24,l34,5r5,5l48,14r,10l48,34r-9,9l34,48r-10,l15,48,5,43,,34,,24,,14,5,10,15,5,24,xe" fillcolor="#00a7d1" stroked="f">
          <v:path arrowok="t"/>
        </v:shape>
      </w:pict>
    </w:r>
    <w:r>
      <w:rPr>
        <w:noProof/>
      </w:rPr>
      <w:pict w14:anchorId="39866F11">
        <v:shape id="_x0000_s1246" style="position:absolute;margin-left:354.9pt;margin-top:-56.25pt;width:2.4pt;height:2.4pt;z-index:251713536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755FB052">
        <v:shape id="_x0000_s1242" style="position:absolute;margin-left:349.85pt;margin-top:-56.25pt;width:2.65pt;height:2.4pt;z-index:251709440;mso-wrap-edited:f" coordsize="53,48" wrapcoords="0 0 -13 16 -13 32 66 32 53 0 0 0" path="m24,l34,5r10,5l48,14r5,10l48,34r-4,9l34,48r-10,l20,48,10,43,5,34,,24,5,14r5,-4l20,5,24,xe" fillcolor="#00a7d1" stroked="f">
          <v:path arrowok="t"/>
        </v:shape>
      </w:pict>
    </w:r>
    <w:r>
      <w:rPr>
        <w:noProof/>
      </w:rPr>
      <w:pict w14:anchorId="72FC2F20">
        <v:shape id="_x0000_s1238" style="position:absolute;margin-left:345.1pt;margin-top:-56.25pt;width:2.4pt;height:2.4pt;z-index:251705344;mso-wrap-edited:f" coordsize="48,48" wrapcoords="-16 0 -16 32 64 32 48 0 -16 0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4FA8C9D9">
        <v:shape id="_x0000_s1234" style="position:absolute;margin-left:340.3pt;margin-top:-56.25pt;width:2.4pt;height:2.4pt;z-index:251701248;mso-wrap-edited:f" coordsize="48,48" wrapcoords="-16 0 -16 32 64 32 48 0 -16 0" path="m24,r9,5l43,10r5,4l48,24r,10l43,43,33,48r-9,l14,48,4,43,,34,,24,,14,4,10,14,5,24,xe" fillcolor="#00a7d1" stroked="f">
          <v:path arrowok="t"/>
        </v:shape>
      </w:pict>
    </w:r>
    <w:r>
      <w:rPr>
        <w:noProof/>
      </w:rPr>
      <w:pict w14:anchorId="195460FA">
        <v:shape id="_x0000_s1230" style="position:absolute;margin-left:335.5pt;margin-top:-56.25pt;width:2.4pt;height:2.4pt;z-index:251697152;mso-wrap-edited:f" coordsize="48,48" wrapcoords="-16 0 -16 32 64 32 48 0 -16 0" path="m24,r9,5l38,10r10,4l48,24r,10l38,43r-5,5l24,48r-10,l4,43,,34,,24,,14,4,10,14,5,24,xe" fillcolor="#00a7d1" stroked="f">
          <v:path arrowok="t"/>
        </v:shape>
      </w:pict>
    </w:r>
    <w:r>
      <w:rPr>
        <w:noProof/>
      </w:rPr>
      <w:pict w14:anchorId="551913D0">
        <v:shape id="_x0000_s1226" style="position:absolute;margin-left:330.7pt;margin-top:-56.25pt;width:2.4pt;height:2.4pt;z-index:251693056;mso-wrap-edited:f" coordsize="48,48" wrapcoords="-16 0 -16 32 64 32 48 0 -16 0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3E19E6DB">
        <v:shape id="_x0000_s1222" style="position:absolute;margin-left:325.65pt;margin-top:-56.25pt;width:2.65pt;height:2.4pt;z-index:251688960;mso-wrap-edited:f" coordsize="53,48" wrapcoords="-13 0 -13 32 66 32 53 0 -13 0" path="m24,l34,5r9,5l48,14r5,10l48,34r-5,9l34,48r-10,l14,48,10,43,5,34,,24,5,14r5,-4l14,5,24,xe" fillcolor="#00a7d1" stroked="f">
          <v:path arrowok="t"/>
        </v:shape>
      </w:pict>
    </w:r>
    <w:r>
      <w:rPr>
        <w:noProof/>
      </w:rPr>
      <w:pict w14:anchorId="02BA46AA">
        <v:shape id="_x0000_s1218" style="position:absolute;margin-left:320.85pt;margin-top:-56.25pt;width:2.4pt;height:2.4pt;z-index:251684864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 w14:anchorId="3F3598D6">
        <v:shape id="_x0000_s1214" style="position:absolute;margin-left:316.05pt;margin-top:-56.25pt;width:2.4pt;height:2.4pt;z-index:251680768;mso-wrap-edited:f" coordsize="48,48" wrapcoords="-16 0 -16 32 64 32 48 0 -16 0" path="m24,l34,5r9,5l48,14r,10l48,34r-5,9l34,48r-10,l14,48,5,43,,34,,24,,14,5,10,14,5,24,xe" fillcolor="#00a7d1" stroked="f">
          <v:path arrowok="t"/>
        </v:shape>
      </w:pict>
    </w:r>
    <w:r>
      <w:rPr>
        <w:noProof/>
      </w:rPr>
      <w:pict w14:anchorId="0635229D">
        <v:shape id="_x0000_s1210" style="position:absolute;margin-left:311.25pt;margin-top:-56.25pt;width:2.4pt;height:2.4pt;z-index:251676672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3F7D957C">
        <v:shape id="_x0000_s1207" style="position:absolute;margin-left:306.45pt;margin-top:-56.25pt;width:2.4pt;height:2.4pt;z-index:251673600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4FDC9594">
        <v:shape id="_x0000_s1204" style="position:absolute;margin-left:301.4pt;margin-top:-56.25pt;width:2.4pt;height:2.4pt;z-index:251670528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5C633F4E">
        <v:shape id="_x0000_s1201" style="position:absolute;margin-left:296.6pt;margin-top:-56.25pt;width:2.4pt;height:2.4pt;z-index:251667456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66808CCB">
        <v:shape id="_x0000_s1198" style="position:absolute;margin-left:291.85pt;margin-top:-56.25pt;width:2.4pt;height:2.4pt;z-index:251664384;mso-wrap-edited:f" coordsize="48,48" wrapcoords="-16 0 -16 32 64 32 48 0 -16 0" path="m24,r9,5l43,10r5,4l48,24r,10l43,43,33,48r-9,l14,48,4,43,,34,,24,,14,4,10,14,5,24,xe" fillcolor="#00a7d1" stroked="f">
          <v:path arrowok="t"/>
        </v:shape>
      </w:pict>
    </w:r>
    <w:r>
      <w:rPr>
        <w:noProof/>
      </w:rPr>
      <w:pict w14:anchorId="6CA63271">
        <v:shape id="_x0000_s1195" style="position:absolute;margin-left:80pt;margin-top:-266.55pt;width:2.4pt;height:2.4pt;z-index:251661312;mso-wrap-edited:f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 w14:anchorId="3EEA0C11">
        <v:shape id="_x0000_s1194" style="position:absolute;margin-left:287.05pt;margin-top:-56.25pt;width:2.4pt;height:2.4pt;z-index:251660288;mso-wrap-edited:f" coordsize="48,48" wrapcoords="-16 0 -16 32 64 32 48 0 -16 0" path="m24,r9,5l38,10r5,4l48,24,43,34r-5,9l33,48r-9,l14,48,4,43,,34,,24,,14,4,10,14,5,24,xe" fillcolor="#00a7d1" stroked="f">
          <v:path arrowok="t"/>
        </v:shape>
      </w:pict>
    </w:r>
    <w:r>
      <w:rPr>
        <w:noProof/>
      </w:rPr>
      <w:pict w14:anchorId="33DDBB1F">
        <v:shape id="_x0000_s1191" style="position:absolute;margin-left:80pt;margin-top:-261.75pt;width:2.4pt;height:2.65pt;z-index:251657216;mso-wrap-edited:f" coordsize="48,53" wrapcoords="-16 0 -16 40 48 40 48 0 -16 0" path="m,24l,19,5,9,14,5,24,,34,5r4,4l43,19r5,5l43,33,38,43r-4,5l24,53,14,48,5,43,,33,,24xe" fillcolor="#00a7d1" stroked="f">
          <v:path arrowok="t"/>
        </v:shape>
      </w:pict>
    </w:r>
    <w:r>
      <w:rPr>
        <w:noProof/>
      </w:rPr>
      <w:pict w14:anchorId="5C607106">
        <v:shape id="_x0000_s1190" style="position:absolute;margin-left:282.25pt;margin-top:-56.25pt;width:2.4pt;height:2.4pt;z-index:251656192;mso-wrap-edited:f" coordsize="48,48" wrapcoords="-16 0 -16 32 64 32 48 0 -16 0" path="m24,r9,5l38,10r5,4l48,24,43,34r-5,9l33,48r-9,l14,48,4,43,,34,,24,,14,4,10,14,5,24,xe" fillcolor="#00a7d1" stroked="f">
          <v:path arrowok="t"/>
        </v:shape>
      </w:pict>
    </w:r>
    <w:r>
      <w:rPr>
        <w:noProof/>
      </w:rPr>
      <w:pict w14:anchorId="7ADCC812">
        <v:shape id="_x0000_s1187" style="position:absolute;margin-left:80pt;margin-top:-256.7pt;width:2.4pt;height:2.35pt;z-index:251653120;mso-wrap-edited:f" coordsize="48,47" wrapcoords="-16 0 -16 31 48 31 48 0 -16 0" path="m,23l,14,5,4,14,,24,,34,r4,4l43,14r5,9l43,33r-5,5l34,43,24,47,14,43,5,38,,33,,23xe" fillcolor="#00a7d1" stroked="f">
          <v:path arrowok="t"/>
        </v:shape>
      </w:pict>
    </w:r>
    <w:r>
      <w:rPr>
        <w:noProof/>
      </w:rPr>
      <w:pict w14:anchorId="02F45307">
        <v:shape id="_x0000_s1186" style="position:absolute;margin-left:277.2pt;margin-top:-56.25pt;width:2.4pt;height:2.4pt;z-index:251652096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 w14:anchorId="7221EA03">
        <v:shape id="_x0000_s1183" style="position:absolute;margin-left:80pt;margin-top:-251.95pt;width:2.4pt;height:2.4pt;z-index:251649024;mso-wrap-edited:f" coordsize="48,48" wrapcoords="-16 0 -16 32 48 32 48 0 -16 0" path="m,24l,15,5,5,14,,24,,34,r4,5l43,15r5,9l43,34r-5,5l34,48r-10,l14,48,5,39,,34,,24xe" fillcolor="#00a7d1" stroked="f">
          <v:path arrowok="t"/>
        </v:shape>
      </w:pict>
    </w:r>
    <w:r>
      <w:rPr>
        <w:noProof/>
      </w:rPr>
      <w:pict w14:anchorId="1A1B7752">
        <v:shape id="_x0000_s1182" style="position:absolute;margin-left:272.4pt;margin-top:-56.25pt;width:2.4pt;height:2.4pt;z-index:251648000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 w14:anchorId="2ABD4381">
        <v:shape id="_x0000_s1179" style="position:absolute;margin-left:80pt;margin-top:-247.15pt;width:2.4pt;height:2.4pt;z-index:251644928;mso-wrap-edited:f" coordsize="48,48" wrapcoords="-16 0 -16 32 64 32 48 0 -16 0" path="m,24l,15,5,10,14,,24,,34,r4,10l43,15r5,9l43,34,38,44r-4,4l24,48r-10,l5,44,,34,,24xe" fillcolor="#00a7d1" stroked="f">
          <v:path arrowok="t"/>
        </v:shape>
      </w:pict>
    </w:r>
    <w:r>
      <w:rPr>
        <w:noProof/>
      </w:rPr>
      <w:pict w14:anchorId="39D386FA">
        <v:shape id="_x0000_s1178" style="position:absolute;margin-left:267.6pt;margin-top:-56.25pt;width:2.4pt;height:2.4pt;z-index:251643904;mso-wrap-edited:f" coordsize="48,48" wrapcoords="-16 0 -16 32 64 32 48 0 -16 0" path="m24,l34,5r9,5l48,14r,10l48,34r-5,9l34,48r-10,l14,48,5,43,,34,,24,,14,5,10,14,5,24,xe" fillcolor="#00a7d1" stroked="f">
          <v:path arrowok="t"/>
        </v:shape>
      </w:pict>
    </w:r>
    <w:r>
      <w:rPr>
        <w:noProof/>
      </w:rPr>
      <w:pict w14:anchorId="02EDF9DE">
        <v:shape id="_x0000_s1175" style="position:absolute;margin-left:80pt;margin-top:-242.35pt;width:2.4pt;height:2.4pt;z-index:251640832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7E977357">
        <v:shape id="_x0000_s1174" style="position:absolute;margin-left:262.8pt;margin-top:-56.25pt;width:2.4pt;height:2.4pt;z-index:251639808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1330CB91">
        <v:shape id="_x0000_s1171" style="position:absolute;margin-left:80pt;margin-top:-237.55pt;width:2.4pt;height:2.65pt;z-index:251636736;mso-wrap-edited:f" coordsize="48,53" wrapcoords="-16 0 -16 40 48 40 48 0 -16 0" path="m,29l,19,5,10,14,5,24,,34,5r4,5l43,19r5,10l43,34r-5,9l34,48,24,53,14,48,5,43,,34,,29xe" fillcolor="#00a7d1" stroked="f">
          <v:path arrowok="t"/>
        </v:shape>
      </w:pict>
    </w:r>
    <w:r>
      <w:rPr>
        <w:noProof/>
      </w:rPr>
      <w:pict w14:anchorId="51FE46ED">
        <v:shape id="_x0000_s1170" style="position:absolute;margin-left:258pt;margin-top:-56.25pt;width:2.4pt;height:2.4pt;z-index:251635712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22F3D65B">
        <v:shape id="_x0000_s1167" style="position:absolute;margin-left:80pt;margin-top:-232.5pt;width:2.4pt;height:2.4pt;z-index:251632640;mso-wrap-edited:f" coordsize="48,48" wrapcoords="-16 0 -16 32 48 32 48 0 -16 0" path="m,24l,14,5,5,14,,24,,34,r4,5l43,14r5,10l43,34r-5,4l34,43,24,48,14,43,5,38,,34,,24xe" fillcolor="#00a7d1" stroked="f">
          <v:path arrowok="t"/>
        </v:shape>
      </w:pict>
    </w:r>
    <w:r>
      <w:rPr>
        <w:noProof/>
      </w:rPr>
      <w:pict w14:anchorId="7F7315E1">
        <v:shape id="_x0000_s1166" style="position:absolute;margin-left:252.95pt;margin-top:-56.25pt;width:2.4pt;height:2.4pt;z-index:251631616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7D1B5B1C">
        <v:shape id="_x0000_s1163" style="position:absolute;margin-left:80pt;margin-top:-227.7pt;width:2.4pt;height:2.4pt;z-index:251628544;mso-wrap-edited:f" coordsize="48,48" wrapcoords="-16 0 -16 32 64 32 48 0 -16 0" path="m,24l,14,5,5,14,,24,,34,r4,5l43,14r5,10l43,33,38,43r-4,5l24,48r-10,l5,43,,33,,24xe" fillcolor="#00a7d1" stroked="f">
          <v:path arrowok="t"/>
        </v:shape>
      </w:pict>
    </w:r>
    <w:r>
      <w:rPr>
        <w:noProof/>
      </w:rPr>
      <w:pict w14:anchorId="1D834379">
        <v:shape id="_x0000_s1162" style="position:absolute;margin-left:248.15pt;margin-top:-56.25pt;width:2.4pt;height:2.4pt;z-index:251627520;mso-wrap-edited:f" coordsize="48,48" wrapcoords="-16 0 -16 32 64 32 48 0 -16 0" path="m24,l34,5r10,5l48,14r,10l48,34r-4,9l34,48r-10,l15,48,10,43,,34,,24,,14,10,10,15,5,24,xe" fillcolor="#00a7d1" stroked="f">
          <v:path arrowok="t"/>
        </v:shape>
      </w:pict>
    </w:r>
    <w:r>
      <w:rPr>
        <w:noProof/>
      </w:rPr>
      <w:pict w14:anchorId="4FC04E00">
        <v:shape id="_x0000_s1159" style="position:absolute;margin-left:80pt;margin-top:-222.9pt;width:2.4pt;height:2.4pt;z-index:251624448;mso-wrap-edited:f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 w14:anchorId="1F7D360F">
        <v:shape id="_x0000_s1158" style="position:absolute;margin-left:243.4pt;margin-top:-56.25pt;width:2.35pt;height:2.4pt;z-index:251623424;mso-wrap-edited:f" coordsize="47,48" wrapcoords="-16 0 -16 32 63 32 47 0 -16 0" path="m23,l33,5r10,5l47,14r,10l47,34r-4,9l33,48r-10,l14,48,4,43,,34,,24,,14,4,10,14,5,23,xe" fillcolor="#00a7d1" stroked="f">
          <v:path arrowok="t"/>
        </v:shape>
      </w:pict>
    </w:r>
    <w:r>
      <w:rPr>
        <w:noProof/>
      </w:rPr>
      <w:pict w14:anchorId="218FB20C">
        <v:shape id="_x0000_s1155" style="position:absolute;margin-left:80pt;margin-top:-218.1pt;width:2.4pt;height:2.4pt;z-index:251620352;mso-wrap-edited:f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 w14:anchorId="20AE2C9C">
        <v:shape id="_x0000_s1154" style="position:absolute;margin-left:238.6pt;margin-top:-56.25pt;width:2.4pt;height:2.4pt;z-index:251619328;mso-wrap-edited:f" coordsize="48,48" wrapcoords="-16 0 -16 32 64 32 48 0 -16 0" path="m24,r9,5l38,10r5,4l48,24,43,34r-5,9l33,48r-9,l14,48,4,43,,34,,24,,14,4,10,14,5,24,xe" fillcolor="#00a7d1" stroked="f">
          <v:path arrowok="t"/>
        </v:shape>
      </w:pict>
    </w:r>
    <w:r>
      <w:rPr>
        <w:noProof/>
      </w:rPr>
      <w:pict w14:anchorId="54F223A1">
        <v:shape id="_x0000_s1151" style="position:absolute;margin-left:80pt;margin-top:-213.1pt;width:2.4pt;height:2.4pt;z-index:251616256;mso-wrap-edited:f" coordsize="48,48" wrapcoords="-16 0 -16 32 48 32 48 0 -16 0" path="m,24l,15,5,5,14,,24,,34,r4,5l43,15r5,9l43,34r-5,5l34,44,24,48,14,44,5,39,,34,,24xe" fillcolor="#00a7d1" stroked="f">
          <v:path arrowok="t"/>
        </v:shape>
      </w:pict>
    </w:r>
    <w:r>
      <w:rPr>
        <w:noProof/>
      </w:rPr>
      <w:pict w14:anchorId="684DB1DA">
        <v:shape id="_x0000_s1150" style="position:absolute;margin-left:233.55pt;margin-top:-56.25pt;width:2.65pt;height:2.4pt;z-index:251615232;mso-wrap-edited:f" coordsize="53,48" wrapcoords="-13 0 -13 32 66 32 40 0 -13 0" path="m29,r4,5l43,10r5,4l53,24,48,34r-5,9l33,48r-4,l19,48,9,43,5,34,,24,5,14,9,10,19,5,29,xe" fillcolor="#00a7d1" stroked="f">
          <v:path arrowok="t"/>
        </v:shape>
      </w:pict>
    </w:r>
    <w:r>
      <w:rPr>
        <w:noProof/>
      </w:rPr>
      <w:pict w14:anchorId="07ACD449">
        <v:shape id="_x0000_s1147" style="position:absolute;margin-left:80pt;margin-top:-208.3pt;width:2.4pt;height:2.4pt;z-index:251612160;mso-wrap-edited:f" coordsize="48,48" wrapcoords="-16 0 -16 32 48 32 48 0 -16 0" path="m,24l,15,5,5,14,,24,,34,r4,5l43,15r5,9l43,34r-5,5l34,44,24,48,14,44,5,39,,34,,24xe" fillcolor="#00a7d1" stroked="f">
          <v:path arrowok="t"/>
        </v:shape>
      </w:pict>
    </w:r>
    <w:r>
      <w:rPr>
        <w:noProof/>
      </w:rPr>
      <w:pict w14:anchorId="0C58B111">
        <v:shape id="_x0000_s1146" style="position:absolute;margin-left:228.75pt;margin-top:-56.25pt;width:2.4pt;height:2.4pt;z-index:251611136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418D83A9">
        <v:shape id="_x0000_s1143" style="position:absolute;margin-left:80pt;margin-top:-203.5pt;width:2.4pt;height:2.4pt;z-index:251608064;mso-wrap-edited:f" coordsize="48,48" wrapcoords="-16 0 -16 32 64 32 48 0 -16 0" path="m,24l,15,5,5,14,,24,,34,r4,5l43,15r5,9l43,34r-5,9l34,48r-10,l14,48,5,43,,34,,24xe" fillcolor="#00a7d1" stroked="f">
          <v:path arrowok="t"/>
        </v:shape>
      </w:pict>
    </w:r>
    <w:r>
      <w:rPr>
        <w:noProof/>
      </w:rPr>
      <w:pict w14:anchorId="6D00C3DB">
        <v:shape id="_x0000_s1142" style="position:absolute;margin-left:223.95pt;margin-top:-56.25pt;width:2.4pt;height:2.4pt;z-index:251607040;mso-wrap-edited:f" coordsize="48,48" wrapcoords="-16 0 -16 32 64 32 48 0 -16 0" path="m24,l34,5r9,5l48,14r,10l48,34r-5,9l34,48r-10,l14,48,10,43,,34,,24,,14,10,10,14,5,24,xe" fillcolor="#00a7d1" stroked="f">
          <v:path arrowok="t"/>
        </v:shape>
      </w:pict>
    </w:r>
    <w:r>
      <w:rPr>
        <w:noProof/>
      </w:rPr>
      <w:pict w14:anchorId="5166A41D">
        <v:shape id="_x0000_s1139" style="position:absolute;margin-left:80pt;margin-top:-198.7pt;width:2.4pt;height:2.4pt;z-index:251603968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69B2DA9A">
        <v:shape id="_x0000_s1138" style="position:absolute;margin-left:219.15pt;margin-top:-56.25pt;width:2.4pt;height:2.4pt;z-index:251602944;mso-wrap-edited:f" coordsize="48,48" wrapcoords="-16 0 -16 32 64 32 48 0 -16 0" path="m24,l34,5r4,5l48,14r,10l48,34,38,43r-4,5l24,48r-10,l5,43,,34,,24,,14,5,10,14,5,24,xe" fillcolor="#00a7d1" stroked="f">
          <v:path arrowok="t"/>
        </v:shape>
      </w:pict>
    </w:r>
    <w:r>
      <w:rPr>
        <w:noProof/>
      </w:rPr>
      <w:pict w14:anchorId="0D793FA2">
        <v:shape id="_x0000_s1136" style="position:absolute;margin-left:80pt;margin-top:-407.1pt;width:2.4pt;height:2.4pt;z-index:251600896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7F8ADCB9">
        <v:shape id="_x0000_s1135" style="position:absolute;margin-left:80pt;margin-top:-193.9pt;width:2.4pt;height:2.4pt;z-index:251599872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0D42B23A">
        <v:shape id="_x0000_s1134" style="position:absolute;margin-left:214.35pt;margin-top:-56.25pt;width:2.4pt;height:2.4pt;z-index:251598848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52BC08DA">
        <v:shape id="_x0000_s1132" style="position:absolute;margin-left:80pt;margin-top:-402.05pt;width:2.4pt;height:2.4pt;z-index:251596800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12AC6C5D">
        <v:shape id="_x0000_s1131" style="position:absolute;margin-left:80pt;margin-top:-188.85pt;width:2.4pt;height:2.4pt;z-index:251595776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7BC5E51A">
        <v:shape id="_x0000_s1130" style="position:absolute;margin-left:209.3pt;margin-top:-56.25pt;width:2.65pt;height:2.4pt;z-index:251594752;mso-wrap-edited:f" coordsize="53,48" wrapcoords="-13 0 -13 32 66 32 53 0 -13 0" path="m24,l34,5r9,5l48,14r5,10l48,34r-5,9l34,48r-10,l19,48,10,43,5,34,,24,5,14r5,-4l19,5,24,xe" fillcolor="#00a7d1" stroked="f">
          <v:path arrowok="t"/>
        </v:shape>
      </w:pict>
    </w:r>
    <w:r>
      <w:rPr>
        <w:noProof/>
      </w:rPr>
      <w:pict w14:anchorId="71F314EC">
        <v:shape id="_x0000_s1128" style="position:absolute;margin-left:80pt;margin-top:-397.25pt;width:2.4pt;height:2.4pt;z-index:251592704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157692F4">
        <v:shape id="_x0000_s1127" style="position:absolute;margin-left:80pt;margin-top:-184.05pt;width:2.4pt;height:2.4pt;z-index:251591680;mso-wrap-edited:f" coordsize="48,48" wrapcoords="-16 0 -16 32 48 32 48 0 -16 0" path="m,24l,14,5,5,14,,24,,34,r4,5l43,14r5,10l43,33r-5,5l34,48r-10,l14,48,5,38,,33,,24xe" fillcolor="#00a7d1" stroked="f">
          <v:path arrowok="t"/>
        </v:shape>
      </w:pict>
    </w:r>
    <w:r>
      <w:rPr>
        <w:noProof/>
      </w:rPr>
      <w:pict w14:anchorId="00F05FCE">
        <v:shape id="_x0000_s1126" style="position:absolute;margin-left:204.5pt;margin-top:-56.25pt;width:2.4pt;height:2.4pt;z-index:251590656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2098080D">
        <v:shape id="_x0000_s1124" style="position:absolute;margin-left:80pt;margin-top:-392.45pt;width:2.4pt;height:2.4pt;z-index:251588608;mso-wrap-edited:f" coordsize="48,48" wrapcoords="-16 0 -16 32 64 32 48 0 -16 0" path="m,24l,14,5,5,14,,24,,34,r4,5l43,14r5,10l43,33,38,43r-4,5l24,48r-10,l5,43,,33,,24xe" fillcolor="#00a7d1" stroked="f">
          <v:path arrowok="t"/>
        </v:shape>
      </w:pict>
    </w:r>
    <w:r>
      <w:rPr>
        <w:noProof/>
      </w:rPr>
      <w:pict w14:anchorId="0379A6A1">
        <v:shape id="_x0000_s1123" style="position:absolute;margin-left:80pt;margin-top:-179.25pt;width:2.4pt;height:2.4pt;z-index:251587584;mso-wrap-edited:f" coordsize="48,48" wrapcoords="-16 0 -16 32 64 32 48 0 -16 0" path="m,24l,14,5,9,14,,24,,34,r4,9l43,14r5,10l43,33,38,43r-4,5l24,48r-10,l5,43,,33,,24xe" fillcolor="#00a7d1" stroked="f">
          <v:path arrowok="t"/>
        </v:shape>
      </w:pict>
    </w:r>
    <w:r>
      <w:rPr>
        <w:noProof/>
      </w:rPr>
      <w:pict w14:anchorId="6CFA2D8A">
        <v:shape id="_x0000_s1122" style="position:absolute;margin-left:199.7pt;margin-top:-56.25pt;width:2.4pt;height:2.4pt;z-index:251586560;mso-wrap-edited:f" coordsize="48,48" wrapcoords="-16 0 -16 32 64 32 48 0 -16 0" path="m24,l34,5r10,5l48,14r,10l48,34r-4,9l34,48r-10,l15,48,10,43,,34,,24,,14,10,10,15,5,24,xe" fillcolor="#00a7d1" stroked="f">
          <v:path arrowok="t"/>
        </v:shape>
      </w:pict>
    </w:r>
    <w:r>
      <w:rPr>
        <w:noProof/>
      </w:rPr>
      <w:pict w14:anchorId="54B1EE6C">
        <v:shape id="_x0000_s1120" style="position:absolute;margin-left:80pt;margin-top:-387.65pt;width:2.4pt;height:2.4pt;z-index:251584512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49147B07">
        <v:shape id="_x0000_s1119" style="position:absolute;margin-left:80pt;margin-top:-174.45pt;width:2.4pt;height:2.4pt;z-index:251583488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31C0948F">
        <v:shape id="_x0000_s1118" style="position:absolute;margin-left:194.9pt;margin-top:-56.25pt;width:2.4pt;height:2.4pt;z-index:251582464;mso-wrap-edited:f" coordsize="48,48" wrapcoords="-16 0 -16 32 64 32 48 0 -16 0" path="m24,l34,5r5,5l48,14r,10l48,34r-9,9l34,48r-10,l15,48,5,43,,34,,24,,14,5,10,15,5,24,xe" fillcolor="#00a7d1" stroked="f">
          <v:path arrowok="t"/>
        </v:shape>
      </w:pict>
    </w:r>
    <w:r>
      <w:rPr>
        <w:noProof/>
      </w:rPr>
      <w:pict w14:anchorId="441003B2">
        <v:shape id="_x0000_s1116" style="position:absolute;margin-left:80pt;margin-top:-382.85pt;width:2.4pt;height:2.6pt;z-index:251580416;mso-wrap-edited:f" coordsize="48,52" wrapcoords="-16 0 -16 35 48 35 48 0 -16 0" path="m,24l,14,5,9,14,4,24,,34,4r4,5l43,14r5,10l43,33,38,43r-4,5l24,52,14,48,5,43,,33,,24xe" fillcolor="#00a7d1" stroked="f">
          <v:path arrowok="t"/>
        </v:shape>
      </w:pict>
    </w:r>
    <w:r>
      <w:rPr>
        <w:noProof/>
      </w:rPr>
      <w:pict w14:anchorId="356AA406">
        <v:shape id="_x0000_s1115" style="position:absolute;margin-left:80pt;margin-top:-169.65pt;width:2.4pt;height:2.6pt;z-index:251579392;mso-wrap-edited:f" coordsize="48,52" wrapcoords="-16 0 -16 35 48 35 48 0 -16 0" path="m,24l,19,5,9,14,4,24,,34,4r4,5l43,19r5,5l43,33,38,43r-4,5l24,52,14,48,5,43,,33,,24xe" fillcolor="#00a7d1" stroked="f">
          <v:path arrowok="t"/>
        </v:shape>
      </w:pict>
    </w:r>
    <w:r>
      <w:rPr>
        <w:noProof/>
      </w:rPr>
      <w:pict w14:anchorId="57234448">
        <v:shape id="_x0000_s1114" style="position:absolute;margin-left:190.15pt;margin-top:-56.25pt;width:2.35pt;height:2.4pt;z-index:251578368;mso-wrap-edited:f" coordsize="47,48" wrapcoords="-16 0 -16 32 63 32 47 0 -16 0" path="m23,l33,5r5,5l43,14r4,10l43,34r-5,9l33,48r-10,l14,48,4,43,,34,,24,,14,4,10,14,5,23,xe" fillcolor="#00a7d1" stroked="f">
          <v:path arrowok="t"/>
        </v:shape>
      </w:pict>
    </w:r>
    <w:r>
      <w:rPr>
        <w:noProof/>
      </w:rPr>
      <w:pict w14:anchorId="7EFF70A5">
        <v:shape id="_x0000_s1112" style="position:absolute;margin-left:80pt;margin-top:-377.85pt;width:2.4pt;height:2.4pt;z-index:251576320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289158C3">
        <v:shape id="_x0000_s1111" style="position:absolute;margin-left:80pt;margin-top:-164.65pt;width:2.4pt;height:2.4pt;z-index:251575296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6B06FD31">
        <v:shape id="_x0000_s1110" style="position:absolute;margin-left:185.1pt;margin-top:-56.25pt;width:2.65pt;height:2.4pt;z-index:251574272;mso-wrap-edited:f" coordsize="53,48" wrapcoords="-13 0 -13 32 66 32 40 0 -13 0" path="m24,r9,5l43,10r5,4l53,24,48,34r-5,9l33,48r-9,l14,48,9,43,5,34,,24,5,14,9,10,14,5,24,xe" fillcolor="#00a7d1" stroked="f">
          <v:path arrowok="t"/>
        </v:shape>
      </w:pict>
    </w:r>
    <w:r>
      <w:rPr>
        <w:noProof/>
      </w:rPr>
      <w:pict w14:anchorId="062C1E2A">
        <v:shape id="_x0000_s1108" style="position:absolute;margin-left:80pt;margin-top:-373.05pt;width:2.4pt;height:2.4pt;z-index:251572224;mso-wrap-edited:f" coordsize="48,48" wrapcoords="-16 0 -16 32 48 32 48 0 -16 0" path="m,24l,15,5,5,14,,24,,34,r4,5l43,15r5,9l43,34r-5,5l34,48r-10,l14,48,5,39,,34,,24xe" fillcolor="#00a7d1" stroked="f">
          <v:path arrowok="t"/>
        </v:shape>
      </w:pict>
    </w:r>
    <w:r>
      <w:rPr>
        <w:noProof/>
      </w:rPr>
      <w:pict w14:anchorId="658DF152">
        <v:shape id="_x0000_s1107" style="position:absolute;margin-left:80pt;margin-top:-159.85pt;width:2.4pt;height:2.4pt;z-index:251571200;mso-wrap-edited:f" coordsize="48,48" wrapcoords="-16 0 -16 32 48 32 48 0 -16 0" path="m,24l,15,5,5,14,,24,,34,r4,5l43,15r5,9l43,34r-5,5l34,48r-10,l14,48,5,39,,34,,24xe" fillcolor="#00a7d1" stroked="f">
          <v:path arrowok="t"/>
        </v:shape>
      </w:pict>
    </w:r>
    <w:r>
      <w:rPr>
        <w:noProof/>
      </w:rPr>
      <w:pict w14:anchorId="116FBC3F">
        <v:shape id="_x0000_s1106" style="position:absolute;margin-left:180.3pt;margin-top:-56.25pt;width:2.4pt;height:2.4pt;z-index:251570176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06956E1E">
        <v:shape id="_x0000_s1104" style="position:absolute;margin-left:80pt;margin-top:-368.25pt;width:2.4pt;height:2.4pt;z-index:251568128;mso-wrap-edited:f" coordsize="48,48" wrapcoords="-16 0 -16 32 64 32 48 0 -16 0" path="m,24l,15,5,10,14,,24,,34,r4,10l43,15r5,9l43,34r-5,9l34,48r-10,l14,48,5,43,,34,,24xe" fillcolor="#00a7d1" stroked="f">
          <v:path arrowok="t"/>
        </v:shape>
      </w:pict>
    </w:r>
    <w:r>
      <w:rPr>
        <w:noProof/>
      </w:rPr>
      <w:pict w14:anchorId="2DAE3557">
        <v:shape id="_x0000_s1103" style="position:absolute;margin-left:80pt;margin-top:-155.05pt;width:2.4pt;height:2.4pt;z-index:251567104;mso-wrap-edited:f" coordsize="48,48" wrapcoords="-16 0 -16 32 64 32 48 0 -16 0" path="m,24l,15,5,10,14,,24,,34,r4,10l43,15r5,9l43,34r-5,9l34,48r-10,l14,48,5,43,,34,,24xe" fillcolor="#00a7d1" stroked="f">
          <v:path arrowok="t"/>
        </v:shape>
      </w:pict>
    </w:r>
    <w:r>
      <w:rPr>
        <w:noProof/>
      </w:rPr>
      <w:pict w14:anchorId="0F41062D">
        <v:shape id="_x0000_s1102" style="position:absolute;margin-left:80pt;margin-top:-130.35pt;width:2.4pt;height:2.4pt;z-index:251566080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4C96AF55">
        <v:shape id="_x0000_s1101" style="position:absolute;margin-left:175.5pt;margin-top:-56.25pt;width:2.4pt;height:2.4pt;z-index:251565056;mso-wrap-edited:f" coordsize="48,48" wrapcoords="-16 0 -16 32 64 32 48 0 -16 0" path="m24,r9,5l43,10r5,4l48,24r,10l43,43,33,48r-9,l14,48,5,43,,34,,24,,14,5,10,14,5,24,xe" fillcolor="#00a7d1" stroked="f">
          <v:path arrowok="t"/>
        </v:shape>
      </w:pict>
    </w:r>
    <w:r>
      <w:rPr>
        <w:noProof/>
      </w:rPr>
      <w:pict w14:anchorId="4BD1388E">
        <v:shape id="_x0000_s1099" style="position:absolute;margin-left:80pt;margin-top:-363.45pt;width:2.4pt;height:2.4pt;z-index:251563008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34736FE9">
        <v:shape id="_x0000_s1098" style="position:absolute;margin-left:80pt;margin-top:-150.25pt;width:2.4pt;height:2.4pt;z-index:251561984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4B990CB2">
        <v:shape id="_x0000_s1097" style="position:absolute;margin-left:80pt;margin-top:-125.55pt;width:2.4pt;height:2.65pt;z-index:251560960;mso-wrap-edited:f" coordsize="48,53" wrapcoords="-16 0 -16 40 48 40 48 0 -16 0" path="m,24l,15,5,10,14,5,24,,34,5r4,5l43,15r5,9l43,34r-5,9l34,48,24,53,14,48,5,43,,34,,24xe" fillcolor="#00a7d1" stroked="f">
          <v:path arrowok="t"/>
        </v:shape>
      </w:pict>
    </w:r>
    <w:r>
      <w:rPr>
        <w:noProof/>
      </w:rPr>
      <w:pict w14:anchorId="4988D457">
        <v:shape id="_x0000_s1096" style="position:absolute;margin-left:170.7pt;margin-top:-56.25pt;width:2.4pt;height:2.4pt;z-index:251559936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2146F8FB">
        <v:shape id="_x0000_s1094" style="position:absolute;margin-left:80pt;margin-top:-358.65pt;width:2.4pt;height:2.65pt;z-index:251557888;mso-wrap-edited:f" coordsize="48,53" wrapcoords="-16 0 -16 40 48 40 48 0 -16 0" path="m,29l,19,5,10,14,5,24,,34,5r4,5l43,19r5,10l43,34r-5,9l34,48,24,53,14,48,5,43,,34,,29xe" fillcolor="#00a7d1" stroked="f">
          <v:path arrowok="t"/>
        </v:shape>
      </w:pict>
    </w:r>
    <w:r>
      <w:rPr>
        <w:noProof/>
      </w:rPr>
      <w:pict w14:anchorId="3ACA73D3">
        <v:shape id="_x0000_s1093" style="position:absolute;margin-left:80pt;margin-top:-145.2pt;width:2.4pt;height:2.4pt;z-index:251556864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03CA39CD">
        <v:shape id="_x0000_s1092" style="position:absolute;margin-left:80pt;margin-top:-120.5pt;width:2.4pt;height:2.4pt;z-index:251555840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00182047">
        <v:shape id="_x0000_s1091" style="position:absolute;margin-left:165.9pt;margin-top:-56.25pt;width:2.4pt;height:2.4pt;z-index:251554816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389AFD1D">
        <v:shape id="_x0000_s1089" style="position:absolute;margin-left:80pt;margin-top:-353.6pt;width:2.4pt;height:2.4pt;z-index:251552768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2CED19A7">
        <v:shape id="_x0000_s1088" style="position:absolute;margin-left:80pt;margin-top:-140.4pt;width:2.4pt;height:2.4pt;z-index:251551744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1EFDF429">
        <v:shape id="_x0000_s1087" style="position:absolute;margin-left:80pt;margin-top:-115.7pt;width:2.4pt;height:2.4pt;z-index:251550720;mso-wrap-edited:f" coordsize="48,48" wrapcoords="-16 0 -16 32 48 32 48 0 -16 0" path="m,24l,14,5,5,14,,24,,34,r4,5l43,14r5,10l43,33r-5,5l34,48r-10,l14,48,5,38,,33,,24xe" fillcolor="#00a7d1" stroked="f">
          <v:path arrowok="t"/>
        </v:shape>
      </w:pict>
    </w:r>
    <w:r>
      <w:rPr>
        <w:noProof/>
      </w:rPr>
      <w:pict w14:anchorId="0F8C903B">
        <v:shape id="_x0000_s1086" style="position:absolute;margin-left:160.85pt;margin-top:-56.25pt;width:2.4pt;height:2.4pt;z-index:251549696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1E85D7EA">
        <v:shape id="_x0000_s1084" style="position:absolute;margin-left:80pt;margin-top:-348.8pt;width:2.4pt;height:2.4pt;z-index:251547648;mso-wrap-edited:f" coordsize="48,48" wrapcoords="-16 0 -16 32 48 32 48 0 -16 0" path="m,24l,14,5,4,14,,24,,34,r4,4l43,14r5,10l43,33r-5,5l34,48r-10,l14,48,5,38,,33,,24xe" fillcolor="#00a7d1" stroked="f">
          <v:path arrowok="t"/>
        </v:shape>
      </w:pict>
    </w:r>
    <w:r>
      <w:rPr>
        <w:noProof/>
      </w:rPr>
      <w:pict w14:anchorId="0FB8F37E">
        <v:shape id="_x0000_s1083" style="position:absolute;margin-left:80pt;margin-top:-135.6pt;width:2.4pt;height:2.4pt;z-index:251546624;mso-wrap-edited:f" coordsize="48,48" wrapcoords="-16 0 -16 32 64 32 48 0 -16 0" path="m,24l,14,5,4,14,,24,,34,r4,4l43,14r5,10l43,33,38,43r-4,5l24,48r-10,l5,43,,33,,24xe" fillcolor="#00a7d1" stroked="f">
          <v:path arrowok="t"/>
        </v:shape>
      </w:pict>
    </w:r>
    <w:r>
      <w:rPr>
        <w:noProof/>
      </w:rPr>
      <w:pict w14:anchorId="4561E730">
        <v:shape id="_x0000_s1082" style="position:absolute;margin-left:80pt;margin-top:-110.9pt;width:2.4pt;height:2.4pt;z-index:251545600;mso-wrap-edited:f" coordsize="48,48" wrapcoords="-16 0 -16 32 64 32 48 0 -16 0" path="m,24l,14,5,9,14,,24,,34,r4,9l43,14r5,10l43,33,38,43r-4,5l24,48r-10,l5,43,,33,,24xe" fillcolor="#00a7d1" stroked="f">
          <v:path arrowok="t"/>
        </v:shape>
      </w:pict>
    </w:r>
    <w:r>
      <w:rPr>
        <w:noProof/>
      </w:rPr>
      <w:pict w14:anchorId="57EF020A">
        <v:shape id="_x0000_s1081" style="position:absolute;margin-left:156.05pt;margin-top:-56.25pt;width:2.4pt;height:2.4pt;z-index:251544576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072E1F2A">
        <v:shape id="_x0000_s1079" style="position:absolute;margin-left:80pt;margin-top:-344pt;width:2.4pt;height:2.4pt;z-index:251542528;mso-wrap-edited:f" coordsize="48,48" wrapcoords="-16 0 -16 32 64 32 48 0 -16 0" path="m,24l,14,5,9,14,,24,,34,r4,9l43,14r5,10l43,33,38,43r-4,5l24,48r-10,l5,43,,33,,24xe" fillcolor="#00a7d1" stroked="f">
          <v:path arrowok="t"/>
        </v:shape>
      </w:pict>
    </w:r>
    <w:r>
      <w:rPr>
        <w:noProof/>
      </w:rPr>
      <w:pict w14:anchorId="0F6E4675">
        <v:shape id="_x0000_s1078" style="position:absolute;margin-left:80pt;margin-top:-105.15pt;width:2.4pt;height:2.4pt;z-index:251541504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1491B2D3">
        <v:shape id="_x0000_s1077" style="position:absolute;margin-left:151.25pt;margin-top:-56.25pt;width:2.4pt;height:2.4pt;z-index:251540480;mso-wrap-edited:f" coordsize="48,48" wrapcoords="-16 0 -16 32 64 32 48 0 -16 0" path="m24,l34,5r10,5l48,14r,10l48,34r-4,9l34,48r-10,l15,48,5,43,,34,,24,,14,5,10,15,5,24,xe" fillcolor="#00a7d1" stroked="f">
          <v:path arrowok="t"/>
        </v:shape>
      </w:pict>
    </w:r>
    <w:r>
      <w:rPr>
        <w:noProof/>
      </w:rPr>
      <w:pict w14:anchorId="34860499">
        <v:shape id="_x0000_s1075" style="position:absolute;margin-left:80pt;margin-top:-339.2pt;width:2.4pt;height:2.4pt;z-index:251538432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146B210D">
        <v:shape id="_x0000_s1074" style="position:absolute;margin-left:80pt;margin-top:-100.35pt;width:2.4pt;height:2.4pt;z-index:251537408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6CDF9D6D">
        <v:shape id="_x0000_s1073" style="position:absolute;margin-left:146.45pt;margin-top:-56.25pt;width:2.4pt;height:2.4pt;z-index:251536384;mso-wrap-edited:f" coordsize="48,48" wrapcoords="-16 0 -16 32 64 32 48 0 -16 0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59A75728">
        <v:shape id="_x0000_s1071" style="position:absolute;margin-left:80pt;margin-top:-334.2pt;width:2.4pt;height:2.4pt;z-index:251534336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03C77D6A">
        <v:shape id="_x0000_s1070" style="position:absolute;margin-left:80pt;margin-top:-95.55pt;width:2.4pt;height:2.4pt;z-index:251533312;mso-wrap-edited:f" coordsize="48,48" wrapcoords="-16 0 -16 32 64 32 48 0 -16 0" path="m,24l,14,5,4,14,,24,,34,r4,4l43,14r5,10l43,33,38,43r-4,5l24,48r-10,l5,43,,33,,24xe" fillcolor="#00a7d1" stroked="f">
          <v:path arrowok="t"/>
        </v:shape>
      </w:pict>
    </w:r>
    <w:r>
      <w:rPr>
        <w:noProof/>
      </w:rPr>
      <w:pict w14:anchorId="172303DB">
        <v:shape id="_x0000_s1069" style="position:absolute;margin-left:141.65pt;margin-top:-56.25pt;width:2.4pt;height:2.4pt;z-index:251532288;mso-wrap-edited:f" coordsize="48,48" wrapcoords="-16 0 -16 32 64 32 48 0 -16 0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3557B2D0">
        <v:shape id="_x0000_s1067" style="position:absolute;margin-left:80pt;margin-top:-329.4pt;width:2.4pt;height:2.4pt;z-index:251530240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0073AFA1">
        <v:shape id="_x0000_s1066" style="position:absolute;margin-left:80pt;margin-top:-90.75pt;width:2.4pt;height:2.4pt;z-index:251529216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712573B3">
        <v:shape id="_x0000_s1065" style="position:absolute;margin-left:136.65pt;margin-top:-56.25pt;width:2.4pt;height:2.4pt;z-index:251528192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44D48D6B">
        <v:shape id="_x0000_s1063" style="position:absolute;margin-left:80pt;margin-top:-324.6pt;width:2.4pt;height:2.4pt;z-index:251526144;mso-wrap-edited:f" coordsize="48,48" wrapcoords="-16 0 -16 32 64 32 48 0 -16 0" path="m,24l,15,5,5,14,,24,,34,r4,5l43,15r5,9l43,34r-5,9l34,48r-10,l14,48,5,43,,34,,24xe" fillcolor="#00a7d1" stroked="f">
          <v:path arrowok="t"/>
        </v:shape>
      </w:pict>
    </w:r>
    <w:r>
      <w:rPr>
        <w:noProof/>
      </w:rPr>
      <w:pict w14:anchorId="29421CC3">
        <v:shape id="_x0000_s1062" style="position:absolute;margin-left:80pt;margin-top:-85.95pt;width:2.4pt;height:2.35pt;z-index:251525120;mso-wrap-edited:f" coordsize="48,47" wrapcoords="-16 0 -16 31 64 31 48 0 -16 0" path="m,24l,14,5,9,14,4,24,,34,4r4,5l43,14r5,10l43,33,38,43r-4,4l24,47r-10,l5,43,,33,,24xe" fillcolor="#00a7d1" stroked="f">
          <v:path arrowok="t"/>
        </v:shape>
      </w:pict>
    </w:r>
    <w:r>
      <w:rPr>
        <w:noProof/>
      </w:rPr>
      <w:pict w14:anchorId="685624FA">
        <v:shape id="_x0000_s1061" style="position:absolute;margin-left:131.85pt;margin-top:-56.25pt;width:2.4pt;height:2.4pt;z-index:251524096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4BD5773E">
        <v:shape id="_x0000_s1059" style="position:absolute;margin-left:80pt;margin-top:-319.8pt;width:2.4pt;height:2.4pt;z-index:251522048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574C58FE">
        <v:shape id="_x0000_s1058" style="position:absolute;margin-left:80pt;margin-top:-80.95pt;width:2.4pt;height:2.4pt;z-index:251521024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26FEEF74">
        <v:shape id="_x0000_s1057" style="position:absolute;margin-left:127.05pt;margin-top:-56.25pt;width:2.4pt;height:2.4pt;z-index:251520000;mso-wrap-edited:f" coordsize="48,48" wrapcoords="-16 0 -16 32 64 32 48 0 -16 0" path="m24,r9,5l43,10r5,4l48,24r,10l43,43,33,48r-9,l14,48,5,43,,34,,24,,14,5,10,14,5,24,xe" fillcolor="#00a7d1" stroked="f">
          <v:path arrowok="t"/>
        </v:shape>
      </w:pict>
    </w:r>
    <w:r>
      <w:rPr>
        <w:noProof/>
      </w:rPr>
      <w:pict w14:anchorId="1D34ED30">
        <v:shape id="_x0000_s1055" style="position:absolute;margin-left:80pt;margin-top:-315pt;width:2.4pt;height:2.4pt;z-index:251517952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127C1F2F">
        <v:shape id="_x0000_s1054" style="position:absolute;margin-left:80pt;margin-top:-76.15pt;width:2.4pt;height:2.4pt;z-index:251516928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3EC51242">
        <v:shape id="_x0000_s1053" style="position:absolute;margin-left:122.25pt;margin-top:-56.25pt;width:2.4pt;height:2.4pt;z-index:251515904;mso-wrap-edited:f" coordsize="48,48" wrapcoords="-16 0 -16 32 64 32 48 0 -16 0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295A530E">
        <v:shape id="_x0000_s1051" style="position:absolute;margin-left:80pt;margin-top:-309.95pt;width:2.4pt;height:2.4pt;z-index:251513856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09311B34">
        <v:shape id="_x0000_s1050" style="position:absolute;margin-left:80pt;margin-top:-71.35pt;width:2.4pt;height:2.4pt;z-index:251512832;mso-wrap-edited:f" coordsize="48,48" wrapcoords="-16 0 -16 32 64 32 48 0 -16 0" path="m,24l,14,5,5,14,,24,,34,r4,5l43,14r5,10l43,34r-5,9l34,48r-10,l14,48,5,43,,34,,24xe" fillcolor="#00a7d1" stroked="f">
          <v:path arrowok="t"/>
        </v:shape>
      </w:pict>
    </w:r>
    <w:r>
      <w:rPr>
        <w:noProof/>
      </w:rPr>
      <w:pict w14:anchorId="3BED4892">
        <v:shape id="_x0000_s1049" style="position:absolute;margin-left:117.45pt;margin-top:-56.25pt;width:2.4pt;height:2.4pt;z-index:251511808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1905E91A">
        <v:shape id="_x0000_s1047" style="position:absolute;margin-left:80pt;margin-top:-305.15pt;width:2.4pt;height:2.4pt;z-index:251509760;mso-wrap-edited:f" coordsize="48,48" wrapcoords="-16 0 -16 32 48 32 48 0 -16 0" path="m,24l,14,5,4,14,,24,,34,r4,4l43,14r5,10l43,33r-5,5l34,43,24,48,14,43,5,38,,33,,24xe" fillcolor="#00a7d1" stroked="f">
          <v:path arrowok="t"/>
        </v:shape>
      </w:pict>
    </w:r>
    <w:r>
      <w:rPr>
        <w:noProof/>
      </w:rPr>
      <w:pict w14:anchorId="12CC38AE">
        <v:shape id="_x0000_s1046" style="position:absolute;margin-left:80pt;margin-top:-66.55pt;width:2.4pt;height:2.4pt;z-index:251508736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3FA72176">
        <v:shape id="_x0000_s1045" style="position:absolute;margin-left:112.4pt;margin-top:-56.25pt;width:2.4pt;height:2.4pt;z-index:251507712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09BB72D4">
        <v:shape id="_x0000_s1043" style="position:absolute;margin-left:80pt;margin-top:-300.35pt;width:2.4pt;height:2.4pt;z-index:251505664;mso-wrap-edited:f" coordsize="48,48" wrapcoords="-16 0 -16 32 64 32 48 0 -16 0" path="m,24l,14,5,4,14,,24,,34,r4,4l43,14r5,10l43,33,38,43r-4,5l24,48r-10,l5,43,,33,,24xe" fillcolor="#00a7d1" stroked="f">
          <v:path arrowok="t"/>
        </v:shape>
      </w:pict>
    </w:r>
    <w:r>
      <w:rPr>
        <w:noProof/>
      </w:rPr>
      <w:pict w14:anchorId="7730E303">
        <v:shape id="_x0000_s1042" style="position:absolute;margin-left:80pt;margin-top:-61.75pt;width:2.4pt;height:2.65pt;z-index:251504640;mso-wrap-edited:f" coordsize="48,53" wrapcoords="-16 0 -16 40 48 40 48 0 -16 0" path="m,24l,19,5,10,14,5,24,,34,5r4,5l43,19r5,5l43,34r-5,9l34,48,24,53,14,48,5,43,,34,,24xe" fillcolor="#00a7d1" stroked="f">
          <v:path arrowok="t"/>
        </v:shape>
      </w:pict>
    </w:r>
    <w:r>
      <w:rPr>
        <w:noProof/>
      </w:rPr>
      <w:pict w14:anchorId="2981EC8B">
        <v:shape id="_x0000_s1041" style="position:absolute;margin-left:107.6pt;margin-top:-56.25pt;width:2.4pt;height:2.4pt;z-index:251503616;mso-wrap-edited:f" coordsize="48,48" wrapcoords="-16 0 -16 32 64 32 48 0 -16 0" path="m24,l34,5r9,5l48,14r,10l48,34r-5,9l34,48r-10,l15,48,10,43,,34,,24,,14,10,10,15,5,24,xe" fillcolor="#00a7d1" stroked="f">
          <v:path arrowok="t"/>
        </v:shape>
      </w:pict>
    </w:r>
    <w:r>
      <w:rPr>
        <w:noProof/>
      </w:rPr>
      <w:pict w14:anchorId="785C4D1C">
        <v:shape id="_x0000_s1039" style="position:absolute;margin-left:80pt;margin-top:-295.6pt;width:2.4pt;height:2.4pt;z-index:251501568;mso-wrap-edited:f" coordsize="48,48" wrapcoords="-16 0 -16 32 64 32 48 0 -16 0" path="m,24l,15,5,10,14,5,24,,34,5r4,5l43,15r5,9l43,34,38,44r-4,4l24,48r-10,l5,44,,34,,24xe" fillcolor="#00a7d1" stroked="f">
          <v:path arrowok="t"/>
        </v:shape>
      </w:pict>
    </w:r>
    <w:r>
      <w:rPr>
        <w:noProof/>
      </w:rPr>
      <w:pict w14:anchorId="0807295B">
        <v:shape id="_x0000_s1038" style="position:absolute;margin-left:80pt;margin-top:-56.7pt;width:2.4pt;height:2.4pt;z-index:251500544;mso-wrap-edited:f" coordsize="48,48" wrapcoords="-16 0 -16 32 48 32 48 0 -16 0" path="m,24l,14,5,4,14,,24,,34,r4,4l43,14r5,10l43,33r-5,5l34,43,24,48,14,43,5,38,,33,,24xe" fillcolor="#00a7d1" stroked="f">
          <v:path arrowok="t"/>
        </v:shape>
      </w:pict>
    </w:r>
    <w:r>
      <w:rPr>
        <w:noProof/>
      </w:rPr>
      <w:pict w14:anchorId="15CA370B">
        <v:shape id="_x0000_s1037" style="position:absolute;margin-left:102.8pt;margin-top:-56.25pt;width:2.4pt;height:2.4pt;z-index:251499520;mso-wrap-edited:f" coordsize="48,48" wrapcoords="-16 0 -16 32 64 32 48 0 -16 0" path="m24,l34,5r9,5l48,14r,10l48,34r-5,9l34,48r-10,l15,48,5,43,,34,,24,,14,5,10,15,5,24,xe" fillcolor="#00a7d1" stroked="f">
          <v:path arrowok="t"/>
        </v:shape>
      </w:pict>
    </w:r>
    <w:r>
      <w:rPr>
        <w:noProof/>
      </w:rPr>
      <w:pict w14:anchorId="09AE5034">
        <v:shape id="_x0000_s1035" style="position:absolute;margin-left:80pt;margin-top:-290.8pt;width:2.4pt;height:2.65pt;z-index:251497472;mso-wrap-edited:f" coordsize="48,53" wrapcoords="-16 0 -16 40 48 40 48 0 -16 0" path="m,24l,20,5,10,14,5,24,,34,5r4,5l43,20r5,4l43,34,38,44r-4,4l24,53,14,48,5,44,,34,,24xe" fillcolor="#00a7d1" stroked="f">
          <v:path arrowok="t"/>
        </v:shape>
      </w:pict>
    </w:r>
    <w:r>
      <w:rPr>
        <w:noProof/>
      </w:rPr>
      <w:pict w14:anchorId="7F479EFF">
        <v:shape id="_x0000_s1034" style="position:absolute;margin-left:98pt;margin-top:-56.25pt;width:2.4pt;height:2.4pt;z-index:251496448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79ABA11B">
        <v:shape id="_x0000_s1033" style="position:absolute;margin-left:80pt;margin-top:-285.75pt;width:2.4pt;height:2.4pt;z-index:251495424" coordsize="48,48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48508E68">
        <v:shape id="_x0000_s1032" style="position:absolute;margin-left:93pt;margin-top:-56.25pt;width:2.6pt;height:2.4pt;z-index:251494400" coordsize="52,48" path="m28,r5,5l43,10r5,4l52,24,48,34r-5,9l33,48r-5,l19,48,9,43,4,34,,24,4,14,9,10,19,5,28,xe" fillcolor="#00a7d1" stroked="f">
          <v:path arrowok="t"/>
        </v:shape>
      </w:pict>
    </w:r>
    <w:r>
      <w:rPr>
        <w:noProof/>
      </w:rPr>
      <w:pict w14:anchorId="55740086">
        <v:shape id="_x0000_s1031" style="position:absolute;margin-left:80pt;margin-top:-280.95pt;width:2.4pt;height:2.4pt;z-index:251493376" coordsize="48,48" path="m,24l,14,5,5,14,,24,,34,r4,5l43,14r5,10l43,34r-5,4l34,48r-10,l14,48,5,38,,34,,24xe" fillcolor="#00a7d1" stroked="f">
          <v:path arrowok="t"/>
        </v:shape>
      </w:pict>
    </w:r>
    <w:r>
      <w:rPr>
        <w:noProof/>
      </w:rPr>
      <w:pict w14:anchorId="5E44FF3A">
        <v:shape id="_x0000_s1030" style="position:absolute;margin-left:88.2pt;margin-top:-56.25pt;width:2.4pt;height:2.4pt;z-index:251492352" coordsize="48,48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18003927">
        <v:shape id="_x0000_s1029" style="position:absolute;margin-left:80pt;margin-top:-276.15pt;width:2.4pt;height:2.4pt;z-index:251491328" coordsize="48,48" path="m,24l,14,5,10,14,,24,,34,r4,10l43,14r5,10l43,34r-5,9l34,48r-10,l14,48,5,43,,34,,24xe" fillcolor="#00a7d1" stroked="f">
          <v:path arrowok="t"/>
        </v:shape>
      </w:pict>
    </w:r>
    <w:r>
      <w:rPr>
        <w:noProof/>
      </w:rPr>
      <w:pict w14:anchorId="5B9D41EB">
        <v:shape id="_x0000_s1028" style="position:absolute;margin-left:83.4pt;margin-top:-56.25pt;width:2.4pt;height:2.4pt;z-index:251490304" coordsize="48,48" path="m24,r9,5l43,10r5,4l48,24r,10l43,43,33,48r-9,l14,48,9,43,,34,,24,,14,9,10,14,5,24,xe" fillcolor="#00a7d1" stroked="f">
          <v:path arrowok="t"/>
        </v:shape>
      </w:pict>
    </w:r>
    <w:r>
      <w:rPr>
        <w:noProof/>
      </w:rPr>
      <w:pict w14:anchorId="3AF6A96A">
        <v:shape id="_x0000_s1027" style="position:absolute;margin-left:80pt;margin-top:-271.35pt;width:2.4pt;height:2.4pt;z-index:251489280" coordsize="48,48" path="m,24l,14,5,10,14,5,24,,34,5r4,5l43,14r5,10l43,33,38,43r-4,5l24,48r-10,l5,43,,33,,24xe" fillcolor="#00a7d1" stroked="f">
          <v:path arrowok="t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8929E" w14:textId="77777777" w:rsidR="005E05B4" w:rsidRPr="00745754" w:rsidRDefault="005E05B4" w:rsidP="00745754">
    <w:pPr>
      <w:pStyle w:val="Zpat"/>
      <w:tabs>
        <w:tab w:val="left" w:pos="993"/>
      </w:tabs>
      <w:rPr>
        <w:rFonts w:ascii="Arial" w:hAnsi="Arial"/>
        <w:color w:val="002060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56DD7" w14:textId="77777777" w:rsidR="00603AB4" w:rsidRDefault="00603AB4">
      <w:r>
        <w:separator/>
      </w:r>
    </w:p>
  </w:footnote>
  <w:footnote w:type="continuationSeparator" w:id="0">
    <w:p w14:paraId="160AF9BB" w14:textId="77777777" w:rsidR="00603AB4" w:rsidRDefault="00603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0F240" w14:textId="77777777" w:rsidR="005E05B4" w:rsidRDefault="00000000">
    <w:pPr>
      <w:pStyle w:val="Zhlav"/>
    </w:pPr>
    <w:r>
      <w:rPr>
        <w:noProof/>
      </w:rPr>
      <w:pict w14:anchorId="08DE1DAF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68.3pt;margin-top:52.4pt;width:405.3pt;height:38.75pt;z-index:251488256;mso-wrap-edited:f" wrapcoords="0 0 21600 0 21600 21600 0 21600 0 0" filled="f" stroked="f">
          <v:textbox style="mso-next-textbox:#_x0000_s1026">
            <w:txbxContent>
              <w:p w14:paraId="3B8449B7" w14:textId="77777777" w:rsidR="005E05B4" w:rsidRPr="00AF23EB" w:rsidRDefault="005E05B4">
                <w:pPr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</w:pPr>
                <w:r>
                  <w:rPr>
                    <w:rFonts w:ascii="Arial" w:hAnsi="Arial"/>
                    <w:b/>
                    <w:color w:val="000080"/>
                    <w:spacing w:val="2"/>
                    <w:sz w:val="46"/>
                  </w:rPr>
                  <w:t xml:space="preserve">                                </w:t>
                </w:r>
                <w:r w:rsidRPr="00AF23EB"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  <w:t>EP R</w:t>
                </w:r>
                <w:r w:rsidR="00AF23EB" w:rsidRPr="00AF23EB"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  <w:t>ožnov</w:t>
                </w:r>
                <w:r w:rsidRPr="00AF23EB"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  <w:t>, a.s.</w:t>
                </w:r>
              </w:p>
            </w:txbxContent>
          </v:textbox>
        </v:shape>
      </w:pict>
    </w:r>
    <w:r>
      <w:rPr>
        <w:noProof/>
      </w:rPr>
      <w:pict w14:anchorId="4C256CC2">
        <v:shape id="_x0000_s1351" style="position:absolute;margin-left:86.5pt;margin-top:108.6pt;width:57.6pt;height:662.15pt;z-index:-251495424;mso-position-horizontal-relative:text;mso-position-vertical-relative:text" coordsize="1152,13524" path="m,1140l,13524r1152,l1146,,,1140xe" fillcolor="#9cf" stroked="f">
          <v:fill color2="#edffff" focus="100%" type="gradient"/>
          <v:path arrowok="t"/>
        </v:shape>
      </w:pict>
    </w:r>
    <w:r>
      <w:rPr>
        <w:noProof/>
      </w:rPr>
      <w:pict w14:anchorId="52CA326E">
        <v:shape id="_x0000_s1347" style="position:absolute;margin-left:552.6pt;margin-top:86.15pt;width:2.65pt;height:2.4pt;z-index:251816960;mso-wrap-edited:f;mso-position-horizontal-relative:text;mso-position-vertical-relative:text" coordsize="53,48" wrapcoords="-13 0 -13 32 53 32 53 0 -13 0" path="m29,r5,l43,5r5,9l53,24,48,34r-5,4l34,43r-5,5l19,43,10,38,5,34,,24,5,14,10,5,19,,29,xe" fillcolor="#00a7d1" stroked="f">
          <v:path arrowok="t"/>
        </v:shape>
      </w:pict>
    </w:r>
    <w:r>
      <w:rPr>
        <w:noProof/>
      </w:rPr>
      <w:pict w14:anchorId="31FD8BA4">
        <v:shape id="_x0000_s1346" style="position:absolute;margin-left:547.8pt;margin-top:86.15pt;width:2.4pt;height:2.4pt;z-index:251815936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>
      <w:rPr>
        <w:noProof/>
      </w:rPr>
      <w:pict w14:anchorId="66E2D8B5">
        <v:shape id="_x0000_s1345" style="position:absolute;margin-left:543pt;margin-top:86.15pt;width:2.4pt;height:2.4pt;z-index:251814912;mso-wrap-edited:f;mso-position-horizontal-relative:text;mso-position-vertical-relative:text" coordsize="48,48" wrapcoords="-16 0 -16 32 64 32 64 0 -16 0" path="m24,l34,,44,5r4,9l48,24r,10l44,38,34,43,24,48,15,43,10,38,,34,,24,,14,10,5,15,r9,xe" fillcolor="#00a7d1" stroked="f">
          <v:path arrowok="t"/>
        </v:shape>
      </w:pict>
    </w:r>
    <w:r>
      <w:rPr>
        <w:noProof/>
      </w:rPr>
      <w:pict w14:anchorId="27A0988F">
        <v:shape id="_x0000_s1344" style="position:absolute;margin-left:538.2pt;margin-top:86.15pt;width:2.4pt;height:2.4pt;z-index:251813888;mso-wrap-edited:f;mso-position-horizontal-relative:text;mso-position-vertical-relative:text" coordsize="48,48" wrapcoords="-16 0 -16 32 48 32 48 0 -16 0" path="m24,l34,r5,5l48,14r,10l48,34r-9,4l34,43,24,48,15,43,5,38,,34,,24,,14,5,5,15,r9,xe" fillcolor="#00a7d1" stroked="f">
          <v:path arrowok="t"/>
        </v:shape>
      </w:pict>
    </w:r>
    <w:r>
      <w:rPr>
        <w:noProof/>
      </w:rPr>
      <w:pict w14:anchorId="570962A4">
        <v:shape id="_x0000_s1343" style="position:absolute;margin-left:533.4pt;margin-top:86.15pt;width:2.4pt;height:2.4pt;z-index:251812864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>
      <w:rPr>
        <w:noProof/>
      </w:rPr>
      <w:pict w14:anchorId="1E1A0C5D">
        <v:shape id="_x0000_s1342" style="position:absolute;margin-left:528.4pt;margin-top:86.15pt;width:2.6pt;height:2.4pt;z-index:251811840;mso-wrap-edited:f;mso-position-horizontal-relative:text;mso-position-vertical-relative:text" coordsize="52,48" wrapcoords="-17 0 -17 32 52 32 52 0 -17 0" path="m24,r9,l43,5r5,9l52,24,48,34r-5,4l33,43r-9,5l19,43,9,38,4,34,,24,4,14,9,5,19,r5,xe" fillcolor="#00a7d1" stroked="f">
          <v:path arrowok="t"/>
        </v:shape>
      </w:pict>
    </w:r>
    <w:r>
      <w:rPr>
        <w:noProof/>
      </w:rPr>
      <w:pict w14:anchorId="68591D01">
        <v:shape id="_x0000_s1341" style="position:absolute;margin-left:523.6pt;margin-top:86.15pt;width:2.4pt;height:2.4pt;z-index:251810816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>
      <w:rPr>
        <w:noProof/>
      </w:rPr>
      <w:pict w14:anchorId="3DBAABAB">
        <v:shape id="_x0000_s1340" style="position:absolute;margin-left:80pt;margin-top:166.45pt;width:2.4pt;height:2.4pt;z-index:251809792;mso-position-horizontal-relative:text;mso-position-vertical-relative:text" coordsize="48,48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3D58A613">
        <v:shape id="_x0000_s1338" style="position:absolute;margin-left:80pt;margin-top:171.25pt;width:2.4pt;height:2.4pt;z-index:251807744;mso-position-horizontal-relative:text;mso-position-vertical-relative:text" coordsize="48,48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0CE7F069">
        <v:shape id="_x0000_s1336" style="position:absolute;margin-left:80pt;margin-top:176.3pt;width:2.4pt;height:2.4pt;z-index:251805696;mso-position-horizontal-relative:text;mso-position-vertical-relative:text" coordsize="48,48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38FEA6E4">
        <v:shape id="_x0000_s1334" style="position:absolute;margin-left:518.85pt;margin-top:86.15pt;width:2.4pt;height:2.4pt;z-index:251803648;mso-position-horizontal-relative:text;mso-position-vertical-relative:text" coordsize="48,48" path="m24,l34,r4,5l43,14r5,10l43,34r-5,4l34,43,24,48,14,43,5,38,,34,,24,,14,5,5,14,,24,xe" fillcolor="#00a7d1" stroked="f">
          <v:path arrowok="t"/>
        </v:shape>
      </w:pict>
    </w:r>
    <w:r>
      <w:rPr>
        <w:noProof/>
      </w:rPr>
      <w:pict w14:anchorId="1C553BE4">
        <v:shape id="_x0000_s1333" style="position:absolute;margin-left:80pt;margin-top:181.1pt;width:2.4pt;height:2.4pt;z-index:251802624;mso-position-horizontal-relative:text;mso-position-vertical-relative:text" coordsize="48,48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0CE7631D">
        <v:shape id="_x0000_s1330" style="position:absolute;margin-left:513.35pt;margin-top:86.15pt;width:2.4pt;height:2.4pt;z-index:251799552;mso-position-horizontal-relative:text;mso-position-vertical-relative:text" coordsize="48,48" path="m24,r9,l43,5r5,9l48,24r,10l43,38,33,43r-9,5l14,43,9,38,5,34,,24,5,14,9,5,14,,24,xe" fillcolor="#00a7d1" stroked="f">
          <v:path arrowok="t"/>
        </v:shape>
      </w:pict>
    </w:r>
    <w:r>
      <w:rPr>
        <w:noProof/>
      </w:rPr>
      <w:pict w14:anchorId="23D1F560">
        <v:shape id="_x0000_s1329" style="position:absolute;margin-left:80pt;margin-top:185.9pt;width:2.4pt;height:2.4pt;z-index:251798528;mso-position-horizontal-relative:text;mso-position-vertical-relative:text" coordsize="48,48" path="m,24l,14,5,5,14,,24,,34,r4,5l43,14r5,10l43,33,38,43r-4,5l24,48r-10,l5,43,,33,,24xe" fillcolor="#00a7d1" stroked="f">
          <v:path arrowok="t"/>
        </v:shape>
      </w:pict>
    </w:r>
    <w:r>
      <w:rPr>
        <w:noProof/>
      </w:rPr>
      <w:pict w14:anchorId="48BF334C">
        <v:shape id="_x0000_s1326" style="position:absolute;margin-left:508.55pt;margin-top:86.15pt;width:2.4pt;height:2.4pt;z-index:251795456;mso-position-horizontal-relative:text;mso-position-vertical-relative:text" coordsize="48,48" path="m24,r9,l43,5r5,9l48,24r,10l43,38,33,43r-9,5l14,43,5,38,,34,,24,,14,5,5,14,,24,xe" fillcolor="#00a7d1" stroked="f">
          <v:path arrowok="t"/>
        </v:shape>
      </w:pict>
    </w:r>
    <w:r>
      <w:rPr>
        <w:noProof/>
      </w:rPr>
      <w:pict w14:anchorId="6A1FD920">
        <v:shape id="_x0000_s1325" style="position:absolute;margin-left:80pt;margin-top:190.7pt;width:2.4pt;height:2.4pt;z-index:251794432;mso-position-horizontal-relative:text;mso-position-vertical-relative:text" coordsize="48,48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62D99DC1">
        <v:shape id="_x0000_s1322" style="position:absolute;margin-left:503.75pt;margin-top:86.15pt;width:2.4pt;height:2.4pt;z-index:251791360;mso-position-horizontal-relative:text;mso-position-vertical-relative:text" coordsize="48,48" path="m24,r9,l38,5r5,9l48,24,43,34r-5,4l33,43r-9,5l14,43,5,38,,34,,24,,14,5,5,14,,24,xe" fillcolor="#00a7d1" stroked="f">
          <v:path arrowok="t"/>
        </v:shape>
      </w:pict>
    </w:r>
    <w:r>
      <w:rPr>
        <w:noProof/>
      </w:rPr>
      <w:pict w14:anchorId="5185DBFD">
        <v:shape id="_x0000_s1321" style="position:absolute;margin-left:80pt;margin-top:195.5pt;width:2.4pt;height:2.4pt;z-index:251790336;mso-position-horizontal-relative:text;mso-position-vertical-relative:text" coordsize="48,48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175561D0">
        <v:shape id="_x0000_s1318" style="position:absolute;margin-left:498.45pt;margin-top:86.15pt;width:2.4pt;height:2.4pt;z-index:251787264;mso-position-horizontal-relative:text;mso-position-vertical-relative:text" coordsize="48,48" path="m24,l34,,44,5r4,9l48,24r,10l44,38,34,43,24,48,15,43,10,38,5,34,,24,5,14,10,5,15,r9,xe" fillcolor="#00a7d1" stroked="f">
          <v:path arrowok="t"/>
        </v:shape>
      </w:pict>
    </w:r>
    <w:r>
      <w:rPr>
        <w:noProof/>
      </w:rPr>
      <w:pict w14:anchorId="4196276D">
        <v:shape id="_x0000_s1317" style="position:absolute;margin-left:80pt;margin-top:200.5pt;width:2.4pt;height:2.4pt;z-index:251786240;mso-position-horizontal-relative:text;mso-position-vertical-relative:text" coordsize="48,48" path="m,24l,15,5,5,14,,24,,34,r4,5l43,15r5,9l43,34r-5,5l34,44,24,48,14,44,5,39,,34,,24xe" fillcolor="#00a7d1" stroked="f">
          <v:path arrowok="t"/>
        </v:shape>
      </w:pict>
    </w:r>
    <w:r>
      <w:rPr>
        <w:noProof/>
      </w:rPr>
      <w:pict w14:anchorId="387369A6">
        <v:shape id="_x0000_s1314" style="position:absolute;margin-left:493.65pt;margin-top:86.15pt;width:2.4pt;height:2.4pt;z-index:251783168;mso-position-horizontal-relative:text;mso-position-vertical-relative:text" coordsize="48,48" path="m24,l34,,44,5r4,9l48,24r,10l44,38,34,43,24,48,15,43,10,38,,34,,24,,14,10,5,15,r9,xe" fillcolor="#00a7d1" stroked="f">
          <v:path arrowok="t"/>
        </v:shape>
      </w:pict>
    </w:r>
    <w:r>
      <w:rPr>
        <w:noProof/>
      </w:rPr>
      <w:pict w14:anchorId="3EA8D21B">
        <v:shape id="_x0000_s1313" style="position:absolute;margin-left:80pt;margin-top:205.3pt;width:2.4pt;height:2.4pt;z-index:251782144;mso-position-horizontal-relative:text;mso-position-vertical-relative:text" coordsize="48,48" path="m,24l,15,5,5,14,,24,,34,r4,5l43,15r5,9l43,34r-5,5l34,48r-10,l14,48,5,39,,34,,24xe" fillcolor="#00a7d1" stroked="f">
          <v:path arrowok="t"/>
        </v:shape>
      </w:pict>
    </w:r>
    <w:r>
      <w:rPr>
        <w:noProof/>
      </w:rPr>
      <w:pict w14:anchorId="6D91369D">
        <v:shape id="_x0000_s1310" style="position:absolute;margin-left:488.85pt;margin-top:86.15pt;width:2.4pt;height:2.4pt;z-index:251779072;mso-position-horizontal-relative:text;mso-position-vertical-relative:text" coordsize="48,48" path="m24,l34,,44,5r4,9l48,24r,10l44,38,34,43,24,48,15,43,5,38,,34,,24,,14,5,5,15,r9,xe" fillcolor="#00a7d1" stroked="f">
          <v:path arrowok="t"/>
        </v:shape>
      </w:pict>
    </w:r>
    <w:r>
      <w:rPr>
        <w:noProof/>
      </w:rPr>
      <w:pict w14:anchorId="76E918F2">
        <v:shape id="_x0000_s1309" style="position:absolute;margin-left:80pt;margin-top:210.1pt;width:2.4pt;height:2.4pt;z-index:251778048;mso-position-horizontal-relative:text;mso-position-vertical-relative:text" coordsize="48,48" path="m,24l,15,5,10,14,,24,,34,r4,10l43,15r5,9l43,34r-5,9l34,48r-10,l14,48,5,43,,34,,24xe" fillcolor="#00a7d1" stroked="f">
          <v:path arrowok="t"/>
        </v:shape>
      </w:pict>
    </w:r>
    <w:r>
      <w:rPr>
        <w:noProof/>
      </w:rPr>
      <w:pict w14:anchorId="676EFC1D">
        <v:shape id="_x0000_s1306" style="position:absolute;margin-left:484.05pt;margin-top:86.15pt;width:2.4pt;height:2.4pt;z-index:251774976;mso-position-horizontal-relative:text;mso-position-vertical-relative:text" coordsize="48,48" path="m24,l34,r5,5l44,14r4,10l44,34r-5,4l34,43,24,48,15,43,5,38,,34,,24,,14,5,5,15,r9,xe" fillcolor="#00a7d1" stroked="f">
          <v:path arrowok="t"/>
        </v:shape>
      </w:pict>
    </w:r>
    <w:r>
      <w:rPr>
        <w:noProof/>
      </w:rPr>
      <w:pict w14:anchorId="27CADCA6">
        <v:shape id="_x0000_s1305" style="position:absolute;margin-left:80pt;margin-top:214.9pt;width:2.4pt;height:2.4pt;z-index:251773952;mso-position-horizontal-relative:text;mso-position-vertical-relative:text" coordsize="48,48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2C7F864D">
        <v:shape id="_x0000_s1302" style="position:absolute;margin-left:479.05pt;margin-top:86.15pt;width:2.65pt;height:2.4pt;z-index:251770880;mso-position-horizontal-relative:text;mso-position-vertical-relative:text" coordsize="53,48" path="m29,r4,l43,5r5,9l53,24,48,34r-5,4l33,43r-4,5l19,43,9,38,5,34,,24,5,14,9,5,19,,29,xe" fillcolor="#00a7d1" stroked="f">
          <v:path arrowok="t"/>
        </v:shape>
      </w:pict>
    </w:r>
    <w:r>
      <w:rPr>
        <w:noProof/>
      </w:rPr>
      <w:pict w14:anchorId="33500214">
        <v:shape id="_x0000_s1301" style="position:absolute;margin-left:80pt;margin-top:219.7pt;width:2.4pt;height:2.65pt;z-index:251769856;mso-position-horizontal-relative:text;mso-position-vertical-relative:text" coordsize="48,53" path="m,24l,19,5,10,14,5,24,,34,5r4,5l43,19r5,5l43,34r-5,9l34,48,24,53,14,48,5,43,,34,,24xe" fillcolor="#00a7d1" stroked="f">
          <v:path arrowok="t"/>
        </v:shape>
      </w:pict>
    </w:r>
    <w:r>
      <w:rPr>
        <w:noProof/>
      </w:rPr>
      <w:pict w14:anchorId="1F6C8565">
        <v:shape id="_x0000_s1298" style="position:absolute;margin-left:474.25pt;margin-top:86.15pt;width:2.4pt;height:2.4pt;z-index:251766784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>
      <w:rPr>
        <w:noProof/>
      </w:rPr>
      <w:pict w14:anchorId="21463C26">
        <v:shape id="_x0000_s1297" style="position:absolute;margin-left:80pt;margin-top:224.75pt;width:2.4pt;height:2.4pt;z-index:251765760;mso-wrap-edited:f;mso-position-horizontal-relative:text;mso-position-vertical-relative:text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1E7E4A16">
        <v:shape id="_x0000_s1296" style="position:absolute;margin-left:154.35pt;margin-top:89.7pt;width:2.4pt;height:2.4pt;z-index:251764736;mso-wrap-edited:f;mso-position-horizontal-relative:text;mso-position-vertical-relative:text" coordsize="48,48" wrapcoords="-16 0 -16 32 48 32 48 0 -16 0" path="m5,5l15,r9,l29,,39,5r4,10l48,24,43,34r-4,5l29,48r-5,l15,48,5,39,,34,,24,,15,5,5xe" fillcolor="#00a7d1" stroked="f">
          <v:path arrowok="t"/>
        </v:shape>
      </w:pict>
    </w:r>
    <w:r>
      <w:rPr>
        <w:noProof/>
      </w:rPr>
      <w:pict w14:anchorId="6DECDE05">
        <v:shape id="_x0000_s1293" style="position:absolute;margin-left:469.45pt;margin-top:86.15pt;width:2.4pt;height:2.4pt;z-index:251761664;mso-wrap-edited:f;mso-position-horizontal-relative:text;mso-position-vertical-relative:text" coordsize="48,48" wrapcoords="-16 0 -16 32 64 32 64 0 -16 0" path="m24,r9,l43,5r5,9l48,24r,10l43,38,33,43r-9,5l14,43,9,38,,34,,24,,14,9,5,14,,24,xe" fillcolor="#00a7d1" stroked="f">
          <v:path arrowok="t"/>
        </v:shape>
      </w:pict>
    </w:r>
    <w:r>
      <w:rPr>
        <w:noProof/>
      </w:rPr>
      <w:pict w14:anchorId="330E5037">
        <v:shape id="_x0000_s1292" style="position:absolute;margin-left:80pt;margin-top:229.55pt;width:2.4pt;height:2.4pt;z-index:251760640;mso-wrap-edited:f;mso-position-horizontal-relative:text;mso-position-vertical-relative:text" coordsize="48,48" wrapcoords="-16 0 -16 32 48 32 48 0 -16 0" path="m,24l,14,5,4,14,,24,,34,r4,4l43,14r5,10l43,33r-5,5l34,48r-10,l14,48,5,38,,33,,24xe" fillcolor="#00a7d1" stroked="f">
          <v:path arrowok="t"/>
        </v:shape>
      </w:pict>
    </w:r>
    <w:r>
      <w:rPr>
        <w:noProof/>
      </w:rPr>
      <w:pict w14:anchorId="4728251F">
        <v:shape id="_x0000_s1291" style="position:absolute;margin-left:150.75pt;margin-top:93.1pt;width:2.4pt;height:2.4pt;z-index:251759616;mso-wrap-edited:f;mso-position-horizontal-relative:text;mso-position-vertical-relative:text" coordsize="48,48" wrapcoords="-16 0 -16 32 64 32 48 0 -16 0" path="m10,9l15,r9,l34,r9,9l48,14r,10l48,33,43,43r-9,5l24,48r-9,l10,43,5,33,,24,5,14,10,9xe" fillcolor="#00a7d1" stroked="f">
          <v:path arrowok="t"/>
        </v:shape>
      </w:pict>
    </w:r>
    <w:r>
      <w:rPr>
        <w:noProof/>
      </w:rPr>
      <w:pict w14:anchorId="6A24F99D">
        <v:shape id="_x0000_s1289" style="position:absolute;margin-left:464.65pt;margin-top:86.15pt;width:2.4pt;height:2.4pt;z-index:251757568;mso-wrap-edited:f;mso-position-horizontal-relative:text;mso-position-vertical-relative:text" coordsize="48,48" wrapcoords="-16 0 -16 32 48 32 48 0 -16 0" path="m24,r9,l38,5r10,9l48,24r,10l38,38r-5,5l24,48,14,43,5,38,,34,,24,,14,5,5,14,,24,xe" fillcolor="#00a7d1" stroked="f">
          <v:path arrowok="t"/>
        </v:shape>
      </w:pict>
    </w:r>
    <w:r>
      <w:rPr>
        <w:noProof/>
      </w:rPr>
      <w:pict w14:anchorId="2788F6B2">
        <v:shape id="_x0000_s1288" style="position:absolute;margin-left:80pt;margin-top:234.35pt;width:2.4pt;height:2.4pt;z-index:251756544;mso-wrap-edited:f;mso-position-horizontal-relative:text;mso-position-vertical-relative:text" coordsize="48,48" wrapcoords="-16 0 -16 32 64 32 48 0 -16 0" path="m,24l,14,5,9,14,,24,,34,r4,9l43,14r5,10l43,33,38,43r-4,5l24,48r-10,l5,43,,33,,24xe" fillcolor="#00a7d1" stroked="f">
          <v:path arrowok="t"/>
        </v:shape>
      </w:pict>
    </w:r>
    <w:r>
      <w:rPr>
        <w:noProof/>
      </w:rPr>
      <w:pict w14:anchorId="4C6CCB67">
        <v:shape id="_x0000_s1287" style="position:absolute;margin-left:147.4pt;margin-top:96.45pt;width:2.4pt;height:2.4pt;z-index:251755520;mso-wrap-edited:f;mso-position-horizontal-relative:text;mso-position-vertical-relative:text" coordsize="48,48" wrapcoords="-16 0 -16 32 64 32 48 0 -16 0" path="m5,9l14,5,24,,34,5r9,4l48,19r,5l48,33,43,43r-9,5l24,48r-10,l5,43,,33,,24,,14,5,9xe" fillcolor="#00a7d1" stroked="f">
          <v:path arrowok="t"/>
        </v:shape>
      </w:pict>
    </w:r>
    <w:r>
      <w:rPr>
        <w:noProof/>
      </w:rPr>
      <w:pict w14:anchorId="04C405DD">
        <v:shape id="_x0000_s1285" style="position:absolute;margin-left:459.85pt;margin-top:86.15pt;width:2.4pt;height:2.4pt;z-index:251753472;mso-wrap-edited:f;mso-position-horizontal-relative:text;mso-position-vertical-relative:text" coordsize="48,48" wrapcoords="-16 0 -16 32 48 32 48 0 -16 0" path="m24,l34,r4,5l43,14r5,10l43,34r-5,4l34,43,24,48,14,43,5,38,,34,,24,,14,5,5,14,,24,xe" fillcolor="#00a7d1" stroked="f">
          <v:path arrowok="t"/>
        </v:shape>
      </w:pict>
    </w:r>
    <w:r>
      <w:rPr>
        <w:noProof/>
      </w:rPr>
      <w:pict w14:anchorId="6F21A1C9">
        <v:shape id="_x0000_s1284" style="position:absolute;margin-left:80pt;margin-top:239.15pt;width:2.4pt;height:2.4pt;z-index:251752448;mso-wrap-edited:f;mso-position-horizontal-relative:text;mso-position-vertical-relative:text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78488631">
        <v:shape id="_x0000_s1283" style="position:absolute;margin-left:144.05pt;margin-top:100.05pt;width:2.4pt;height:2.4pt;z-index:251751424;mso-wrap-edited:f;mso-position-horizontal-relative:text;mso-position-vertical-relative:text" coordsize="48,48" wrapcoords="-16 0 -16 32 48 32 48 0 -16 0" path="m5,4l14,,24,r9,l38,4r5,10l48,24r-5,9l38,38r-5,5l24,48,14,43,5,38,,33,,24,,14,5,4xe" fillcolor="#00a7d1" stroked="f">
          <v:path arrowok="t"/>
        </v:shape>
      </w:pict>
    </w:r>
    <w:r>
      <w:rPr>
        <w:noProof/>
      </w:rPr>
      <w:pict w14:anchorId="1150EE7B">
        <v:shape id="_x0000_s1281" style="position:absolute;margin-left:454.8pt;margin-top:86.15pt;width:2.65pt;height:2.4pt;z-index:251749376;mso-wrap-edited:f;mso-position-horizontal-relative:text;mso-position-vertical-relative:text" coordsize="53,48" wrapcoords="-13 0 -13 32 53 32 53 0 -13 0" path="m29,r5,l43,5r5,9l53,24,48,34r-5,4l34,43r-5,5l19,43,10,38,5,34,,24,5,14,10,5,19,,29,xe" fillcolor="#00a7d1" stroked="f">
          <v:path arrowok="t"/>
        </v:shape>
      </w:pict>
    </w:r>
    <w:r>
      <w:rPr>
        <w:noProof/>
      </w:rPr>
      <w:pict w14:anchorId="68D98EB7">
        <v:shape id="_x0000_s1280" style="position:absolute;margin-left:80pt;margin-top:244.15pt;width:2.4pt;height:2.4pt;z-index:251748352;mso-wrap-edited:f;mso-position-horizontal-relative:text;mso-position-vertical-relative:text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7D44FEDC">
        <v:shape id="_x0000_s1279" style="position:absolute;margin-left:140.45pt;margin-top:103.4pt;width:2.4pt;height:2.4pt;z-index:251747328;mso-wrap-edited:f;mso-position-horizontal-relative:text;mso-position-vertical-relative:text" coordsize="48,48" wrapcoords="-16 0 -16 32 64 32 64 0 -16 0" path="m9,5l14,,24,r9,l43,5r5,9l48,24r,9l43,43,33,48r-9,l14,48,9,38,5,33,,24,5,14,9,5xe" fillcolor="#00a7d1" stroked="f">
          <v:path arrowok="t"/>
        </v:shape>
      </w:pict>
    </w:r>
    <w:r>
      <w:rPr>
        <w:noProof/>
      </w:rPr>
      <w:pict w14:anchorId="5AF22BD7">
        <v:shape id="_x0000_s1277" style="position:absolute;margin-left:450pt;margin-top:86.15pt;width:2.4pt;height:2.4pt;z-index:251745280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>
      <w:rPr>
        <w:noProof/>
      </w:rPr>
      <w:pict w14:anchorId="1788C2EE">
        <v:shape id="_x0000_s1276" style="position:absolute;margin-left:80pt;margin-top:248.95pt;width:2.4pt;height:2.4pt;z-index:251744256;mso-wrap-edited:f;mso-position-horizontal-relative:text;mso-position-vertical-relative:text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74AAE68B">
        <v:shape id="_x0000_s1275" style="position:absolute;margin-left:137.1pt;margin-top:106.75pt;width:2.4pt;height:2.4pt;z-index:251743232;mso-wrap-edited:f;mso-position-horizontal-relative:text;mso-position-vertical-relative:text" coordsize="48,48" wrapcoords="-16 0 -16 32 64 32 48 0 -16 0" path="m5,10l14,,24,r9,5l43,10r5,4l48,24r,10l43,43,33,48r-9,l14,48,5,43,,34,,24,,14,5,10xe" fillcolor="#00a7d1" stroked="f">
          <v:path arrowok="t"/>
        </v:shape>
      </w:pict>
    </w:r>
    <w:r>
      <w:rPr>
        <w:noProof/>
      </w:rPr>
      <w:pict w14:anchorId="5B5B6AA4">
        <v:shape id="_x0000_s1273" style="position:absolute;margin-left:445.2pt;margin-top:86.15pt;width:2.4pt;height:2.4pt;z-index:251741184;mso-wrap-edited:f;mso-position-horizontal-relative:text;mso-position-vertical-relative:text" coordsize="48,48" wrapcoords="-16 0 -16 32 64 32 64 0 -16 0" path="m24,l34,,44,5r4,9l48,24r,10l44,38,34,43,24,48,15,43,10,38,,34,,24,,14,10,5,15,r9,xe" fillcolor="#00a7d1" stroked="f">
          <v:path arrowok="t"/>
        </v:shape>
      </w:pict>
    </w:r>
    <w:r>
      <w:rPr>
        <w:noProof/>
      </w:rPr>
      <w:pict w14:anchorId="5D16F110">
        <v:shape id="_x0000_s1272" style="position:absolute;margin-left:80pt;margin-top:253.75pt;width:2.4pt;height:2.4pt;z-index:251740160;mso-wrap-edited:f;mso-position-horizontal-relative:text;mso-position-vertical-relative:text" coordsize="48,48" wrapcoords="-16 0 -16 32 64 32 48 0 -16 0" path="m,24l,15,5,5,14,,24,,34,r4,5l43,15r5,9l43,34r-5,9l34,48r-10,l14,48,5,43,,34,,24xe" fillcolor="#00a7d1" stroked="f">
          <v:path arrowok="t"/>
        </v:shape>
      </w:pict>
    </w:r>
    <w:r>
      <w:rPr>
        <w:noProof/>
      </w:rPr>
      <w:pict w14:anchorId="542AEAB2">
        <v:shape id="_x0000_s1271" style="position:absolute;margin-left:133.75pt;margin-top:110.1pt;width:2.4pt;height:2.4pt;z-index:251739136;mso-wrap-edited:f;mso-position-horizontal-relative:text;mso-position-vertical-relative:text" coordsize="48,48" wrapcoords="-16 0 -16 32 64 32 48 0 -16 0" path="m4,10l14,5,24,r9,5l38,10r5,9l48,24,43,34r-5,9l33,48r-9,l14,48,4,43,,34,,24,,19,4,10xe" fillcolor="#00a7d1" stroked="f">
          <v:path arrowok="t"/>
        </v:shape>
      </w:pict>
    </w:r>
    <w:r>
      <w:rPr>
        <w:noProof/>
      </w:rPr>
      <w:pict w14:anchorId="0D7AA07C">
        <v:shape id="_x0000_s1269" style="position:absolute;margin-left:440.4pt;margin-top:86.15pt;width:2.4pt;height:2.4pt;z-index:251737088;mso-wrap-edited:f;mso-position-horizontal-relative:text;mso-position-vertical-relative:text" coordsize="48,48" wrapcoords="-16 0 -16 32 48 32 48 0 -16 0" path="m24,l34,r5,5l48,14r,10l48,34r-9,4l34,43,24,48,15,43,5,38,,34,,24,,14,5,5,15,r9,xe" fillcolor="#00a7d1" stroked="f">
          <v:path arrowok="t"/>
        </v:shape>
      </w:pict>
    </w:r>
    <w:r>
      <w:rPr>
        <w:noProof/>
      </w:rPr>
      <w:pict w14:anchorId="346B6527">
        <v:shape id="_x0000_s1268" style="position:absolute;margin-left:80pt;margin-top:258.55pt;width:2.4pt;height:2.4pt;z-index:251736064;mso-wrap-edited:f;mso-position-horizontal-relative:text;mso-position-vertical-relative:text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1714542D">
        <v:shape id="_x0000_s1267" style="position:absolute;margin-left:130.15pt;margin-top:113.7pt;width:2.4pt;height:2.4pt;z-index:251735040;mso-wrap-edited:f;mso-position-horizontal-relative:text;mso-position-vertical-relative:text" coordsize="48,48" wrapcoords="-16 0 -16 32 64 32 64 0 -16 0" path="m9,5l14,,24,r9,l43,5r5,9l48,24r,10l43,38,33,43r-9,5l14,43,9,38,4,34,,24,4,14,9,5xe" fillcolor="#00a7d1" stroked="f">
          <v:path arrowok="t"/>
        </v:shape>
      </w:pict>
    </w:r>
    <w:r>
      <w:rPr>
        <w:noProof/>
      </w:rPr>
      <w:pict w14:anchorId="01EDEF02">
        <v:shape id="_x0000_s1265" style="position:absolute;margin-left:435.6pt;margin-top:86.15pt;width:2.4pt;height:2.4pt;z-index:251732992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>
      <w:rPr>
        <w:noProof/>
      </w:rPr>
      <w:pict w14:anchorId="1FF6DD18">
        <v:shape id="_x0000_s1264" style="position:absolute;margin-left:80pt;margin-top:263.35pt;width:2.4pt;height:2.4pt;z-index:251731968;mso-wrap-edited:f;mso-position-horizontal-relative:text;mso-position-vertical-relative:text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5C8CB27E">
        <v:shape id="_x0000_s1263" style="position:absolute;margin-left:126.75pt;margin-top:117.05pt;width:2.4pt;height:2.4pt;z-index:251730944;mso-wrap-edited:f;mso-position-horizontal-relative:text;mso-position-vertical-relative:text" coordsize="48,48" wrapcoords="-16 0 -16 32 64 32 64 0 -16 0" path="m5,5l15,r9,l34,,44,5r4,10l48,24r,10l44,43,34,48r-10,l15,48,5,43,,34,,24,,15,5,5xe" fillcolor="#00a7d1" stroked="f">
          <v:path arrowok="t"/>
        </v:shape>
      </w:pict>
    </w:r>
    <w:r>
      <w:rPr>
        <w:noProof/>
      </w:rPr>
      <w:pict w14:anchorId="1CA87546">
        <v:shape id="_x0000_s1261" style="position:absolute;margin-left:430.6pt;margin-top:86.15pt;width:2.6pt;height:2.4pt;z-index:251728896;mso-wrap-edited:f;mso-position-horizontal-relative:text;mso-position-vertical-relative:text" coordsize="52,48" wrapcoords="-17 0 -17 32 52 32 52 0 -17 0" path="m24,r9,l43,5r5,9l52,24,48,34r-5,4l33,43r-9,5l19,43,9,38,4,34,,24,4,14,9,5,19,r5,xe" fillcolor="#00a7d1" stroked="f">
          <v:path arrowok="t"/>
        </v:shape>
      </w:pict>
    </w:r>
    <w:r>
      <w:rPr>
        <w:noProof/>
      </w:rPr>
      <w:pict w14:anchorId="05A7CEAF">
        <v:shape id="_x0000_s1260" style="position:absolute;margin-left:80pt;margin-top:268.4pt;width:2.4pt;height:2.4pt;z-index:251727872;mso-wrap-edited:f;mso-position-horizontal-relative:text;mso-position-vertical-relative:text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11B0B14C">
        <v:shape id="_x0000_s1259" style="position:absolute;margin-left:123.4pt;margin-top:120.4pt;width:2.4pt;height:2.4pt;z-index:251726848;mso-wrap-edited:f;mso-position-horizontal-relative:text;mso-position-vertical-relative:text" coordsize="48,48" wrapcoords="-16 0 -16 32 64 32 48 0 -16 0" path="m5,10l15,5,24,,34,5r5,5l43,15r5,9l43,34,39,44r-5,4l24,48r-9,l5,44,,34,,24,,15,5,10xe" fillcolor="#00a7d1" stroked="f">
          <v:path arrowok="t"/>
        </v:shape>
      </w:pict>
    </w:r>
    <w:r>
      <w:rPr>
        <w:noProof/>
      </w:rPr>
      <w:pict w14:anchorId="428E5A0B">
        <v:shape id="_x0000_s1257" style="position:absolute;margin-left:425.8pt;margin-top:86.15pt;width:2.4pt;height:2.4pt;z-index:251724800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>
      <w:rPr>
        <w:noProof/>
      </w:rPr>
      <w:pict w14:anchorId="6A2142FE">
        <v:shape id="_x0000_s1256" style="position:absolute;margin-left:80pt;margin-top:273.2pt;width:2.4pt;height:2.4pt;z-index:251723776;mso-wrap-edited:f;mso-position-horizontal-relative:text;mso-position-vertical-relative:text" coordsize="48,48" wrapcoords="-16 0 -16 32 48 32 48 0 -16 0" path="m,24l,14,5,4,14,,24,,34,r4,4l43,14r5,10l43,33r-5,5l34,43,24,48,14,43,5,38,,33,,24xe" fillcolor="#00a7d1" stroked="f">
          <v:path arrowok="t"/>
        </v:shape>
      </w:pict>
    </w:r>
    <w:r>
      <w:rPr>
        <w:noProof/>
      </w:rPr>
      <w:pict w14:anchorId="1913F2CD">
        <v:shape id="_x0000_s1255" style="position:absolute;margin-left:119.8pt;margin-top:123.75pt;width:2.4pt;height:2.65pt;z-index:251722752;mso-wrap-edited:f;mso-position-horizontal-relative:text;mso-position-vertical-relative:text" coordsize="48,53" wrapcoords="-16 0 -16 40 64 40 48 0 -16 0" path="m10,10l15,5,24,,34,5r10,5l48,20r,4l48,34,44,44,34,48,24,53,15,48,10,44,5,34,,24,5,20,10,10xe" fillcolor="#00a7d1" stroked="f">
          <v:path arrowok="t"/>
        </v:shape>
      </w:pict>
    </w:r>
    <w:r>
      <w:rPr>
        <w:noProof/>
      </w:rPr>
      <w:pict w14:anchorId="2D5664DC">
        <v:shape id="_x0000_s1253" style="position:absolute;margin-left:421pt;margin-top:86.15pt;width:2.4pt;height:2.4pt;z-index:251720704;mso-wrap-edited:f;mso-position-horizontal-relative:text;mso-position-vertical-relative:text" coordsize="48,48" wrapcoords="-16 0 -16 32 64 32 64 0 -16 0" path="m24,r9,l43,5r5,9l48,24r,10l43,38,33,43r-9,5l14,43,5,38,,34,,24,,14,5,5,14,,24,xe" fillcolor="#00a7d1" stroked="f">
          <v:path arrowok="t"/>
        </v:shape>
      </w:pict>
    </w:r>
    <w:r>
      <w:rPr>
        <w:noProof/>
      </w:rPr>
      <w:pict w14:anchorId="66682336">
        <v:shape id="_x0000_s1252" style="position:absolute;margin-left:80pt;margin-top:278pt;width:2.4pt;height:2.4pt;z-index:251719680;mso-wrap-edited:f;mso-position-horizontal-relative:text;mso-position-vertical-relative:text" coordsize="48,48" wrapcoords="-16 0 -16 32 64 32 48 0 -16 0" path="m,24l,14,5,4,14,,24,,34,r4,4l43,14r5,10l43,33,38,43r-4,5l24,48r-10,l5,43,,33,,24xe" fillcolor="#00a7d1" stroked="f">
          <v:path arrowok="t"/>
        </v:shape>
      </w:pict>
    </w:r>
    <w:r>
      <w:rPr>
        <w:noProof/>
      </w:rPr>
      <w:pict w14:anchorId="441BBFE9">
        <v:shape id="_x0000_s1251" style="position:absolute;margin-left:116.45pt;margin-top:127.35pt;width:2.4pt;height:2.4pt;z-index:251718656;mso-wrap-edited:f;mso-position-horizontal-relative:text;mso-position-vertical-relative:text" coordsize="48,48" wrapcoords="-16 0 -16 32 64 32 64 0 -16 0" path="m10,5l15,r9,l34,r9,5l48,15r,9l48,34r-5,5l34,44,24,48,15,44,5,39,,34,,24,,15,10,5xe" fillcolor="#00a7d1" stroked="f">
          <v:path arrowok="t"/>
        </v:shape>
      </w:pict>
    </w:r>
    <w:r>
      <w:rPr>
        <w:noProof/>
      </w:rPr>
      <w:pict w14:anchorId="779E19B2">
        <v:shape id="_x0000_s1249" style="position:absolute;margin-left:416.2pt;margin-top:86.15pt;width:2.4pt;height:2.4pt;z-index:251716608;mso-wrap-edited:f;mso-position-horizontal-relative:text;mso-position-vertical-relative:text" coordsize="48,48" wrapcoords="-16 0 -16 32 48 32 48 0 -16 0" path="m24,r9,l38,5r10,9l48,24r,10l38,38r-5,5l24,48,14,43,5,38,,34,,24,,14,5,5,14,,24,xe" fillcolor="#00a7d1" stroked="f">
          <v:path arrowok="t"/>
        </v:shape>
      </w:pict>
    </w:r>
    <w:r>
      <w:rPr>
        <w:noProof/>
      </w:rPr>
      <w:pict w14:anchorId="074CA985">
        <v:shape id="_x0000_s1248" style="position:absolute;margin-left:80pt;margin-top:282.75pt;width:2.4pt;height:2.4pt;z-index:251715584;mso-wrap-edited:f;mso-position-horizontal-relative:text;mso-position-vertical-relative:text" coordsize="48,48" wrapcoords="-16 0 -16 32 64 32 48 0 -16 0" path="m,24l,15,5,10,14,5,24,,34,5r4,5l43,15r5,9l43,34,38,44r-4,4l24,48r-10,l5,44,,34,,24xe" fillcolor="#00a7d1" stroked="f">
          <v:path arrowok="t"/>
        </v:shape>
      </w:pict>
    </w:r>
    <w:r>
      <w:rPr>
        <w:noProof/>
      </w:rPr>
      <w:pict w14:anchorId="230FFD81">
        <v:shape id="_x0000_s1247" style="position:absolute;margin-left:113.1pt;margin-top:130.75pt;width:2.4pt;height:2.4pt;z-index:251714560;mso-wrap-edited:f;mso-position-horizontal-relative:text;mso-position-vertical-relative:text" coordsize="48,48" wrapcoords="-16 0 -16 32 64 32 48 0 -16 0" path="m5,4l14,,24,,34,r4,4l43,14r5,10l43,33,38,43r-4,5l24,48r-10,l5,43,,33,,24,,14,5,4xe" fillcolor="#00a7d1" stroked="f">
          <v:path arrowok="t"/>
        </v:shape>
      </w:pict>
    </w:r>
    <w:r>
      <w:rPr>
        <w:noProof/>
      </w:rPr>
      <w:pict w14:anchorId="377CFB75">
        <v:shape id="_x0000_s1245" style="position:absolute;margin-left:411.4pt;margin-top:86.15pt;width:2.4pt;height:2.4pt;z-index:251712512;mso-wrap-edited:f;mso-position-horizontal-relative:text;mso-position-vertical-relative:text" coordsize="48,48" wrapcoords="-16 0 -16 32 48 32 48 0 -16 0" path="m24,l34,r4,5l43,14r5,10l43,34r-5,4l34,43,24,48,14,43,5,38,,34,,24,,14,5,5,14,,24,xe" fillcolor="#00a7d1" stroked="f">
          <v:path arrowok="t"/>
        </v:shape>
      </w:pict>
    </w:r>
    <w:r>
      <w:rPr>
        <w:noProof/>
      </w:rPr>
      <w:pict w14:anchorId="50C776D1">
        <v:shape id="_x0000_s1244" style="position:absolute;margin-left:80pt;margin-top:287.55pt;width:2.4pt;height:2.65pt;z-index:251711488;mso-wrap-edited:f;mso-position-horizontal-relative:text;mso-position-vertical-relative:text" coordsize="48,53" wrapcoords="-16 0 -16 40 48 40 48 0 -16 0" path="m,24l,15,5,10,14,5,24,,34,5r4,5l43,15r5,9l43,34,38,44r-4,4l24,53,14,48,5,44,,34,,24xe" fillcolor="#00a7d1" stroked="f">
          <v:path arrowok="t"/>
        </v:shape>
      </w:pict>
    </w:r>
    <w:r>
      <w:rPr>
        <w:noProof/>
      </w:rPr>
      <w:pict w14:anchorId="0F261C6D">
        <v:shape id="_x0000_s1243" style="position:absolute;margin-left:109.5pt;margin-top:134.1pt;width:2.4pt;height:2.4pt;z-index:251710464;mso-wrap-edited:f;mso-position-horizontal-relative:text;mso-position-vertical-relative:text" coordsize="48,48" wrapcoords="-16 0 -16 32 64 32 48 0 -16 0" path="m10,9l19,5,24,,34,5r9,4l48,14r,10l48,33,43,43r-9,5l24,48r-5,l10,43,5,33,,24,5,14,10,9xe" fillcolor="#00a7d1" stroked="f">
          <v:path arrowok="t"/>
        </v:shape>
      </w:pict>
    </w:r>
    <w:r>
      <w:rPr>
        <w:noProof/>
      </w:rPr>
      <w:pict w14:anchorId="441D35AC">
        <v:shape id="_x0000_s1241" style="position:absolute;margin-left:406.35pt;margin-top:86.15pt;width:2.4pt;height:2.4pt;z-index:251708416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>
      <w:rPr>
        <w:noProof/>
      </w:rPr>
      <w:pict w14:anchorId="2FA0EA8A">
        <v:shape id="_x0000_s1240" style="position:absolute;margin-left:80pt;margin-top:292.6pt;width:2.4pt;height:2.4pt;z-index:251707392;mso-wrap-edited:f;mso-position-horizontal-relative:text;mso-position-vertical-relative:text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4B528EEB">
        <v:shape id="_x0000_s1239" style="position:absolute;margin-left:106.15pt;margin-top:137.45pt;width:2.4pt;height:2.65pt;z-index:251706368;mso-wrap-edited:f;mso-position-horizontal-relative:text;mso-position-vertical-relative:text" coordsize="48,53" wrapcoords="-16 0 -16 40 64 40 48 0 -16 0" path="m9,9l14,5,24,r9,5l43,9r5,10l48,29r,4l43,43,33,48r-9,5l14,48,9,43,,33,,29,,19,9,9xe" fillcolor="#00a7d1" stroked="f">
          <v:path arrowok="t"/>
        </v:shape>
      </w:pict>
    </w:r>
    <w:r>
      <w:rPr>
        <w:noProof/>
      </w:rPr>
      <w:pict w14:anchorId="39419E98">
        <v:shape id="_x0000_s1237" style="position:absolute;margin-left:401.55pt;margin-top:86.15pt;width:2.4pt;height:2.4pt;z-index:251704320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>
      <w:rPr>
        <w:noProof/>
      </w:rPr>
      <w:pict w14:anchorId="256E032A">
        <v:shape id="_x0000_s1236" style="position:absolute;margin-left:80pt;margin-top:297.4pt;width:2.4pt;height:2.4pt;z-index:251703296;mso-wrap-edited:f;mso-position-horizontal-relative:text;mso-position-vertical-relative:text" coordsize="48,48" wrapcoords="-16 0 -16 32 48 32 48 0 -16 0" path="m,24l,14,5,5,14,,24,,34,r4,5l43,14r5,10l43,34r-5,4l34,48r-10,l14,48,5,38,,34,,24xe" fillcolor="#00a7d1" stroked="f">
          <v:path arrowok="t"/>
        </v:shape>
      </w:pict>
    </w:r>
    <w:r>
      <w:rPr>
        <w:noProof/>
      </w:rPr>
      <w:pict w14:anchorId="087C22DA">
        <v:shape id="_x0000_s1235" style="position:absolute;margin-left:102.8pt;margin-top:141.05pt;width:2.4pt;height:2.4pt;z-index:251702272;mso-wrap-edited:f;mso-position-horizontal-relative:text;mso-position-vertical-relative:text" coordsize="48,48" wrapcoords="-16 0 -16 32 48 32 48 0 -16 0" path="m5,5l14,,24,r9,l38,5r5,9l48,24r-5,9l38,38r-5,5l24,48,14,43,5,38,,33,,24,,14,5,5xe" fillcolor="#00a7d1" stroked="f">
          <v:path arrowok="t"/>
        </v:shape>
      </w:pict>
    </w:r>
    <w:r>
      <w:rPr>
        <w:noProof/>
      </w:rPr>
      <w:pict w14:anchorId="1D51A857">
        <v:shape id="_x0000_s1233" style="position:absolute;margin-left:396.75pt;margin-top:86.15pt;width:2.4pt;height:2.4pt;z-index:251700224;mso-wrap-edited:f;mso-position-horizontal-relative:text;mso-position-vertical-relative:text" coordsize="48,48" wrapcoords="-16 0 -16 32 64 32 64 0 -16 0" path="m24,l34,r9,5l48,14r,10l48,34r-5,4l34,43,24,48,15,43,5,38,,34,,24,,14,5,5,15,r9,xe" fillcolor="#00a7d1" stroked="f">
          <v:path arrowok="t"/>
        </v:shape>
      </w:pict>
    </w:r>
    <w:r>
      <w:rPr>
        <w:noProof/>
      </w:rPr>
      <w:pict w14:anchorId="60B3CC59">
        <v:shape id="_x0000_s1232" style="position:absolute;margin-left:80pt;margin-top:302.2pt;width:2.4pt;height:2.4pt;z-index:251699200;mso-wrap-edited:f;mso-position-horizontal-relative:text;mso-position-vertical-relative:text" coordsize="48,48" wrapcoords="-16 0 -16 32 64 32 48 0 -16 0" path="m,24l,14,5,10,14,,24,,34,r4,10l43,14r5,10l43,34r-5,9l34,48r-10,l14,48,5,43,,34,,24xe" fillcolor="#00a7d1" stroked="f">
          <v:path arrowok="t"/>
        </v:shape>
      </w:pict>
    </w:r>
    <w:r>
      <w:rPr>
        <w:noProof/>
      </w:rPr>
      <w:pict w14:anchorId="6CB35BC1">
        <v:shape id="_x0000_s1231" style="position:absolute;margin-left:99.2pt;margin-top:144.4pt;width:2.65pt;height:2.4pt;z-index:251698176;mso-wrap-edited:f;mso-position-horizontal-relative:text;mso-position-vertical-relative:text" coordsize="53,48" wrapcoords="-13 0 -13 32 66 32 53 0 -13 0" path="m9,5l19,r5,l33,,43,5r5,9l53,24,48,34r-5,9l33,48r-9,l19,48,9,43,5,34,,24,5,14,9,5xe" fillcolor="#00a7d1" stroked="f">
          <v:path arrowok="t"/>
        </v:shape>
      </w:pict>
    </w:r>
    <w:r>
      <w:rPr>
        <w:noProof/>
      </w:rPr>
      <w:pict w14:anchorId="37D3EAC2">
        <v:shape id="_x0000_s1229" style="position:absolute;margin-left:391.95pt;margin-top:86.15pt;width:2.4pt;height:2.4pt;z-index:251696128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>
      <w:rPr>
        <w:noProof/>
      </w:rPr>
      <w:pict w14:anchorId="57E1E0D4">
        <v:shape id="_x0000_s1228" style="position:absolute;margin-left:80pt;margin-top:307pt;width:2.4pt;height:2.4pt;z-index:251695104;mso-wrap-edited:f;mso-position-horizontal-relative:text;mso-position-vertical-relative:text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0F7B0261">
        <v:shape id="_x0000_s1227" style="position:absolute;margin-left:95.85pt;margin-top:147.75pt;width:2.4pt;height:2.4pt;z-index:251694080;mso-wrap-edited:f;mso-position-horizontal-relative:text;mso-position-vertical-relative:text" coordsize="48,48" wrapcoords="-16 0 -16 32 64 32 48 0 -16 0" path="m9,10l14,5,24,r9,5l43,10r5,5l48,24r,10l43,43,33,48r-9,l14,48,9,43,,34,,24,,15,9,10xe" fillcolor="#00a7d1" stroked="f">
          <v:path arrowok="t"/>
        </v:shape>
      </w:pict>
    </w:r>
    <w:r>
      <w:rPr>
        <w:noProof/>
      </w:rPr>
      <w:pict w14:anchorId="7D170326">
        <v:shape id="_x0000_s1225" style="position:absolute;margin-left:387.15pt;margin-top:86.15pt;width:2.4pt;height:2.4pt;z-index:251692032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>
      <w:rPr>
        <w:noProof/>
      </w:rPr>
      <w:pict w14:anchorId="76E0C6AE">
        <v:shape id="_x0000_s1224" style="position:absolute;margin-left:80pt;margin-top:311.8pt;width:2.4pt;height:2.65pt;z-index:251691008;mso-wrap-edited:f;mso-position-horizontal-relative:text;mso-position-vertical-relative:text" coordsize="48,53" wrapcoords="-16 0 -16 40 48 40 48 0 -16 0" path="m,29l,19,5,9,14,5,24,,34,5r4,4l43,19r5,10l43,33,38,43r-4,5l24,53,14,48,5,43,,33,,29xe" fillcolor="#00a7d1" stroked="f">
          <v:path arrowok="t"/>
        </v:shape>
      </w:pict>
    </w:r>
    <w:r>
      <w:rPr>
        <w:noProof/>
      </w:rPr>
      <w:pict w14:anchorId="28330769">
        <v:shape id="_x0000_s1223" style="position:absolute;margin-left:92.45pt;margin-top:151.35pt;width:2.4pt;height:2.4pt;z-index:251689984;mso-wrap-edited:f;mso-position-horizontal-relative:text;mso-position-vertical-relative:text" coordsize="48,48" wrapcoords="-16 0 -16 32 48 32 48 0 -16 0" path="m5,5l15,r9,l34,r5,5l48,14r,10l48,29r-9,9l34,43,24,48,15,43,5,38,,29,,24,,14,5,5xe" fillcolor="#00a7d1" stroked="f">
          <v:path arrowok="t"/>
        </v:shape>
      </w:pict>
    </w:r>
    <w:r>
      <w:rPr>
        <w:noProof/>
      </w:rPr>
      <w:pict w14:anchorId="48B006E9">
        <v:shape id="_x0000_s1221" style="position:absolute;margin-left:382.15pt;margin-top:86.15pt;width:2.4pt;height:2.4pt;z-index:251687936;mso-wrap-edited:f;mso-position-horizontal-relative:text;mso-position-vertical-relative:text" coordsize="48,48" wrapcoords="-16 0 -16 32 64 32 64 0 -16 0" path="m24,r9,l43,5r5,9l48,24r,10l43,38,33,43r-9,5l14,43,9,38,4,34,,24,4,14,9,5,14,,24,xe" fillcolor="#00a7d1" stroked="f">
          <v:path arrowok="t"/>
        </v:shape>
      </w:pict>
    </w:r>
    <w:r>
      <w:rPr>
        <w:noProof/>
      </w:rPr>
      <w:pict w14:anchorId="2405E23A">
        <v:shape id="_x0000_s1220" style="position:absolute;margin-left:80pt;margin-top:316.85pt;width:2.4pt;height:2.4pt;z-index:251686912;mso-wrap-edited:f;mso-position-horizontal-relative:text;mso-position-vertical-relative:text" coordsize="48,48" wrapcoords="-16 0 -16 32 48 32 48 0 -16 0" path="m,24l,14,5,4,14,,24,,34,r4,4l43,14r5,10l43,33r-5,5l34,43,24,48,14,43,5,38,,33,,24xe" fillcolor="#00a7d1" stroked="f">
          <v:path arrowok="t"/>
        </v:shape>
      </w:pict>
    </w:r>
    <w:r>
      <w:rPr>
        <w:noProof/>
      </w:rPr>
      <w:pict w14:anchorId="10C48CC9">
        <v:shape id="_x0000_s1219" style="position:absolute;margin-left:88.85pt;margin-top:154.7pt;width:2.65pt;height:2.4pt;z-index:251685888;mso-wrap-edited:f;mso-position-horizontal-relative:text;mso-position-vertical-relative:text" coordsize="53,48" wrapcoords="-13 0 -13 32 53 32 53 0 -13 0" path="m10,5l20,r9,l34,,44,5r4,10l53,24,48,34r-4,5l34,48r-5,l20,48,10,39,5,34,,24,5,15,10,5xe" fillcolor="#00a7d1" stroked="f">
          <v:path arrowok="t"/>
        </v:shape>
      </w:pict>
    </w:r>
    <w:r>
      <w:rPr>
        <w:noProof/>
      </w:rPr>
      <w:pict w14:anchorId="5F59B9F5">
        <v:shape id="_x0000_s1217" style="position:absolute;margin-left:377.35pt;margin-top:86.15pt;width:2.4pt;height:2.4pt;z-index:251683840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>
      <w:rPr>
        <w:noProof/>
      </w:rPr>
      <w:pict w14:anchorId="103FDC06">
        <v:shape id="_x0000_s1216" style="position:absolute;margin-left:80pt;margin-top:321.65pt;width:2.4pt;height:2.35pt;z-index:251682816;mso-wrap-edited:f;mso-position-horizontal-relative:text;mso-position-vertical-relative:text" coordsize="48,47" wrapcoords="-16 0 -16 31 64 31 48 0 -16 0" path="m,23l,14,5,4,14,,24,,34,r4,4l43,14r5,9l43,33,38,43r-4,4l24,47r-10,l5,43,,33,,23xe" fillcolor="#00a7d1" stroked="f">
          <v:path arrowok="t"/>
        </v:shape>
      </w:pict>
    </w:r>
    <w:r>
      <w:rPr>
        <w:noProof/>
      </w:rPr>
      <w:pict w14:anchorId="7CE89ADB">
        <v:shape id="_x0000_s1215" style="position:absolute;margin-left:85.5pt;margin-top:158.05pt;width:2.4pt;height:2.4pt;z-index:251681792;mso-wrap-edited:f;mso-position-horizontal-relative:text;mso-position-vertical-relative:text" coordsize="48,48" wrapcoords="-16 0 -16 32 64 32 48 0 -16 0" path="m10,10l15,r9,l34,r9,10l48,15r,9l48,34,43,44r-9,4l24,48r-9,l10,44,5,34,,24,5,15r5,-5xe" fillcolor="#00a7d1" stroked="f">
          <v:path arrowok="t"/>
        </v:shape>
      </w:pict>
    </w:r>
    <w:r>
      <w:rPr>
        <w:noProof/>
      </w:rPr>
      <w:pict w14:anchorId="0289CB1C">
        <v:shape id="_x0000_s1213" style="position:absolute;margin-left:372.55pt;margin-top:86.15pt;width:2.4pt;height:2.4pt;z-index:251679744;mso-wrap-edited:f;mso-position-horizontal-relative:text;mso-position-vertical-relative:text" coordsize="48,48" wrapcoords="-16 0 -16 32 64 32 64 0 -16 0" path="m24,r9,l43,5r5,9l48,24r,10l43,38,33,43r-9,5l14,43,5,38,,34,,24,,14,5,5,14,,24,xe" fillcolor="#00a7d1" stroked="f">
          <v:path arrowok="t"/>
        </v:shape>
      </w:pict>
    </w:r>
    <w:r>
      <w:rPr>
        <w:noProof/>
      </w:rPr>
      <w:pict w14:anchorId="7B4194E9">
        <v:shape id="_x0000_s1212" style="position:absolute;margin-left:80pt;margin-top:326.4pt;width:2.4pt;height:2.4pt;z-index:251678720;mso-wrap-edited:f;mso-position-horizontal-relative:text;mso-position-vertical-relative:text" coordsize="48,48" wrapcoords="-16 0 -16 32 64 32 48 0 -16 0" path="m,24l,15,5,10,14,,24,,34,r4,10l43,15r5,9l43,34,38,44r-4,4l24,48r-10,l5,44,,34,,24xe" fillcolor="#00a7d1" stroked="f">
          <v:path arrowok="t"/>
        </v:shape>
      </w:pict>
    </w:r>
    <w:r>
      <w:rPr>
        <w:noProof/>
      </w:rPr>
      <w:pict w14:anchorId="1DFAA124">
        <v:shape id="_x0000_s1211" style="position:absolute;margin-left:82.15pt;margin-top:161.45pt;width:2.4pt;height:2.35pt;z-index:251677696;mso-wrap-edited:f;mso-position-horizontal-relative:text;mso-position-vertical-relative:text" coordsize="48,47" wrapcoords="-16 0 -16 31 64 31 48 0 -16 0" path="m5,9l15,4,24,,34,4r5,5l48,14r,10l48,33,39,43r-5,4l24,47r-9,l5,43,,33,,24,,14,5,9xe" fillcolor="#00a7d1" stroked="f">
          <v:path arrowok="t"/>
        </v:shape>
      </w:pict>
    </w:r>
    <w:r>
      <w:rPr>
        <w:noProof/>
      </w:rPr>
      <w:pict w14:anchorId="33049B40">
        <v:shape id="_x0000_s1209" style="position:absolute;margin-left:367.75pt;margin-top:86.15pt;width:2.4pt;height:2.4pt;z-index:251675648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>
      <w:rPr>
        <w:noProof/>
      </w:rPr>
      <w:pict w14:anchorId="52C4B06E">
        <v:shape id="_x0000_s1208" style="position:absolute;margin-left:80pt;margin-top:331.2pt;width:2.4pt;height:2.4pt;z-index:251674624;mso-wrap-edited:f;mso-position-horizontal-relative:text;mso-position-vertical-relative:text" coordsize="48,48" wrapcoords="-16 0 -16 32 64 32 48 0 -16 0" path="m,24l,15,5,10,14,5,24,,34,5r4,5l43,15r5,9l43,34,38,44r-4,4l24,48r-10,l5,44,,34,,24xe" fillcolor="#00a7d1" stroked="f">
          <v:path arrowok="t"/>
        </v:shape>
      </w:pict>
    </w:r>
    <w:r>
      <w:rPr>
        <w:noProof/>
      </w:rPr>
      <w:pict w14:anchorId="5EB13F0E">
        <v:shape id="_x0000_s1206" style="position:absolute;margin-left:362.95pt;margin-top:86.15pt;width:2.4pt;height:2.4pt;z-index:251672576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>
      <w:rPr>
        <w:noProof/>
      </w:rPr>
      <w:pict w14:anchorId="50CCE6C8">
        <v:shape id="_x0000_s1205" style="position:absolute;margin-left:80pt;margin-top:336.25pt;width:2.4pt;height:2.4pt;z-index:251671552;mso-wrap-edited:f;mso-position-horizontal-relative:text;mso-position-vertical-relative:text" coordsize="48,48" wrapcoords="-16 0 -16 32 48 32 48 0 -16 0" path="m,24l,14,5,5,14,,24,,34,r4,5l43,14r5,10l43,34r-5,4l34,43,24,48,14,43,5,38,,34,,24xe" fillcolor="#00a7d1" stroked="f">
          <v:path arrowok="t"/>
        </v:shape>
      </w:pict>
    </w:r>
    <w:r>
      <w:rPr>
        <w:noProof/>
      </w:rPr>
      <w:pict w14:anchorId="5FBE79AB">
        <v:shape id="_x0000_s1203" style="position:absolute;margin-left:357.9pt;margin-top:86.15pt;width:2.4pt;height:2.4pt;z-index:251669504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>
      <w:rPr>
        <w:noProof/>
      </w:rPr>
      <w:pict w14:anchorId="294E8E5B">
        <v:shape id="_x0000_s1202" style="position:absolute;margin-left:80pt;margin-top:341.05pt;width:2.4pt;height:2.4pt;z-index:251668480;mso-wrap-edited:f;mso-position-horizontal-relative:text;mso-position-vertical-relative:text" coordsize="48,48" wrapcoords="-16 0 -16 32 48 32 48 0 -16 0" path="m,24l,14,5,5,14,,24,,34,r4,5l43,14r5,10l43,34r-5,4l34,43,24,48,14,43,5,38,,34,,24xe" fillcolor="#00a7d1" stroked="f">
          <v:path arrowok="t"/>
        </v:shape>
      </w:pict>
    </w:r>
    <w:r>
      <w:rPr>
        <w:noProof/>
      </w:rPr>
      <w:pict w14:anchorId="45B80EDA">
        <v:shape id="_x0000_s1200" style="position:absolute;margin-left:353.1pt;margin-top:86.15pt;width:2.4pt;height:2.4pt;z-index:251666432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>
      <w:rPr>
        <w:noProof/>
      </w:rPr>
      <w:pict w14:anchorId="411E9A36">
        <v:shape id="_x0000_s1199" style="position:absolute;margin-left:80pt;margin-top:345.85pt;width:2.4pt;height:2.4pt;z-index:251665408;mso-wrap-edited:f;mso-position-horizontal-relative:text;mso-position-vertical-relative:text" coordsize="48,48" wrapcoords="-16 0 -16 32 64 32 48 0 -16 0" path="m,24l,14,5,5,14,,24,,34,r4,5l43,14r5,10l43,34r-5,9l34,48r-10,l14,48,5,43,,34,,24xe" fillcolor="#00a7d1" stroked="f">
          <v:path arrowok="t"/>
        </v:shape>
      </w:pict>
    </w:r>
    <w:r>
      <w:rPr>
        <w:noProof/>
      </w:rPr>
      <w:pict w14:anchorId="4E0EDB5D">
        <v:shape id="_x0000_s1197" style="position:absolute;margin-left:348.3pt;margin-top:86.15pt;width:2.4pt;height:2.4pt;z-index:251663360;mso-wrap-edited:f;mso-position-horizontal-relative:text;mso-position-vertical-relative:text" coordsize="48,48" wrapcoords="-16 0 -16 32 64 32 64 0 -16 0" path="m24,l34,r9,5l48,14r,10l48,34r-5,4l34,43,24,48,15,43,5,38,,34,,24,,14,5,5,15,r9,xe" fillcolor="#00a7d1" stroked="f">
          <v:path arrowok="t"/>
        </v:shape>
      </w:pict>
    </w:r>
    <w:r>
      <w:rPr>
        <w:noProof/>
      </w:rPr>
      <w:pict w14:anchorId="2B025F25">
        <v:shape id="_x0000_s1196" style="position:absolute;margin-left:80pt;margin-top:350.65pt;width:2.4pt;height:2.4pt;z-index:251662336;mso-wrap-edited:f;mso-position-horizontal-relative:text;mso-position-vertical-relative:text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 w14:anchorId="1508D88C">
        <v:shape id="_x0000_s1193" style="position:absolute;margin-left:343.5pt;margin-top:86.15pt;width:2.4pt;height:2.4pt;z-index:251659264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>
      <w:rPr>
        <w:noProof/>
      </w:rPr>
      <w:pict w14:anchorId="0F683EFD">
        <v:shape id="_x0000_s1192" style="position:absolute;margin-left:80pt;margin-top:355.45pt;width:2.4pt;height:2.4pt;z-index:251658240;mso-wrap-edited:f;mso-position-horizontal-relative:text;mso-position-vertical-relative:text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 w14:anchorId="2D45385E">
        <v:shape id="_x0000_s1189" style="position:absolute;margin-left:338.5pt;margin-top:86.15pt;width:2.6pt;height:2.4pt;z-index:251655168;mso-wrap-edited:f;mso-position-horizontal-relative:text;mso-position-vertical-relative:text" coordsize="52,48" wrapcoords="-17 0 -17 32 52 32 52 0 -17 0" path="m28,l38,r5,5l48,14r4,10l48,34r-5,4l38,43,28,48,19,43,9,38,4,34,,24,4,14,9,5,19,r9,xe" fillcolor="#00a7d1" stroked="f">
          <v:path arrowok="t"/>
        </v:shape>
      </w:pict>
    </w:r>
    <w:r>
      <w:rPr>
        <w:noProof/>
      </w:rPr>
      <w:pict w14:anchorId="53903A6D">
        <v:shape id="_x0000_s1188" style="position:absolute;margin-left:80pt;margin-top:360.5pt;width:2.4pt;height:2.35pt;z-index:251654144;mso-wrap-edited:f;mso-position-horizontal-relative:text;mso-position-vertical-relative:text" coordsize="48,47" wrapcoords="-16 0 -16 31 48 31 48 0 -16 0" path="m,24l,14,5,4,14,,24,,34,r4,4l43,14r5,10l43,33r-5,5l34,43,24,47,14,43,5,38,,33,,24xe" fillcolor="#00a7d1" stroked="f">
          <v:path arrowok="t"/>
        </v:shape>
      </w:pict>
    </w:r>
    <w:r>
      <w:rPr>
        <w:noProof/>
      </w:rPr>
      <w:pict w14:anchorId="5F1E3DFD">
        <v:shape id="_x0000_s1185" style="position:absolute;margin-left:333.7pt;margin-top:86.15pt;width:2.4pt;height:2.4pt;z-index:251651072;mso-wrap-edited:f;mso-position-horizontal-relative:text;mso-position-vertical-relative:text" coordsize="48,48" wrapcoords="-16 0 -16 32 64 32 64 0 -16 0" path="m24,r9,l43,5r5,9l48,24r,10l43,38,33,43r-9,5l14,43,9,38,4,34,,24,4,14,9,5,14,,24,xe" fillcolor="#00a7d1" stroked="f">
          <v:path arrowok="t"/>
        </v:shape>
      </w:pict>
    </w:r>
    <w:r>
      <w:rPr>
        <w:noProof/>
      </w:rPr>
      <w:pict w14:anchorId="263CFD4F">
        <v:shape id="_x0000_s1184" style="position:absolute;margin-left:80pt;margin-top:365.25pt;width:2.4pt;height:2.4pt;z-index:251650048;mso-wrap-edited:f;mso-position-horizontal-relative:text;mso-position-vertical-relative:text" coordsize="48,48" wrapcoords="-16 0 -16 32 48 32 48 0 -16 0" path="m,24l,15,5,5,14,,24,,34,r4,5l43,15r5,9l43,34r-5,5l34,48r-10,l14,48,5,39,,34,,24xe" fillcolor="#00a7d1" stroked="f">
          <v:path arrowok="t"/>
        </v:shape>
      </w:pict>
    </w:r>
    <w:r>
      <w:rPr>
        <w:noProof/>
      </w:rPr>
      <w:pict w14:anchorId="0CCE96D8">
        <v:shape id="_x0000_s1181" style="position:absolute;margin-left:328.9pt;margin-top:86.15pt;width:2.4pt;height:2.4pt;z-index:251646976;mso-wrap-edited:f;mso-position-horizontal-relative:text;mso-position-vertical-relative:text" coordsize="48,48" wrapcoords="-16 0 -16 32 64 32 64 0 -16 0" path="m24,r9,l43,5r5,9l48,24r,10l43,38,33,43r-9,5l14,43,9,38,,34,,24,,14,9,5,14,,24,xe" fillcolor="#00a7d1" stroked="f">
          <v:path arrowok="t"/>
        </v:shape>
      </w:pict>
    </w:r>
    <w:r>
      <w:rPr>
        <w:noProof/>
      </w:rPr>
      <w:pict w14:anchorId="6C7D9975">
        <v:shape id="_x0000_s1180" style="position:absolute;margin-left:80pt;margin-top:370.05pt;width:2.4pt;height:2.4pt;z-index:251645952;mso-wrap-edited:f;mso-position-horizontal-relative:text;mso-position-vertical-relative:text" coordsize="48,48" wrapcoords="-16 0 -16 32 64 32 48 0 -16 0" path="m,24l,15,5,5,14,,24,,34,r4,5l43,15r5,9l43,34,38,44r-4,4l24,48r-10,l5,44,,34,,24xe" fillcolor="#00a7d1" stroked="f">
          <v:path arrowok="t"/>
        </v:shape>
      </w:pict>
    </w:r>
    <w:r>
      <w:rPr>
        <w:noProof/>
      </w:rPr>
      <w:pict w14:anchorId="2975182A">
        <v:shape id="_x0000_s1177" style="position:absolute;margin-left:324.1pt;margin-top:86.15pt;width:2.4pt;height:2.4pt;z-index:251642880;mso-wrap-edited:f;mso-position-horizontal-relative:text;mso-position-vertical-relative:text" coordsize="48,48" wrapcoords="-16 0 -16 32 48 32 48 0 -16 0" path="m24,r9,l38,5r10,9l48,24r,10l38,38r-5,5l24,48,14,43,5,38,,34,,24,,14,5,5,14,,24,xe" fillcolor="#00a7d1" stroked="f">
          <v:path arrowok="t"/>
        </v:shape>
      </w:pict>
    </w:r>
    <w:r>
      <w:rPr>
        <w:noProof/>
      </w:rPr>
      <w:pict w14:anchorId="0C2CC413">
        <v:shape id="_x0000_s1176" style="position:absolute;margin-left:80pt;margin-top:374.85pt;width:2.4pt;height:2.4pt;z-index:251641856;mso-wrap-edited:f;mso-position-horizontal-relative:text;mso-position-vertical-relative:text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2C6AC4F3">
        <v:shape id="_x0000_s1173" style="position:absolute;margin-left:319.3pt;margin-top:86.15pt;width:2.4pt;height:2.4pt;z-index:251638784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>
      <w:rPr>
        <w:noProof/>
      </w:rPr>
      <w:pict w14:anchorId="17127306">
        <v:shape id="_x0000_s1172" style="position:absolute;margin-left:80pt;margin-top:379.65pt;width:2.4pt;height:2.65pt;z-index:251637760;mso-wrap-edited:f;mso-position-horizontal-relative:text;mso-position-vertical-relative:text" coordsize="48,53" wrapcoords="-16 0 -16 40 48 40 48 0 -16 0" path="m,24l,19,5,10,14,5,24,,34,5r4,5l43,19r5,5l43,34r-5,9l34,48,24,53,14,48,5,43,,34,,24xe" fillcolor="#00a7d1" stroked="f">
          <v:path arrowok="t"/>
        </v:shape>
      </w:pict>
    </w:r>
    <w:r>
      <w:rPr>
        <w:noProof/>
      </w:rPr>
      <w:pict w14:anchorId="39D3715D">
        <v:shape id="_x0000_s1169" style="position:absolute;margin-left:314.25pt;margin-top:86.15pt;width:2.65pt;height:2.4pt;z-index:251634688;mso-wrap-edited:f;mso-position-horizontal-relative:text;mso-position-vertical-relative:text" coordsize="53,48" wrapcoords="-13 0 -13 32 53 32 53 0 -13 0" path="m29,r5,l43,5r5,9l53,24,48,34r-5,4l34,43r-5,5l19,43,10,38,5,34,,24,5,14,10,5,19,,29,xe" fillcolor="#00a7d1" stroked="f">
          <v:path arrowok="t"/>
        </v:shape>
      </w:pict>
    </w:r>
    <w:r>
      <w:rPr>
        <w:noProof/>
      </w:rPr>
      <w:pict w14:anchorId="7FB0E1DC">
        <v:shape id="_x0000_s1168" style="position:absolute;margin-left:80pt;margin-top:384.7pt;width:2.4pt;height:2.4pt;z-index:251633664;mso-wrap-edited:f;mso-position-horizontal-relative:text;mso-position-vertical-relative:text" coordsize="48,48" wrapcoords="-16 0 -16 32 48 32 48 0 -16 0" path="m,24l,14,5,5,14,,24,,34,r4,5l43,14r5,10l43,34r-5,4l34,43,24,48,14,43,5,38,,34,,24xe" fillcolor="#00a7d1" stroked="f">
          <v:path arrowok="t"/>
        </v:shape>
      </w:pict>
    </w:r>
    <w:r>
      <w:rPr>
        <w:noProof/>
      </w:rPr>
      <w:pict w14:anchorId="3FD5B666">
        <v:shape id="_x0000_s1165" style="position:absolute;margin-left:309.45pt;margin-top:86.15pt;width:2.4pt;height:2.4pt;z-index:251630592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>
      <w:rPr>
        <w:noProof/>
      </w:rPr>
      <w:pict w14:anchorId="04C33C1A">
        <v:shape id="_x0000_s1164" style="position:absolute;margin-left:80pt;margin-top:389.5pt;width:2.4pt;height:2.4pt;z-index:251629568;mso-wrap-edited:f;mso-position-horizontal-relative:text;mso-position-vertical-relative:text" coordsize="48,48" wrapcoords="-16 0 -16 32 48 32 48 0 -16 0" path="m,24l,14,5,5,14,,24,,34,r4,5l43,14r5,10l43,33r-5,5l34,48r-10,l14,48,5,38,,33,,24xe" fillcolor="#00a7d1" stroked="f">
          <v:path arrowok="t"/>
        </v:shape>
      </w:pict>
    </w:r>
    <w:r>
      <w:rPr>
        <w:noProof/>
      </w:rPr>
      <w:pict w14:anchorId="50E56B24">
        <v:shape id="_x0000_s1161" style="position:absolute;margin-left:304.65pt;margin-top:86.15pt;width:2.4pt;height:2.4pt;z-index:251626496;mso-wrap-edited:f;mso-position-horizontal-relative:text;mso-position-vertical-relative:text" coordsize="48,48" wrapcoords="-16 0 -16 32 64 32 64 0 -16 0" path="m24,l34,r9,5l48,14r,10l48,34r-5,4l34,43,24,48,15,43,10,38,,34,,24,,14,10,5,15,r9,xe" fillcolor="#00a7d1" stroked="f">
          <v:path arrowok="t"/>
        </v:shape>
      </w:pict>
    </w:r>
    <w:r>
      <w:rPr>
        <w:noProof/>
      </w:rPr>
      <w:pict w14:anchorId="0C4C18AD">
        <v:shape id="_x0000_s1160" style="position:absolute;margin-left:80pt;margin-top:394.3pt;width:2.4pt;height:2.4pt;z-index:251625472;mso-wrap-edited:f;mso-position-horizontal-relative:text;mso-position-vertical-relative:text" coordsize="48,48" wrapcoords="-16 0 -16 32 64 32 48 0 -16 0" path="m,24l,14,5,9,14,,24,,34,r4,9l43,14r5,10l43,33,38,43r-4,5l24,48r-10,l5,43,,33,,24xe" fillcolor="#00a7d1" stroked="f">
          <v:path arrowok="t"/>
        </v:shape>
      </w:pict>
    </w:r>
    <w:r>
      <w:rPr>
        <w:noProof/>
      </w:rPr>
      <w:pict w14:anchorId="5E5B5B18">
        <v:shape id="_x0000_s1157" style="position:absolute;margin-left:299.85pt;margin-top:86.15pt;width:2.4pt;height:2.4pt;z-index:251622400;mso-wrap-edited:f;mso-position-horizontal-relative:text;mso-position-vertical-relative:text" coordsize="48,48" wrapcoords="-16 0 -16 32 48 32 48 0 -16 0" path="m24,l34,r5,5l48,14r,10l48,34r-9,4l34,43,24,48,15,43,5,38,,34,,24,,14,5,5,15,r9,xe" fillcolor="#00a7d1" stroked="f">
          <v:path arrowok="t"/>
        </v:shape>
      </w:pict>
    </w:r>
    <w:r>
      <w:rPr>
        <w:noProof/>
      </w:rPr>
      <w:pict w14:anchorId="71C29509">
        <v:shape id="_x0000_s1156" style="position:absolute;margin-left:80pt;margin-top:399.1pt;width:2.4pt;height:2.4pt;z-index:251621376;mso-wrap-edited:f;mso-position-horizontal-relative:text;mso-position-vertical-relative:text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 w14:anchorId="50DC7AFF">
        <v:shape id="_x0000_s1153" style="position:absolute;margin-left:295.05pt;margin-top:86.15pt;width:2.4pt;height:2.4pt;z-index:251618304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>
      <w:rPr>
        <w:noProof/>
      </w:rPr>
      <w:pict w14:anchorId="356764E0">
        <v:shape id="_x0000_s1152" style="position:absolute;margin-left:80pt;margin-top:403.9pt;width:2.4pt;height:2.6pt;z-index:251617280;mso-wrap-edited:f;mso-position-horizontal-relative:text;mso-position-vertical-relative:text" coordsize="48,52" wrapcoords="-16 0 -16 35 48 35 48 0 -16 0" path="m,28l,19,5,9,14,4,24,,34,4r4,5l43,19r5,9l43,38r-5,5l34,48,24,52,14,48,5,43,,38,,28xe" fillcolor="#00a7d1" stroked="f">
          <v:path arrowok="t"/>
        </v:shape>
      </w:pict>
    </w:r>
    <w:r>
      <w:rPr>
        <w:noProof/>
      </w:rPr>
      <w:pict w14:anchorId="5A95AFDA">
        <v:shape id="_x0000_s1149" style="position:absolute;margin-left:290.05pt;margin-top:86.15pt;width:2.6pt;height:2.4pt;z-index:251614208;mso-wrap-edited:f;mso-position-horizontal-relative:text;mso-position-vertical-relative:text" coordsize="52,48" wrapcoords="-17 0 -17 32 52 32 52 0 -17 0" path="m23,l33,,43,5r4,9l52,24,47,34r-4,4l33,43,23,48,19,43,9,38,4,34,,24,4,14,9,5,19,r4,xe" fillcolor="#00a7d1" stroked="f">
          <v:path arrowok="t"/>
        </v:shape>
      </w:pict>
    </w:r>
    <w:r>
      <w:rPr>
        <w:noProof/>
      </w:rPr>
      <w:pict w14:anchorId="3B882D2A">
        <v:shape id="_x0000_s1148" style="position:absolute;margin-left:80pt;margin-top:408.9pt;width:2.4pt;height:2.4pt;z-index:251613184;mso-wrap-edited:f;mso-position-horizontal-relative:text;mso-position-vertical-relative:text" coordsize="48,48" wrapcoords="-16 0 -16 32 48 32 48 0 -16 0" path="m,24l,15,5,5,14,,24,,34,r4,5l43,15r5,9l43,34r-5,5l34,44,24,48,14,44,5,39,,34,,24xe" fillcolor="#00a7d1" stroked="f">
          <v:path arrowok="t"/>
        </v:shape>
      </w:pict>
    </w:r>
    <w:r>
      <w:rPr>
        <w:noProof/>
      </w:rPr>
      <w:pict w14:anchorId="72397E78">
        <v:shape id="_x0000_s1145" style="position:absolute;margin-left:285.25pt;margin-top:86.15pt;width:2.4pt;height:2.4pt;z-index:251610112;mso-wrap-edited:f;mso-position-horizontal-relative:text;mso-position-vertical-relative:text" coordsize="48,48" wrapcoords="-16 0 -16 32 64 32 64 0 -16 0" path="m24,r9,l43,5r5,9l48,24r,10l43,38,33,43r-9,5l14,43,9,38,4,34,,24,4,14,9,5,14,,24,xe" fillcolor="#00a7d1" stroked="f">
          <v:path arrowok="t"/>
        </v:shape>
      </w:pict>
    </w:r>
    <w:r>
      <w:rPr>
        <w:noProof/>
      </w:rPr>
      <w:pict w14:anchorId="22B5B61C">
        <v:shape id="_x0000_s1144" style="position:absolute;margin-left:80pt;margin-top:413.7pt;width:2.4pt;height:2.4pt;z-index:251609088;mso-wrap-edited:f;mso-position-horizontal-relative:text;mso-position-vertical-relative:text" coordsize="48,48" wrapcoords="-16 0 -16 32 64 32 48 0 -16 0" path="m,24l,15,5,5,14,,24,,34,r4,5l43,15r5,9l43,34r-5,9l34,48r-10,l14,48,5,43,,34,,24xe" fillcolor="#00a7d1" stroked="f">
          <v:path arrowok="t"/>
        </v:shape>
      </w:pict>
    </w:r>
    <w:r>
      <w:rPr>
        <w:noProof/>
      </w:rPr>
      <w:pict w14:anchorId="30181508">
        <v:shape id="_x0000_s1141" style="position:absolute;margin-left:280.45pt;margin-top:86.15pt;width:2.4pt;height:2.4pt;z-index:251606016;mso-wrap-edited:f;mso-position-horizontal-relative:text;mso-position-vertical-relative:text" coordsize="48,48" wrapcoords="-16 0 -16 32 64 32 64 0 -16 0" path="m24,r9,l43,5r5,9l48,24r,10l43,38,33,43r-9,5l14,43,4,38,,34,,24,,14,4,5,14,,24,xe" fillcolor="#00a7d1" stroked="f">
          <v:path arrowok="t"/>
        </v:shape>
      </w:pict>
    </w:r>
    <w:r>
      <w:rPr>
        <w:noProof/>
      </w:rPr>
      <w:pict w14:anchorId="26EBAAFA">
        <v:shape id="_x0000_s1140" style="position:absolute;margin-left:80pt;margin-top:418.5pt;width:2.4pt;height:2.4pt;z-index:251604992;mso-wrap-edited:f;mso-position-horizontal-relative:text;mso-position-vertical-relative:text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3A0AEED8">
        <v:shape id="_x0000_s1137" style="position:absolute;margin-left:275.65pt;margin-top:86.15pt;width:2.4pt;height:2.4pt;z-index:251601920;mso-wrap-edited:f;mso-position-horizontal-relative:text;mso-position-vertical-relative:text" coordsize="48,48" wrapcoords="-16 0 -16 32 48 32 48 0 -16 0" path="m24,r9,l38,5r10,9l48,24r,10l38,38r-5,5l24,48,14,43,4,38,,34,,24,,14,4,5,14,,24,xe" fillcolor="#00a7d1" stroked="f">
          <v:path arrowok="t"/>
        </v:shape>
      </w:pict>
    </w:r>
    <w:r>
      <w:rPr>
        <w:noProof/>
      </w:rPr>
      <w:pict w14:anchorId="5079ACE2">
        <v:shape id="_x0000_s1133" style="position:absolute;margin-left:270.85pt;margin-top:86.15pt;width:2.4pt;height:2.4pt;z-index:251597824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>
      <w:rPr>
        <w:noProof/>
      </w:rPr>
      <w:pict w14:anchorId="66EA40D4">
        <v:shape id="_x0000_s1129" style="position:absolute;margin-left:265.8pt;margin-top:86.15pt;width:2.4pt;height:2.4pt;z-index:251593728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>
      <w:rPr>
        <w:noProof/>
      </w:rPr>
      <w:pict w14:anchorId="43C5DFFB">
        <v:shape id="_x0000_s1125" style="position:absolute;margin-left:261pt;margin-top:86.15pt;width:2.4pt;height:2.4pt;z-index:251589632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>
      <w:rPr>
        <w:noProof/>
      </w:rPr>
      <w:pict w14:anchorId="192E674B">
        <v:shape id="_x0000_s1121" style="position:absolute;margin-left:256.2pt;margin-top:86.15pt;width:2.4pt;height:2.4pt;z-index:251585536;mso-wrap-edited:f;mso-position-horizontal-relative:text;mso-position-vertical-relative:text" coordsize="48,48" wrapcoords="-16 0 -16 32 64 32 64 0 -16 0" path="m24,l34,r9,5l48,14r,10l48,34r-5,4l34,43,24,48,14,43,5,38,,34,,24,,14,5,5,14,,24,xe" fillcolor="#00a7d1" stroked="f">
          <v:path arrowok="t"/>
        </v:shape>
      </w:pict>
    </w:r>
    <w:r>
      <w:rPr>
        <w:noProof/>
      </w:rPr>
      <w:pict w14:anchorId="243D6A2F">
        <v:shape id="_x0000_s1117" style="position:absolute;margin-left:251.4pt;margin-top:86.15pt;width:2.4pt;height:2.4pt;z-index:251581440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>
      <w:rPr>
        <w:noProof/>
      </w:rPr>
      <w:pict w14:anchorId="631F60EB">
        <v:shape id="_x0000_s1113" style="position:absolute;margin-left:246.6pt;margin-top:86.15pt;width:2.4pt;height:2.4pt;z-index:251577344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>
      <w:rPr>
        <w:noProof/>
      </w:rPr>
      <w:pict w14:anchorId="45D5FB07">
        <v:shape id="_x0000_s1109" style="position:absolute;margin-left:241.55pt;margin-top:86.15pt;width:2.4pt;height:2.4pt;z-index:251573248;mso-wrap-edited:f;mso-position-horizontal-relative:text;mso-position-vertical-relative:text" coordsize="48,48" wrapcoords="-16 0 -16 32 64 32 64 0 -16 0" path="m24,l34,,44,5r4,9l48,24r,10l44,38,34,43,24,48,15,43,10,38,5,34,,24,5,14,10,5,15,r9,xe" fillcolor="#00a7d1" stroked="f">
          <v:path arrowok="t"/>
        </v:shape>
      </w:pict>
    </w:r>
    <w:r>
      <w:rPr>
        <w:noProof/>
      </w:rPr>
      <w:pict w14:anchorId="3D0C0559">
        <v:shape id="_x0000_s1105" style="position:absolute;margin-left:236.8pt;margin-top:86.15pt;width:2.35pt;height:2.4pt;z-index:251569152;mso-wrap-edited:f;mso-position-horizontal-relative:text;mso-position-vertical-relative:text" coordsize="47,48" wrapcoords="-16 0 -16 32 63 32 63 0 -16 0" path="m23,l33,,43,5r4,9l47,24r,10l43,38,33,43,23,48,14,43,9,38,4,34,,24,4,14,9,5,14,r9,xe" fillcolor="#00a7d1" stroked="f">
          <v:path arrowok="t"/>
        </v:shape>
      </w:pict>
    </w:r>
    <w:r>
      <w:rPr>
        <w:noProof/>
      </w:rPr>
      <w:pict w14:anchorId="1135FDF4">
        <v:shape id="_x0000_s1100" style="position:absolute;margin-left:232pt;margin-top:86.15pt;width:2.4pt;height:2.4pt;z-index:251564032;mso-wrap-edited:f;mso-position-horizontal-relative:text;mso-position-vertical-relative:text" coordsize="48,48" wrapcoords="-16 0 -16 32 64 32 64 0 -16 0" path="m24,r9,l43,5r5,9l48,24r,10l43,38,33,43r-9,5l14,43,4,38,,34,,24,,14,4,5,14,,24,xe" fillcolor="#00a7d1" stroked="f">
          <v:path arrowok="t"/>
        </v:shape>
      </w:pict>
    </w:r>
    <w:r>
      <w:rPr>
        <w:noProof/>
      </w:rPr>
      <w:pict w14:anchorId="5F5C2C37">
        <v:shape id="_x0000_s1095" style="position:absolute;margin-left:227.2pt;margin-top:86.15pt;width:2.4pt;height:2.4pt;z-index:251558912;mso-wrap-edited:f;mso-position-horizontal-relative:text;mso-position-vertical-relative:text" coordsize="48,48" wrapcoords="-16 0 -16 32 48 32 48 0 -16 0" path="m24,r9,l38,5r5,9l48,24,43,34r-5,4l33,43r-9,5l14,43,4,38,,34,,24,,14,4,5,14,,24,xe" fillcolor="#00a7d1" stroked="f">
          <v:path arrowok="t"/>
        </v:shape>
      </w:pict>
    </w:r>
    <w:r>
      <w:rPr>
        <w:noProof/>
      </w:rPr>
      <w:pict w14:anchorId="6E192B1F">
        <v:shape id="_x0000_s1090" style="position:absolute;margin-left:222.4pt;margin-top:86.15pt;width:2.4pt;height:2.4pt;z-index:251553792;mso-wrap-edited:f;mso-position-horizontal-relative:text;mso-position-vertical-relative:text" coordsize="48,48" wrapcoords="-16 0 -16 32 48 32 48 0 -16 0" path="m24,r9,l38,5r5,9l48,24,43,34r-5,4l33,43r-9,5l14,43,4,38,,34,,24,,14,4,5,14,,24,xe" fillcolor="#00a7d1" stroked="f">
          <v:path arrowok="t"/>
        </v:shape>
      </w:pict>
    </w:r>
    <w:r>
      <w:rPr>
        <w:noProof/>
      </w:rPr>
      <w:pict w14:anchorId="569828BD">
        <v:shape id="_x0000_s1085" style="position:absolute;margin-left:217.35pt;margin-top:86.15pt;width:2.4pt;height:2.4pt;z-index:251548672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>
      <w:rPr>
        <w:noProof/>
      </w:rPr>
      <w:pict w14:anchorId="265FCAD4">
        <v:shape id="_x0000_s1080" style="position:absolute;margin-left:212.55pt;margin-top:86.15pt;width:2.4pt;height:2.4pt;z-index:251543552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>
      <w:rPr>
        <w:noProof/>
      </w:rPr>
      <w:pict w14:anchorId="43F4FDA2">
        <v:shape id="_x0000_s1076" style="position:absolute;margin-left:207.75pt;margin-top:86.15pt;width:2.4pt;height:2.4pt;z-index:251539456;mso-wrap-edited:f;mso-position-horizontal-relative:text;mso-position-vertical-relative:text" coordsize="48,48" wrapcoords="-16 0 -16 32 64 32 64 0 -16 0" path="m24,l34,r9,5l48,14r,10l48,34r-5,4l34,43,24,48,14,43,5,38,,34,,24,,14,5,5,14,,24,xe" fillcolor="#00a7d1" stroked="f">
          <v:path arrowok="t"/>
        </v:shape>
      </w:pict>
    </w:r>
    <w:r>
      <w:rPr>
        <w:noProof/>
      </w:rPr>
      <w:pict w14:anchorId="28B308CB">
        <v:shape id="_x0000_s1072" style="position:absolute;margin-left:202.95pt;margin-top:86.15pt;width:2.4pt;height:2.4pt;z-index:251535360;mso-wrap-edited:f;mso-position-horizontal-relative:text;mso-position-vertical-relative:text" coordsize="48,48" wrapcoords="-16 0 -16 32 48 32 48 0 -16 0" path="m24,l34,r4,5l43,14r5,10l43,34r-5,4l34,43,24,48,14,43,5,38,,34,,24,,14,5,5,14,,24,xe" fillcolor="#00a7d1" stroked="f">
          <v:path arrowok="t"/>
        </v:shape>
      </w:pict>
    </w:r>
    <w:r>
      <w:rPr>
        <w:noProof/>
      </w:rPr>
      <w:pict w14:anchorId="77651E85">
        <v:shape id="_x0000_s1068" style="position:absolute;margin-left:197.9pt;margin-top:86.15pt;width:2.65pt;height:2.4pt;z-index:251531264;mso-wrap-edited:f;mso-position-horizontal-relative:text;mso-position-vertical-relative:text" coordsize="53,48" wrapcoords="-13 0 -13 32 53 32 53 0 -13 0" path="m29,l39,r5,5l48,14r5,10l48,34r-4,4l39,43,29,48,20,43,10,38,5,34,,24,5,14,10,5,20,r9,xe" fillcolor="#00a7d1" stroked="f">
          <v:path arrowok="t"/>
        </v:shape>
      </w:pict>
    </w:r>
    <w:r>
      <w:rPr>
        <w:noProof/>
      </w:rPr>
      <w:pict w14:anchorId="7D50DF28">
        <v:shape id="_x0000_s1064" style="position:absolute;margin-left:193.1pt;margin-top:86.15pt;width:2.4pt;height:2.4pt;z-index:251527168;mso-wrap-edited:f;mso-position-horizontal-relative:text;mso-position-vertical-relative:text" coordsize="48,48" wrapcoords="-16 0 -16 32 64 32 64 0 -16 0" path="m24,l34,,44,5r4,9l48,24r,10l44,38,34,43,24,48,15,43,10,38,5,34,,24,5,14,10,5,15,r9,xe" fillcolor="#00a7d1" stroked="f">
          <v:path arrowok="t"/>
        </v:shape>
      </w:pict>
    </w:r>
    <w:r>
      <w:rPr>
        <w:noProof/>
      </w:rPr>
      <w:pict w14:anchorId="228DF1B3">
        <v:shape id="_x0000_s1060" style="position:absolute;margin-left:188.3pt;margin-top:86.15pt;width:2.4pt;height:2.4pt;z-index:251523072;mso-wrap-edited:f;mso-position-horizontal-relative:text;mso-position-vertical-relative:text" coordsize="48,48" wrapcoords="-16 0 -16 32 64 32 64 0 -16 0" path="m24,l34,,44,5r4,9l48,24r,10l44,38,34,43,24,48,15,43,10,38,,34,,24,,14,10,5,15,r9,xe" fillcolor="#00a7d1" stroked="f">
          <v:path arrowok="t"/>
        </v:shape>
      </w:pict>
    </w:r>
    <w:r>
      <w:rPr>
        <w:noProof/>
      </w:rPr>
      <w:pict w14:anchorId="3A7E36B8">
        <v:shape id="_x0000_s1056" style="position:absolute;margin-left:183.55pt;margin-top:86.15pt;width:2.35pt;height:2.4pt;z-index:251518976;mso-wrap-edited:f;mso-position-horizontal-relative:text;mso-position-vertical-relative:text" coordsize="47,48" wrapcoords="-16 0 -16 32 47 32 47 0 -16 0" path="m24,r9,l38,5r9,9l47,24r,10l38,38r-5,5l24,48,14,43,4,38,,34,,24,,14,4,5,14,,24,xe" fillcolor="#00a7d1" stroked="f">
          <v:path arrowok="t"/>
        </v:shape>
      </w:pict>
    </w:r>
    <w:r>
      <w:rPr>
        <w:noProof/>
      </w:rPr>
      <w:pict w14:anchorId="170610C1">
        <v:shape id="_x0000_s1052" style="position:absolute;margin-left:178.75pt;margin-top:86.15pt;width:2.4pt;height:2.4pt;z-index:251514880;mso-wrap-edited:f;mso-position-horizontal-relative:text;mso-position-vertical-relative:text" coordsize="48,48" wrapcoords="-16 0 -16 32 48 32 48 0 -16 0" path="m24,r9,l38,5r5,9l48,24,43,34r-5,4l33,43r-9,5l14,43,4,38,,34,,24,,14,4,5,14,,24,xe" fillcolor="#00a7d1" stroked="f">
          <v:path arrowok="t"/>
        </v:shape>
      </w:pict>
    </w:r>
    <w:r>
      <w:rPr>
        <w:noProof/>
      </w:rPr>
      <w:pict w14:anchorId="5EBD82C5">
        <v:shape id="_x0000_s1048" style="position:absolute;margin-left:173.7pt;margin-top:86.15pt;width:2.65pt;height:2.4pt;z-index:251510784;mso-wrap-edited:f;mso-position-horizontal-relative:text;mso-position-vertical-relative:text" coordsize="53,48" wrapcoords="-13 0 -13 32 53 32 53 0 -13 0" path="m29,r4,l43,5r5,9l53,24,48,34r-5,4l33,43r-4,5l19,43,9,38,5,34,,24,5,14,9,5,19,,29,xe" fillcolor="#00a7d1" stroked="f">
          <v:path arrowok="t"/>
        </v:shape>
      </w:pict>
    </w:r>
    <w:r>
      <w:rPr>
        <w:noProof/>
      </w:rPr>
      <w:pict w14:anchorId="274EA46C">
        <v:shape id="_x0000_s1044" style="position:absolute;margin-left:168.9pt;margin-top:86.15pt;width:2.4pt;height:2.4pt;z-index:251506688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>
      <w:rPr>
        <w:noProof/>
      </w:rPr>
      <w:pict w14:anchorId="0F068972">
        <v:shape id="_x0000_s1040" style="position:absolute;margin-left:164.1pt;margin-top:86.15pt;width:2.4pt;height:2.4pt;z-index:251502592;mso-wrap-edited:f;mso-position-horizontal-relative:text;mso-position-vertical-relative:text" coordsize="48,48" wrapcoords="-16 0 -16 32 64 32 64 0 -16 0" path="m24,l34,r9,5l48,14r,10l48,34r-5,4l34,43,24,48,14,43,10,38,,34,,24,,14,10,5,14,,24,xe" fillcolor="#00a7d1" stroked="f">
          <v:path arrowok="t"/>
        </v:shape>
      </w:pict>
    </w:r>
    <w:r>
      <w:rPr>
        <w:noProof/>
      </w:rPr>
      <w:pict w14:anchorId="08D39576">
        <v:shape id="_x0000_s1036" style="position:absolute;margin-left:159.3pt;margin-top:86.15pt;width:2.4pt;height:2.4pt;z-index:251498496;mso-wrap-edited:f;mso-position-horizontal-relative:text;mso-position-vertical-relative:text" coordsize="48,48" wrapcoords="-16 0 -16 32 48 32 48 0 -16 0" path="m24,l34,r4,5l48,14r,10l48,34,38,38r-4,5l24,48,14,43,5,38,,34,,24,,14,5,5,14,,24,xe" fillcolor="#00a7d1" stroked="f">
          <v:path arrowok="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73160" w14:textId="77777777" w:rsidR="00472B35" w:rsidRDefault="00540AE3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36A"/>
    <w:multiLevelType w:val="singleLevel"/>
    <w:tmpl w:val="3DB6D38A"/>
    <w:lvl w:ilvl="0">
      <w:start w:val="1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0407BD"/>
    <w:multiLevelType w:val="hybridMultilevel"/>
    <w:tmpl w:val="691E05E2"/>
    <w:lvl w:ilvl="0" w:tplc="DE4472FA">
      <w:start w:val="1"/>
      <w:numFmt w:val="decimalZero"/>
      <w:lvlText w:val="%1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454AA"/>
    <w:multiLevelType w:val="singleLevel"/>
    <w:tmpl w:val="99409E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930189B"/>
    <w:multiLevelType w:val="hybridMultilevel"/>
    <w:tmpl w:val="615690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97A33"/>
    <w:multiLevelType w:val="singleLevel"/>
    <w:tmpl w:val="A052D75C"/>
    <w:lvl w:ilvl="0">
      <w:start w:val="1"/>
      <w:numFmt w:val="upperLetter"/>
      <w:lvlText w:val="%1."/>
      <w:lvlJc w:val="left"/>
      <w:pPr>
        <w:tabs>
          <w:tab w:val="num" w:pos="689"/>
        </w:tabs>
        <w:ind w:left="689" w:hanging="405"/>
      </w:pPr>
      <w:rPr>
        <w:rFonts w:hint="default"/>
      </w:rPr>
    </w:lvl>
  </w:abstractNum>
  <w:abstractNum w:abstractNumId="5" w15:restartNumberingAfterBreak="0">
    <w:nsid w:val="1503493D"/>
    <w:multiLevelType w:val="hybridMultilevel"/>
    <w:tmpl w:val="C8668466"/>
    <w:lvl w:ilvl="0" w:tplc="F496A656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6" w15:restartNumberingAfterBreak="0">
    <w:nsid w:val="1D882FF8"/>
    <w:multiLevelType w:val="hybridMultilevel"/>
    <w:tmpl w:val="58C625BA"/>
    <w:lvl w:ilvl="0" w:tplc="74486A88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E3C14AC"/>
    <w:multiLevelType w:val="singleLevel"/>
    <w:tmpl w:val="9B1634FA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23EF4F21"/>
    <w:multiLevelType w:val="hybridMultilevel"/>
    <w:tmpl w:val="BBE287F2"/>
    <w:lvl w:ilvl="0" w:tplc="05F267C8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9" w15:restartNumberingAfterBreak="0">
    <w:nsid w:val="292D6767"/>
    <w:multiLevelType w:val="singleLevel"/>
    <w:tmpl w:val="44D890DE"/>
    <w:lvl w:ilvl="0">
      <w:start w:val="1"/>
      <w:numFmt w:val="upperLetter"/>
      <w:pStyle w:val="Nadpis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A984CDC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 w15:restartNumberingAfterBreak="0">
    <w:nsid w:val="2D432C55"/>
    <w:multiLevelType w:val="hybridMultilevel"/>
    <w:tmpl w:val="04DCD7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5B2492"/>
    <w:multiLevelType w:val="hybridMultilevel"/>
    <w:tmpl w:val="75165F82"/>
    <w:lvl w:ilvl="0" w:tplc="5B74F646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467B2DAF"/>
    <w:multiLevelType w:val="hybridMultilevel"/>
    <w:tmpl w:val="9BBE4DEE"/>
    <w:lvl w:ilvl="0" w:tplc="18060232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4" w15:restartNumberingAfterBreak="0">
    <w:nsid w:val="49E22625"/>
    <w:multiLevelType w:val="hybridMultilevel"/>
    <w:tmpl w:val="78DC08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54EB6"/>
    <w:multiLevelType w:val="hybridMultilevel"/>
    <w:tmpl w:val="059CA47A"/>
    <w:lvl w:ilvl="0" w:tplc="E0384380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6" w15:restartNumberingAfterBreak="0">
    <w:nsid w:val="4B70500D"/>
    <w:multiLevelType w:val="hybridMultilevel"/>
    <w:tmpl w:val="C0CE3106"/>
    <w:lvl w:ilvl="0" w:tplc="53F42AE4">
      <w:start w:val="3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 w15:restartNumberingAfterBreak="0">
    <w:nsid w:val="4D4B0CB8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8" w15:restartNumberingAfterBreak="0">
    <w:nsid w:val="50FC0E94"/>
    <w:multiLevelType w:val="hybridMultilevel"/>
    <w:tmpl w:val="0B483134"/>
    <w:lvl w:ilvl="0" w:tplc="D150980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5DB52DA7"/>
    <w:multiLevelType w:val="hybridMultilevel"/>
    <w:tmpl w:val="077A1D6A"/>
    <w:lvl w:ilvl="0" w:tplc="5ACA89C6">
      <w:start w:val="1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60BF417B"/>
    <w:multiLevelType w:val="hybridMultilevel"/>
    <w:tmpl w:val="C3FE6E58"/>
    <w:lvl w:ilvl="0" w:tplc="875EB622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1" w15:restartNumberingAfterBreak="0">
    <w:nsid w:val="62506807"/>
    <w:multiLevelType w:val="hybridMultilevel"/>
    <w:tmpl w:val="4F5E2A9A"/>
    <w:lvl w:ilvl="0" w:tplc="C6FC42F6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D29A0EFE">
      <w:start w:val="1"/>
      <w:numFmt w:val="bullet"/>
      <w:lvlText w:val="-"/>
      <w:lvlJc w:val="left"/>
      <w:pPr>
        <w:tabs>
          <w:tab w:val="num" w:pos="2214"/>
        </w:tabs>
        <w:ind w:left="2214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2" w15:restartNumberingAfterBreak="0">
    <w:nsid w:val="63186508"/>
    <w:multiLevelType w:val="hybridMultilevel"/>
    <w:tmpl w:val="424238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A6B4754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4" w15:restartNumberingAfterBreak="0">
    <w:nsid w:val="6ABA2FA8"/>
    <w:multiLevelType w:val="hybridMultilevel"/>
    <w:tmpl w:val="1492938C"/>
    <w:lvl w:ilvl="0" w:tplc="0405000F">
      <w:start w:val="1"/>
      <w:numFmt w:val="decimal"/>
      <w:lvlText w:val="%1."/>
      <w:lvlJc w:val="left"/>
      <w:pPr>
        <w:ind w:left="1637" w:hanging="360"/>
      </w:p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5" w15:restartNumberingAfterBreak="0">
    <w:nsid w:val="6BFB57F7"/>
    <w:multiLevelType w:val="hybridMultilevel"/>
    <w:tmpl w:val="DF4E6D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EB43C7"/>
    <w:multiLevelType w:val="singleLevel"/>
    <w:tmpl w:val="C2A6CE4E"/>
    <w:lvl w:ilvl="0">
      <w:start w:val="4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27" w15:restartNumberingAfterBreak="0">
    <w:nsid w:val="722C40FF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num w:numId="1" w16cid:durableId="1809319625">
    <w:abstractNumId w:val="9"/>
  </w:num>
  <w:num w:numId="2" w16cid:durableId="953098968">
    <w:abstractNumId w:val="7"/>
  </w:num>
  <w:num w:numId="3" w16cid:durableId="2116440507">
    <w:abstractNumId w:val="4"/>
  </w:num>
  <w:num w:numId="4" w16cid:durableId="1123695244">
    <w:abstractNumId w:val="21"/>
  </w:num>
  <w:num w:numId="5" w16cid:durableId="850950987">
    <w:abstractNumId w:val="13"/>
  </w:num>
  <w:num w:numId="6" w16cid:durableId="172111496">
    <w:abstractNumId w:val="5"/>
  </w:num>
  <w:num w:numId="7" w16cid:durableId="931862006">
    <w:abstractNumId w:val="27"/>
  </w:num>
  <w:num w:numId="8" w16cid:durableId="321857825">
    <w:abstractNumId w:val="8"/>
  </w:num>
  <w:num w:numId="9" w16cid:durableId="1869876138">
    <w:abstractNumId w:val="20"/>
  </w:num>
  <w:num w:numId="10" w16cid:durableId="50272598">
    <w:abstractNumId w:val="15"/>
  </w:num>
  <w:num w:numId="11" w16cid:durableId="1428304143">
    <w:abstractNumId w:val="10"/>
  </w:num>
  <w:num w:numId="12" w16cid:durableId="1088311457">
    <w:abstractNumId w:val="23"/>
  </w:num>
  <w:num w:numId="13" w16cid:durableId="1484813672">
    <w:abstractNumId w:val="24"/>
  </w:num>
  <w:num w:numId="14" w16cid:durableId="1940992210">
    <w:abstractNumId w:val="18"/>
  </w:num>
  <w:num w:numId="15" w16cid:durableId="1162702374">
    <w:abstractNumId w:val="17"/>
  </w:num>
  <w:num w:numId="16" w16cid:durableId="2019381507">
    <w:abstractNumId w:val="3"/>
  </w:num>
  <w:num w:numId="17" w16cid:durableId="207183">
    <w:abstractNumId w:val="25"/>
  </w:num>
  <w:num w:numId="18" w16cid:durableId="1447701904">
    <w:abstractNumId w:val="22"/>
  </w:num>
  <w:num w:numId="19" w16cid:durableId="291788747">
    <w:abstractNumId w:val="26"/>
  </w:num>
  <w:num w:numId="20" w16cid:durableId="995457852">
    <w:abstractNumId w:val="16"/>
  </w:num>
  <w:num w:numId="21" w16cid:durableId="568999654">
    <w:abstractNumId w:val="14"/>
  </w:num>
  <w:num w:numId="22" w16cid:durableId="1547987563">
    <w:abstractNumId w:val="0"/>
  </w:num>
  <w:num w:numId="23" w16cid:durableId="700672219">
    <w:abstractNumId w:val="2"/>
  </w:num>
  <w:num w:numId="24" w16cid:durableId="657419325">
    <w:abstractNumId w:val="12"/>
  </w:num>
  <w:num w:numId="25" w16cid:durableId="15980569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08429144">
    <w:abstractNumId w:val="19"/>
  </w:num>
  <w:num w:numId="27" w16cid:durableId="1296720731">
    <w:abstractNumId w:val="1"/>
  </w:num>
  <w:num w:numId="28" w16cid:durableId="19787594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6" fill="f" fillcolor="white" stroke="f">
      <v:fill color="white" on="f"/>
      <v:stroke on="f"/>
      <o:colormru v:ext="edit" colors="#cff,#edfff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3E05"/>
    <w:rsid w:val="0000016F"/>
    <w:rsid w:val="00002077"/>
    <w:rsid w:val="000044B4"/>
    <w:rsid w:val="0000738E"/>
    <w:rsid w:val="00013F90"/>
    <w:rsid w:val="00020E9C"/>
    <w:rsid w:val="00041609"/>
    <w:rsid w:val="000510CF"/>
    <w:rsid w:val="00063973"/>
    <w:rsid w:val="000664A5"/>
    <w:rsid w:val="00074027"/>
    <w:rsid w:val="000766FD"/>
    <w:rsid w:val="00081287"/>
    <w:rsid w:val="00087686"/>
    <w:rsid w:val="00090A29"/>
    <w:rsid w:val="00093654"/>
    <w:rsid w:val="000949E5"/>
    <w:rsid w:val="000A6CB9"/>
    <w:rsid w:val="000B20FE"/>
    <w:rsid w:val="000B4511"/>
    <w:rsid w:val="000B638E"/>
    <w:rsid w:val="000C1EB2"/>
    <w:rsid w:val="000C5CAB"/>
    <w:rsid w:val="000D3149"/>
    <w:rsid w:val="000D389F"/>
    <w:rsid w:val="000D6035"/>
    <w:rsid w:val="000D703D"/>
    <w:rsid w:val="000E13B0"/>
    <w:rsid w:val="000E160F"/>
    <w:rsid w:val="000E4C3C"/>
    <w:rsid w:val="000F01BF"/>
    <w:rsid w:val="000F03E3"/>
    <w:rsid w:val="000F577C"/>
    <w:rsid w:val="00111DD2"/>
    <w:rsid w:val="00124149"/>
    <w:rsid w:val="00141E98"/>
    <w:rsid w:val="00151593"/>
    <w:rsid w:val="001538D5"/>
    <w:rsid w:val="00157FE9"/>
    <w:rsid w:val="00166A23"/>
    <w:rsid w:val="00170266"/>
    <w:rsid w:val="001755B3"/>
    <w:rsid w:val="00176D07"/>
    <w:rsid w:val="00177A2B"/>
    <w:rsid w:val="00187CB6"/>
    <w:rsid w:val="0019042D"/>
    <w:rsid w:val="001A18CE"/>
    <w:rsid w:val="001A5A0C"/>
    <w:rsid w:val="001B70A7"/>
    <w:rsid w:val="001C4273"/>
    <w:rsid w:val="001D3DC7"/>
    <w:rsid w:val="001D4C9B"/>
    <w:rsid w:val="001E24E4"/>
    <w:rsid w:val="001E54B9"/>
    <w:rsid w:val="001F0858"/>
    <w:rsid w:val="001F5BEF"/>
    <w:rsid w:val="00201281"/>
    <w:rsid w:val="0020616A"/>
    <w:rsid w:val="00206DB6"/>
    <w:rsid w:val="0021608F"/>
    <w:rsid w:val="00216947"/>
    <w:rsid w:val="00217F4F"/>
    <w:rsid w:val="00222163"/>
    <w:rsid w:val="00244C44"/>
    <w:rsid w:val="00244C7D"/>
    <w:rsid w:val="00256D82"/>
    <w:rsid w:val="00262010"/>
    <w:rsid w:val="00267A66"/>
    <w:rsid w:val="002703E8"/>
    <w:rsid w:val="002722C1"/>
    <w:rsid w:val="00275E68"/>
    <w:rsid w:val="00276BF1"/>
    <w:rsid w:val="002A61DF"/>
    <w:rsid w:val="002B47FB"/>
    <w:rsid w:val="002C1766"/>
    <w:rsid w:val="002D0488"/>
    <w:rsid w:val="002E07AC"/>
    <w:rsid w:val="002E1E41"/>
    <w:rsid w:val="002E6912"/>
    <w:rsid w:val="002F0950"/>
    <w:rsid w:val="002F0CD7"/>
    <w:rsid w:val="00304417"/>
    <w:rsid w:val="0030727A"/>
    <w:rsid w:val="00307AE7"/>
    <w:rsid w:val="00315E8F"/>
    <w:rsid w:val="00321786"/>
    <w:rsid w:val="00321DAF"/>
    <w:rsid w:val="00326A01"/>
    <w:rsid w:val="00345A79"/>
    <w:rsid w:val="00357E40"/>
    <w:rsid w:val="00360D0E"/>
    <w:rsid w:val="003614F7"/>
    <w:rsid w:val="00367E76"/>
    <w:rsid w:val="0037435E"/>
    <w:rsid w:val="00383FCC"/>
    <w:rsid w:val="00384265"/>
    <w:rsid w:val="00391FF0"/>
    <w:rsid w:val="00393B4A"/>
    <w:rsid w:val="00394B99"/>
    <w:rsid w:val="003A744C"/>
    <w:rsid w:val="003A7A8A"/>
    <w:rsid w:val="003D04A4"/>
    <w:rsid w:val="003D1F40"/>
    <w:rsid w:val="003E34B4"/>
    <w:rsid w:val="003E3F68"/>
    <w:rsid w:val="003E701D"/>
    <w:rsid w:val="003F7FB3"/>
    <w:rsid w:val="0040750A"/>
    <w:rsid w:val="00411A62"/>
    <w:rsid w:val="004124AE"/>
    <w:rsid w:val="00415E98"/>
    <w:rsid w:val="00416D29"/>
    <w:rsid w:val="00424E8F"/>
    <w:rsid w:val="004356F8"/>
    <w:rsid w:val="004446A1"/>
    <w:rsid w:val="0044475C"/>
    <w:rsid w:val="00445FA1"/>
    <w:rsid w:val="00452288"/>
    <w:rsid w:val="004545C1"/>
    <w:rsid w:val="00462CDC"/>
    <w:rsid w:val="0047295C"/>
    <w:rsid w:val="00472B35"/>
    <w:rsid w:val="004800AF"/>
    <w:rsid w:val="00481585"/>
    <w:rsid w:val="00485F30"/>
    <w:rsid w:val="00495F6E"/>
    <w:rsid w:val="004B0C13"/>
    <w:rsid w:val="004B18EA"/>
    <w:rsid w:val="004C04C5"/>
    <w:rsid w:val="004C199D"/>
    <w:rsid w:val="004C75DF"/>
    <w:rsid w:val="004D2938"/>
    <w:rsid w:val="004D3EF1"/>
    <w:rsid w:val="004E413A"/>
    <w:rsid w:val="004E436C"/>
    <w:rsid w:val="00507EC5"/>
    <w:rsid w:val="00511A2E"/>
    <w:rsid w:val="005220D6"/>
    <w:rsid w:val="00524AA7"/>
    <w:rsid w:val="00526ED2"/>
    <w:rsid w:val="00535898"/>
    <w:rsid w:val="00540AE3"/>
    <w:rsid w:val="00545C18"/>
    <w:rsid w:val="00547B38"/>
    <w:rsid w:val="00553227"/>
    <w:rsid w:val="00584226"/>
    <w:rsid w:val="00593AE8"/>
    <w:rsid w:val="0059472B"/>
    <w:rsid w:val="0059734F"/>
    <w:rsid w:val="005B1966"/>
    <w:rsid w:val="005B5AA0"/>
    <w:rsid w:val="005C3D8D"/>
    <w:rsid w:val="005C6391"/>
    <w:rsid w:val="005D48B5"/>
    <w:rsid w:val="005E05B4"/>
    <w:rsid w:val="005E0C47"/>
    <w:rsid w:val="005F0476"/>
    <w:rsid w:val="005F0C12"/>
    <w:rsid w:val="005F2286"/>
    <w:rsid w:val="005F636E"/>
    <w:rsid w:val="005F7FF9"/>
    <w:rsid w:val="00603AB4"/>
    <w:rsid w:val="00617B0C"/>
    <w:rsid w:val="00625C1D"/>
    <w:rsid w:val="00636B33"/>
    <w:rsid w:val="00645D54"/>
    <w:rsid w:val="006463CF"/>
    <w:rsid w:val="00650F6F"/>
    <w:rsid w:val="006572B0"/>
    <w:rsid w:val="00665467"/>
    <w:rsid w:val="00697128"/>
    <w:rsid w:val="006A29F6"/>
    <w:rsid w:val="006A71A5"/>
    <w:rsid w:val="006C0402"/>
    <w:rsid w:val="006D29F3"/>
    <w:rsid w:val="006D38F3"/>
    <w:rsid w:val="006D39D8"/>
    <w:rsid w:val="006E016A"/>
    <w:rsid w:val="006F120E"/>
    <w:rsid w:val="007065B2"/>
    <w:rsid w:val="00712933"/>
    <w:rsid w:val="007171D0"/>
    <w:rsid w:val="00722AE2"/>
    <w:rsid w:val="00722D34"/>
    <w:rsid w:val="007401FE"/>
    <w:rsid w:val="00745754"/>
    <w:rsid w:val="007567DF"/>
    <w:rsid w:val="00771ED0"/>
    <w:rsid w:val="00784AF6"/>
    <w:rsid w:val="0079002B"/>
    <w:rsid w:val="0079171F"/>
    <w:rsid w:val="007928A0"/>
    <w:rsid w:val="00793490"/>
    <w:rsid w:val="00795AA8"/>
    <w:rsid w:val="00796889"/>
    <w:rsid w:val="0079715F"/>
    <w:rsid w:val="00797F5E"/>
    <w:rsid w:val="007A082D"/>
    <w:rsid w:val="007A5660"/>
    <w:rsid w:val="007B7E6B"/>
    <w:rsid w:val="007C14B8"/>
    <w:rsid w:val="007C51FE"/>
    <w:rsid w:val="007C56F7"/>
    <w:rsid w:val="007C5AB6"/>
    <w:rsid w:val="007D0F3F"/>
    <w:rsid w:val="007D4FB0"/>
    <w:rsid w:val="007D642D"/>
    <w:rsid w:val="007D7BCC"/>
    <w:rsid w:val="007E0A61"/>
    <w:rsid w:val="007E5F04"/>
    <w:rsid w:val="007E78F7"/>
    <w:rsid w:val="007F0200"/>
    <w:rsid w:val="007F063A"/>
    <w:rsid w:val="007F23E3"/>
    <w:rsid w:val="007F5BD4"/>
    <w:rsid w:val="00806087"/>
    <w:rsid w:val="0081465A"/>
    <w:rsid w:val="00816B83"/>
    <w:rsid w:val="0083167A"/>
    <w:rsid w:val="0083492F"/>
    <w:rsid w:val="0085586E"/>
    <w:rsid w:val="008601FE"/>
    <w:rsid w:val="00861025"/>
    <w:rsid w:val="00863444"/>
    <w:rsid w:val="008636B9"/>
    <w:rsid w:val="00874CD4"/>
    <w:rsid w:val="008823E9"/>
    <w:rsid w:val="00884266"/>
    <w:rsid w:val="00890FF3"/>
    <w:rsid w:val="00893E05"/>
    <w:rsid w:val="008A557F"/>
    <w:rsid w:val="008B1BEA"/>
    <w:rsid w:val="008C49B8"/>
    <w:rsid w:val="008C6038"/>
    <w:rsid w:val="008E207E"/>
    <w:rsid w:val="008E53CE"/>
    <w:rsid w:val="008F3F41"/>
    <w:rsid w:val="00900B79"/>
    <w:rsid w:val="00905FB6"/>
    <w:rsid w:val="00906B07"/>
    <w:rsid w:val="009123CB"/>
    <w:rsid w:val="009128BD"/>
    <w:rsid w:val="009171DF"/>
    <w:rsid w:val="0092006F"/>
    <w:rsid w:val="00926D7A"/>
    <w:rsid w:val="00932938"/>
    <w:rsid w:val="00935BB1"/>
    <w:rsid w:val="009424D8"/>
    <w:rsid w:val="0094421C"/>
    <w:rsid w:val="009611F2"/>
    <w:rsid w:val="00970F58"/>
    <w:rsid w:val="009816DA"/>
    <w:rsid w:val="00986977"/>
    <w:rsid w:val="009914E9"/>
    <w:rsid w:val="009A51E5"/>
    <w:rsid w:val="009A5277"/>
    <w:rsid w:val="009B0D0D"/>
    <w:rsid w:val="009B4BB2"/>
    <w:rsid w:val="009C543B"/>
    <w:rsid w:val="009D33F1"/>
    <w:rsid w:val="009D4920"/>
    <w:rsid w:val="009D4989"/>
    <w:rsid w:val="009E4173"/>
    <w:rsid w:val="009E6483"/>
    <w:rsid w:val="009F1527"/>
    <w:rsid w:val="009F179E"/>
    <w:rsid w:val="009F373A"/>
    <w:rsid w:val="009F5D61"/>
    <w:rsid w:val="00A0009E"/>
    <w:rsid w:val="00A02C85"/>
    <w:rsid w:val="00A2464F"/>
    <w:rsid w:val="00A26B26"/>
    <w:rsid w:val="00A30BCB"/>
    <w:rsid w:val="00A30BF1"/>
    <w:rsid w:val="00A324A9"/>
    <w:rsid w:val="00A36EAF"/>
    <w:rsid w:val="00A40279"/>
    <w:rsid w:val="00A40AA9"/>
    <w:rsid w:val="00A52AB0"/>
    <w:rsid w:val="00A73DE5"/>
    <w:rsid w:val="00A8621D"/>
    <w:rsid w:val="00A86FC6"/>
    <w:rsid w:val="00A90659"/>
    <w:rsid w:val="00AA189A"/>
    <w:rsid w:val="00AA5295"/>
    <w:rsid w:val="00AB0D5D"/>
    <w:rsid w:val="00AB2C3B"/>
    <w:rsid w:val="00AB3D1B"/>
    <w:rsid w:val="00AB46F0"/>
    <w:rsid w:val="00AC119A"/>
    <w:rsid w:val="00AC1C91"/>
    <w:rsid w:val="00AE4AB3"/>
    <w:rsid w:val="00AF1721"/>
    <w:rsid w:val="00AF23EB"/>
    <w:rsid w:val="00AF2A18"/>
    <w:rsid w:val="00B0217D"/>
    <w:rsid w:val="00B0473E"/>
    <w:rsid w:val="00B0767D"/>
    <w:rsid w:val="00B16C25"/>
    <w:rsid w:val="00B17F3D"/>
    <w:rsid w:val="00B36BF1"/>
    <w:rsid w:val="00B42EDE"/>
    <w:rsid w:val="00B462EC"/>
    <w:rsid w:val="00B64A23"/>
    <w:rsid w:val="00B66B4A"/>
    <w:rsid w:val="00B71BFC"/>
    <w:rsid w:val="00B722B7"/>
    <w:rsid w:val="00B726C1"/>
    <w:rsid w:val="00B77013"/>
    <w:rsid w:val="00B801C1"/>
    <w:rsid w:val="00B872DB"/>
    <w:rsid w:val="00BA6A53"/>
    <w:rsid w:val="00BB29B3"/>
    <w:rsid w:val="00BB368B"/>
    <w:rsid w:val="00BB720A"/>
    <w:rsid w:val="00BC21D1"/>
    <w:rsid w:val="00BC676B"/>
    <w:rsid w:val="00BD1728"/>
    <w:rsid w:val="00BD29F1"/>
    <w:rsid w:val="00BD7F4E"/>
    <w:rsid w:val="00BE1986"/>
    <w:rsid w:val="00BF14A6"/>
    <w:rsid w:val="00BF4488"/>
    <w:rsid w:val="00BF6B50"/>
    <w:rsid w:val="00C0356A"/>
    <w:rsid w:val="00C16F6F"/>
    <w:rsid w:val="00C17E10"/>
    <w:rsid w:val="00C23EE2"/>
    <w:rsid w:val="00C303F8"/>
    <w:rsid w:val="00C41643"/>
    <w:rsid w:val="00C47ADA"/>
    <w:rsid w:val="00C63F44"/>
    <w:rsid w:val="00C71796"/>
    <w:rsid w:val="00C8085C"/>
    <w:rsid w:val="00C838A8"/>
    <w:rsid w:val="00C86FFB"/>
    <w:rsid w:val="00C879CE"/>
    <w:rsid w:val="00C95324"/>
    <w:rsid w:val="00C9549F"/>
    <w:rsid w:val="00CB789E"/>
    <w:rsid w:val="00CE1943"/>
    <w:rsid w:val="00CF6F11"/>
    <w:rsid w:val="00D014D8"/>
    <w:rsid w:val="00D04214"/>
    <w:rsid w:val="00D102A1"/>
    <w:rsid w:val="00D108F8"/>
    <w:rsid w:val="00D15D42"/>
    <w:rsid w:val="00D23B5A"/>
    <w:rsid w:val="00D3092C"/>
    <w:rsid w:val="00D334F2"/>
    <w:rsid w:val="00D451F6"/>
    <w:rsid w:val="00D53B4E"/>
    <w:rsid w:val="00D54B98"/>
    <w:rsid w:val="00D5519C"/>
    <w:rsid w:val="00D70820"/>
    <w:rsid w:val="00D76D49"/>
    <w:rsid w:val="00D80B9F"/>
    <w:rsid w:val="00DA2E8E"/>
    <w:rsid w:val="00DA3171"/>
    <w:rsid w:val="00DA3D9E"/>
    <w:rsid w:val="00DD09DF"/>
    <w:rsid w:val="00DD2DFD"/>
    <w:rsid w:val="00DE0AE0"/>
    <w:rsid w:val="00DE1300"/>
    <w:rsid w:val="00DF123A"/>
    <w:rsid w:val="00E1798A"/>
    <w:rsid w:val="00E249FE"/>
    <w:rsid w:val="00E3387E"/>
    <w:rsid w:val="00E36B05"/>
    <w:rsid w:val="00E37DF6"/>
    <w:rsid w:val="00E53DE9"/>
    <w:rsid w:val="00E53DFD"/>
    <w:rsid w:val="00E60862"/>
    <w:rsid w:val="00E63737"/>
    <w:rsid w:val="00E6393A"/>
    <w:rsid w:val="00E6526C"/>
    <w:rsid w:val="00E772D9"/>
    <w:rsid w:val="00E84619"/>
    <w:rsid w:val="00E87EA0"/>
    <w:rsid w:val="00E93910"/>
    <w:rsid w:val="00EA0BAA"/>
    <w:rsid w:val="00EA0D56"/>
    <w:rsid w:val="00EB3869"/>
    <w:rsid w:val="00EB5988"/>
    <w:rsid w:val="00EF26E5"/>
    <w:rsid w:val="00EF3E45"/>
    <w:rsid w:val="00EF6494"/>
    <w:rsid w:val="00F049BB"/>
    <w:rsid w:val="00F127B8"/>
    <w:rsid w:val="00F1381C"/>
    <w:rsid w:val="00F151A7"/>
    <w:rsid w:val="00F20801"/>
    <w:rsid w:val="00F31D51"/>
    <w:rsid w:val="00F343F8"/>
    <w:rsid w:val="00F35E34"/>
    <w:rsid w:val="00F3704A"/>
    <w:rsid w:val="00F40297"/>
    <w:rsid w:val="00F41EBC"/>
    <w:rsid w:val="00F50574"/>
    <w:rsid w:val="00F52EB5"/>
    <w:rsid w:val="00F548B6"/>
    <w:rsid w:val="00F55EC5"/>
    <w:rsid w:val="00F62967"/>
    <w:rsid w:val="00F662C3"/>
    <w:rsid w:val="00F715E3"/>
    <w:rsid w:val="00F90CB3"/>
    <w:rsid w:val="00F9102C"/>
    <w:rsid w:val="00F949BF"/>
    <w:rsid w:val="00F95BAA"/>
    <w:rsid w:val="00FA55F3"/>
    <w:rsid w:val="00FB2709"/>
    <w:rsid w:val="00FB2CC5"/>
    <w:rsid w:val="00FB652E"/>
    <w:rsid w:val="00FC1B85"/>
    <w:rsid w:val="00FC56B1"/>
    <w:rsid w:val="00FC6C37"/>
    <w:rsid w:val="00FD6330"/>
    <w:rsid w:val="00FF24A9"/>
    <w:rsid w:val="00FF2C16"/>
    <w:rsid w:val="00FF5D4A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 fill="f" fillcolor="white" stroke="f">
      <v:fill color="white" on="f"/>
      <v:stroke on="f"/>
      <o:colormru v:ext="edit" colors="#cff,#edffff"/>
    </o:shapedefaults>
    <o:shapelayout v:ext="edit">
      <o:idmap v:ext="edit" data="2"/>
    </o:shapelayout>
  </w:shapeDefaults>
  <w:decimalSymbol w:val=","/>
  <w:listSeparator w:val=";"/>
  <w14:docId w14:val="1D31D919"/>
  <w15:docId w15:val="{6F5A1F8B-826C-47CE-88DA-C96BCDCB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B0C13"/>
  </w:style>
  <w:style w:type="paragraph" w:styleId="Nadpis1">
    <w:name w:val="heading 1"/>
    <w:basedOn w:val="Normln"/>
    <w:next w:val="Normln"/>
    <w:qFormat/>
    <w:rsid w:val="004B0C13"/>
    <w:pPr>
      <w:keepNext/>
      <w:outlineLvl w:val="0"/>
    </w:pPr>
    <w:rPr>
      <w:rFonts w:ascii="Arial" w:hAnsi="Arial"/>
      <w:b/>
      <w:snapToGrid w:val="0"/>
      <w:color w:val="0000FF"/>
      <w:sz w:val="52"/>
      <w:lang w:val="en-US"/>
    </w:rPr>
  </w:style>
  <w:style w:type="paragraph" w:styleId="Nadpis2">
    <w:name w:val="heading 2"/>
    <w:basedOn w:val="Normln"/>
    <w:next w:val="Normln"/>
    <w:qFormat/>
    <w:rsid w:val="004B0C13"/>
    <w:pPr>
      <w:keepNext/>
      <w:outlineLvl w:val="1"/>
    </w:pPr>
    <w:rPr>
      <w:rFonts w:ascii="GaramondItcTEECon" w:hAnsi="GaramondItcTEECon"/>
      <w:i/>
      <w:snapToGrid w:val="0"/>
      <w:color w:val="0000FF"/>
      <w:sz w:val="36"/>
      <w:lang w:val="en-US"/>
    </w:rPr>
  </w:style>
  <w:style w:type="paragraph" w:styleId="Nadpis3">
    <w:name w:val="heading 3"/>
    <w:basedOn w:val="Normln"/>
    <w:next w:val="Normln"/>
    <w:qFormat/>
    <w:rsid w:val="004B0C13"/>
    <w:pPr>
      <w:keepNext/>
      <w:ind w:left="1843"/>
      <w:outlineLvl w:val="2"/>
    </w:pPr>
    <w:rPr>
      <w:rFonts w:ascii="Arial Black" w:hAnsi="Arial Black"/>
      <w:color w:val="808080"/>
      <w:spacing w:val="1580"/>
      <w:sz w:val="96"/>
    </w:rPr>
  </w:style>
  <w:style w:type="paragraph" w:styleId="Nadpis4">
    <w:name w:val="heading 4"/>
    <w:basedOn w:val="Normln"/>
    <w:next w:val="Normln"/>
    <w:qFormat/>
    <w:rsid w:val="004B0C13"/>
    <w:pPr>
      <w:keepNext/>
      <w:numPr>
        <w:numId w:val="1"/>
      </w:numPr>
      <w:tabs>
        <w:tab w:val="left" w:pos="2977"/>
      </w:tabs>
      <w:ind w:left="567"/>
      <w:jc w:val="center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link w:val="Nadpis5Char"/>
    <w:qFormat/>
    <w:rsid w:val="004B0C13"/>
    <w:pPr>
      <w:keepNext/>
      <w:tabs>
        <w:tab w:val="left" w:pos="2977"/>
      </w:tabs>
      <w:ind w:left="567"/>
      <w:jc w:val="center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qFormat/>
    <w:rsid w:val="004B0C13"/>
    <w:pPr>
      <w:keepNext/>
      <w:outlineLvl w:val="5"/>
    </w:pPr>
    <w:rPr>
      <w:rFonts w:ascii="Arial" w:hAnsi="Arial"/>
      <w:b/>
      <w:color w:val="0000FF"/>
      <w:sz w:val="18"/>
    </w:rPr>
  </w:style>
  <w:style w:type="paragraph" w:styleId="Nadpis7">
    <w:name w:val="heading 7"/>
    <w:basedOn w:val="Normln"/>
    <w:next w:val="Normln"/>
    <w:qFormat/>
    <w:rsid w:val="004B0C13"/>
    <w:pPr>
      <w:keepNext/>
      <w:ind w:left="2977"/>
      <w:outlineLvl w:val="6"/>
    </w:pPr>
    <w:rPr>
      <w:rFonts w:ascii="Arial" w:hAnsi="Arial"/>
      <w:b/>
      <w:sz w:val="24"/>
    </w:rPr>
  </w:style>
  <w:style w:type="paragraph" w:styleId="Nadpis8">
    <w:name w:val="heading 8"/>
    <w:basedOn w:val="Normln"/>
    <w:next w:val="Normln"/>
    <w:qFormat/>
    <w:rsid w:val="004B0C13"/>
    <w:pPr>
      <w:keepNext/>
      <w:outlineLvl w:val="7"/>
    </w:pPr>
    <w:rPr>
      <w:b/>
      <w:i/>
      <w:color w:val="000000"/>
      <w:sz w:val="24"/>
    </w:rPr>
  </w:style>
  <w:style w:type="paragraph" w:styleId="Nadpis9">
    <w:name w:val="heading 9"/>
    <w:basedOn w:val="Normln"/>
    <w:next w:val="Normln"/>
    <w:qFormat/>
    <w:rsid w:val="004B0C13"/>
    <w:pPr>
      <w:keepNext/>
      <w:ind w:left="284"/>
      <w:jc w:val="center"/>
      <w:outlineLvl w:val="8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B0C1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B0C1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4B0C13"/>
    <w:pPr>
      <w:ind w:left="1134" w:hanging="567"/>
      <w:jc w:val="both"/>
    </w:pPr>
    <w:rPr>
      <w:rFonts w:ascii="Arial" w:hAnsi="Arial"/>
      <w:sz w:val="22"/>
    </w:rPr>
  </w:style>
  <w:style w:type="paragraph" w:customStyle="1" w:styleId="Odstavec">
    <w:name w:val="Odstavec"/>
    <w:basedOn w:val="Zkladntext"/>
    <w:rsid w:val="004B0C13"/>
    <w:pPr>
      <w:widowControl w:val="0"/>
      <w:spacing w:after="115" w:line="288" w:lineRule="auto"/>
      <w:ind w:firstLine="480"/>
      <w:jc w:val="both"/>
    </w:pPr>
    <w:rPr>
      <w:noProof/>
      <w:sz w:val="24"/>
    </w:rPr>
  </w:style>
  <w:style w:type="paragraph" w:styleId="Zkladntext">
    <w:name w:val="Body Text"/>
    <w:basedOn w:val="Normln"/>
    <w:rsid w:val="004B0C13"/>
    <w:pPr>
      <w:spacing w:after="120"/>
    </w:pPr>
  </w:style>
  <w:style w:type="character" w:styleId="slostrnky">
    <w:name w:val="page number"/>
    <w:basedOn w:val="Standardnpsmoodstavce"/>
    <w:rsid w:val="004B0C13"/>
  </w:style>
  <w:style w:type="character" w:customStyle="1" w:styleId="Nadpis5Char">
    <w:name w:val="Nadpis 5 Char"/>
    <w:basedOn w:val="Standardnpsmoodstavce"/>
    <w:link w:val="Nadpis5"/>
    <w:rsid w:val="008A557F"/>
    <w:rPr>
      <w:rFonts w:ascii="Arial" w:hAnsi="Arial"/>
      <w:b/>
      <w:sz w:val="24"/>
    </w:rPr>
  </w:style>
  <w:style w:type="character" w:styleId="Hypertextovodkaz">
    <w:name w:val="Hyperlink"/>
    <w:basedOn w:val="Standardnpsmoodstavce"/>
    <w:rsid w:val="009F373A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47ADA"/>
    <w:pPr>
      <w:ind w:left="708"/>
    </w:pPr>
    <w:rPr>
      <w:rFonts w:ascii="Arial" w:hAnsi="Arial"/>
    </w:rPr>
  </w:style>
  <w:style w:type="paragraph" w:customStyle="1" w:styleId="Vlastn">
    <w:name w:val="Vlastní"/>
    <w:basedOn w:val="Normln"/>
    <w:rsid w:val="00535898"/>
    <w:pPr>
      <w:ind w:firstLine="708"/>
      <w:jc w:val="both"/>
    </w:pPr>
    <w:rPr>
      <w:rFonts w:ascii="Arial" w:hAnsi="Arial"/>
      <w:sz w:val="22"/>
    </w:rPr>
  </w:style>
  <w:style w:type="paragraph" w:styleId="Textvbloku">
    <w:name w:val="Block Text"/>
    <w:basedOn w:val="Normln"/>
    <w:rsid w:val="00081287"/>
    <w:pPr>
      <w:ind w:left="1134" w:right="798"/>
    </w:pPr>
    <w:rPr>
      <w:rFonts w:ascii="Arial" w:hAnsi="Arial"/>
      <w:sz w:val="22"/>
    </w:rPr>
  </w:style>
  <w:style w:type="paragraph" w:styleId="Zkladntextodsazen2">
    <w:name w:val="Body Text Indent 2"/>
    <w:basedOn w:val="Normln"/>
    <w:link w:val="Zkladntextodsazen2Char"/>
    <w:rsid w:val="007065B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7065B2"/>
  </w:style>
  <w:style w:type="paragraph" w:styleId="Normlnodsazen">
    <w:name w:val="Normal Indent"/>
    <w:basedOn w:val="Normln"/>
    <w:uiPriority w:val="99"/>
    <w:unhideWhenUsed/>
    <w:rsid w:val="007065B2"/>
    <w:pPr>
      <w:spacing w:before="100" w:beforeAutospacing="1" w:after="100" w:afterAutospacing="1"/>
    </w:pPr>
    <w:rPr>
      <w:sz w:val="24"/>
      <w:szCs w:val="24"/>
    </w:rPr>
  </w:style>
  <w:style w:type="paragraph" w:styleId="Zkladntext3">
    <w:name w:val="Body Text 3"/>
    <w:basedOn w:val="Normln"/>
    <w:link w:val="Zkladntext3Char"/>
    <w:rsid w:val="007A082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A082D"/>
    <w:rPr>
      <w:sz w:val="16"/>
      <w:szCs w:val="16"/>
    </w:rPr>
  </w:style>
  <w:style w:type="paragraph" w:customStyle="1" w:styleId="Import0">
    <w:name w:val="Import 0"/>
    <w:basedOn w:val="Normln"/>
    <w:rsid w:val="007A082D"/>
    <w:pPr>
      <w:suppressAutoHyphens/>
      <w:spacing w:line="276" w:lineRule="auto"/>
    </w:pPr>
    <w:rPr>
      <w:rFonts w:ascii="Courier New" w:hAnsi="Courier New"/>
      <w:sz w:val="24"/>
    </w:rPr>
  </w:style>
  <w:style w:type="paragraph" w:styleId="Zkladntextodsazen3">
    <w:name w:val="Body Text Indent 3"/>
    <w:basedOn w:val="Normln"/>
    <w:link w:val="Zkladntextodsazen3Char"/>
    <w:rsid w:val="00EB598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EB5988"/>
    <w:rPr>
      <w:sz w:val="16"/>
      <w:szCs w:val="16"/>
    </w:rPr>
  </w:style>
  <w:style w:type="paragraph" w:styleId="Zkladntext2">
    <w:name w:val="Body Text 2"/>
    <w:basedOn w:val="Normln"/>
    <w:link w:val="Zkladntext2Char"/>
    <w:rsid w:val="00391FF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91FF0"/>
  </w:style>
  <w:style w:type="character" w:styleId="Siln">
    <w:name w:val="Strong"/>
    <w:basedOn w:val="Standardnpsmoodstavce"/>
    <w:uiPriority w:val="22"/>
    <w:qFormat/>
    <w:rsid w:val="00CB789E"/>
    <w:rPr>
      <w:b/>
      <w:bCs/>
    </w:rPr>
  </w:style>
  <w:style w:type="paragraph" w:styleId="Textbubliny">
    <w:name w:val="Balloon Text"/>
    <w:basedOn w:val="Normln"/>
    <w:link w:val="TextbublinyChar"/>
    <w:rsid w:val="000C5C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C5C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9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mailto:ep@eproznov.cz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ET\Miger%20-%20tituln&#237;%20listy\Technick&#225;%20zpr&#225;va%20-%20tit.list_opr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 - tit.list_opr.dot</Template>
  <TotalTime>195</TotalTime>
  <Pages>2</Pages>
  <Words>30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MIGER</Company>
  <LinksUpToDate>false</LinksUpToDate>
  <CharactersWithSpaces>211</CharactersWithSpaces>
  <SharedDoc>false</SharedDoc>
  <HLinks>
    <vt:vector size="6" baseType="variant">
      <vt:variant>
        <vt:i4>2293782</vt:i4>
      </vt:variant>
      <vt:variant>
        <vt:i4>0</vt:i4>
      </vt:variant>
      <vt:variant>
        <vt:i4>0</vt:i4>
      </vt:variant>
      <vt:variant>
        <vt:i4>5</vt:i4>
      </vt:variant>
      <vt:variant>
        <vt:lpwstr>mailto:ep@eproznov.cz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Kolečková</dc:creator>
  <cp:lastModifiedBy>Miroslav Běhal</cp:lastModifiedBy>
  <cp:revision>51</cp:revision>
  <cp:lastPrinted>2016-05-13T12:08:00Z</cp:lastPrinted>
  <dcterms:created xsi:type="dcterms:W3CDTF">2016-10-21T11:31:00Z</dcterms:created>
  <dcterms:modified xsi:type="dcterms:W3CDTF">2023-01-26T12:22:00Z</dcterms:modified>
</cp:coreProperties>
</file>